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2C" w:rsidRPr="0064232F" w:rsidRDefault="00A66C2C" w:rsidP="0064232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232F"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A66C2C" w:rsidRPr="0064232F" w:rsidRDefault="00A66C2C" w:rsidP="0064232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232F">
        <w:rPr>
          <w:rFonts w:ascii="Times New Roman" w:hAnsi="Times New Roman"/>
          <w:b/>
          <w:sz w:val="28"/>
          <w:szCs w:val="28"/>
          <w:lang w:val="uk-UA"/>
        </w:rPr>
        <w:t>про роботу  Центру дитячої та юнацької творчості</w:t>
      </w:r>
    </w:p>
    <w:p w:rsidR="00A66C2C" w:rsidRPr="0064232F" w:rsidRDefault="00A66C2C" w:rsidP="0064232F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64232F">
        <w:rPr>
          <w:rFonts w:ascii="Times New Roman" w:hAnsi="Times New Roman"/>
          <w:b/>
          <w:sz w:val="28"/>
          <w:szCs w:val="28"/>
          <w:lang w:val="uk-UA"/>
        </w:rPr>
        <w:t xml:space="preserve">за 2015-2016 </w:t>
      </w:r>
      <w:r>
        <w:rPr>
          <w:rFonts w:ascii="Times New Roman" w:hAnsi="Times New Roman"/>
          <w:b/>
          <w:sz w:val="28"/>
          <w:szCs w:val="28"/>
          <w:lang w:val="uk-UA"/>
        </w:rPr>
        <w:t>роки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4232F">
        <w:rPr>
          <w:rFonts w:ascii="Times New Roman" w:hAnsi="Times New Roman"/>
          <w:sz w:val="28"/>
          <w:szCs w:val="28"/>
          <w:lang w:val="uk-UA"/>
        </w:rPr>
        <w:t>Виконуючи закони «Про освіту», «Про позашкільну освіту», Статут Центру ДЮТ,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нормативні документи «Концепції національно-патріотичного виховання» вся робота установи була націлена на реалізацію завдань державної Програми  розвитку позашк</w:t>
      </w:r>
      <w:r>
        <w:rPr>
          <w:rFonts w:ascii="Times New Roman" w:hAnsi="Times New Roman"/>
          <w:sz w:val="28"/>
          <w:szCs w:val="28"/>
          <w:lang w:val="uk-UA"/>
        </w:rPr>
        <w:t>ільної освіти</w:t>
      </w:r>
      <w:r w:rsidRPr="0064232F">
        <w:rPr>
          <w:rFonts w:ascii="Times New Roman" w:hAnsi="Times New Roman"/>
          <w:sz w:val="28"/>
          <w:szCs w:val="28"/>
          <w:lang w:val="uk-UA"/>
        </w:rPr>
        <w:t>, районної цільової Програми розвитку позашкільної освіти,   виконання навчального плану та навчальних програм, організацію навчально-виховного процесу з гуртківцями, проведення масових заходів, забезпечення участі вихованців гуртків та учнів загальноосвітніх шкіл району в різних етапах районних та обласних конкурсах, виставках. Всю свою діяльність Талал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ївський Центр дитячої та юнацької творчості спрямовував на  створення рівного доступу дітей та учнівської молоді до різних напрямків і форм позашкільної діяльності. 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4232F">
        <w:rPr>
          <w:rFonts w:ascii="Times New Roman" w:hAnsi="Times New Roman"/>
          <w:sz w:val="28"/>
          <w:szCs w:val="28"/>
          <w:lang w:val="uk-UA"/>
        </w:rPr>
        <w:t>У 2015-2016 навчальних роках у  Центрі ДЮТ працювало 18 гуртків / 26 груп, в яких займалося  340 дітей. Гуртки працювали на базі Талалаївської</w:t>
      </w:r>
      <w:r w:rsidRPr="00CC33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( </w:t>
      </w:r>
      <w:r>
        <w:rPr>
          <w:rFonts w:ascii="Times New Roman" w:hAnsi="Times New Roman"/>
          <w:sz w:val="28"/>
          <w:szCs w:val="28"/>
          <w:lang w:val="uk-UA"/>
        </w:rPr>
        <w:t>9 груп),  Харківської (2 групи)</w:t>
      </w:r>
      <w:r w:rsidRPr="0064232F">
        <w:rPr>
          <w:rFonts w:ascii="Times New Roman" w:hAnsi="Times New Roman"/>
          <w:sz w:val="28"/>
          <w:szCs w:val="28"/>
          <w:lang w:val="uk-UA"/>
        </w:rPr>
        <w:t>, Чернецької</w:t>
      </w:r>
      <w:r w:rsidRPr="00CC33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(1 група), Плугатарської</w:t>
      </w:r>
      <w:r w:rsidRPr="00CC33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(2 групи)</w:t>
      </w:r>
      <w:r w:rsidRPr="0064232F">
        <w:rPr>
          <w:rFonts w:ascii="Times New Roman" w:hAnsi="Times New Roman"/>
          <w:sz w:val="28"/>
          <w:szCs w:val="28"/>
          <w:lang w:val="uk-UA"/>
        </w:rPr>
        <w:t>, Староталалаївської ЗОШ І-ІІІст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C33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(1 група) . Навчальний процес здійснювали 15 педагогів (основних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- 8 , сумісників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- 7).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b/>
          <w:sz w:val="28"/>
          <w:szCs w:val="28"/>
          <w:lang w:val="uk-UA"/>
        </w:rPr>
        <w:tab/>
      </w:r>
      <w:r w:rsidRPr="0064232F">
        <w:rPr>
          <w:rFonts w:ascii="Times New Roman" w:hAnsi="Times New Roman"/>
          <w:b/>
          <w:sz w:val="28"/>
          <w:szCs w:val="28"/>
          <w:lang w:val="uk-UA"/>
        </w:rPr>
        <w:tab/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Організація навчально-виховного процесу проводилась за напрямками: 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64232F">
        <w:rPr>
          <w:rFonts w:ascii="Times New Roman" w:hAnsi="Times New Roman"/>
          <w:sz w:val="28"/>
          <w:szCs w:val="28"/>
          <w:lang w:val="uk-UA"/>
        </w:rPr>
        <w:t>уманітарний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</w:t>
      </w:r>
      <w:r w:rsidRPr="0064232F">
        <w:rPr>
          <w:rFonts w:ascii="Times New Roman" w:hAnsi="Times New Roman"/>
          <w:sz w:val="28"/>
          <w:szCs w:val="28"/>
          <w:lang w:val="uk-UA"/>
        </w:rPr>
        <w:t>удожньо-естетичний;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64232F">
        <w:rPr>
          <w:rFonts w:ascii="Times New Roman" w:hAnsi="Times New Roman"/>
          <w:sz w:val="28"/>
          <w:szCs w:val="28"/>
          <w:lang w:val="uk-UA"/>
        </w:rPr>
        <w:t>екоративно-прикладний;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64232F">
        <w:rPr>
          <w:rFonts w:ascii="Times New Roman" w:hAnsi="Times New Roman"/>
          <w:sz w:val="28"/>
          <w:szCs w:val="28"/>
          <w:lang w:val="uk-UA"/>
        </w:rPr>
        <w:t>уристсько-краєзнавчий;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</w:t>
      </w:r>
      <w:r w:rsidRPr="0064232F">
        <w:rPr>
          <w:rFonts w:ascii="Times New Roman" w:hAnsi="Times New Roman"/>
          <w:sz w:val="28"/>
          <w:szCs w:val="28"/>
          <w:lang w:val="uk-UA"/>
        </w:rPr>
        <w:t>колого-натуралістичний;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64232F">
        <w:rPr>
          <w:rFonts w:ascii="Times New Roman" w:hAnsi="Times New Roman"/>
          <w:sz w:val="28"/>
          <w:szCs w:val="28"/>
          <w:lang w:val="uk-UA"/>
        </w:rPr>
        <w:t>ауково-технічний;</w:t>
      </w:r>
    </w:p>
    <w:p w:rsidR="00A66C2C" w:rsidRPr="0064232F" w:rsidRDefault="00A66C2C" w:rsidP="006423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спортивний.</w:t>
      </w:r>
      <w:r w:rsidRPr="0064232F">
        <w:rPr>
          <w:rFonts w:ascii="Times New Roman" w:hAnsi="Times New Roman"/>
          <w:sz w:val="28"/>
          <w:szCs w:val="28"/>
          <w:lang w:val="uk-UA"/>
        </w:rPr>
        <w:tab/>
      </w:r>
    </w:p>
    <w:p w:rsidR="00A66C2C" w:rsidRPr="0064232F" w:rsidRDefault="00A66C2C" w:rsidP="0064232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В гуртках ЦДЮТ займалися  діти, які потребували  соціального захисту:</w:t>
      </w:r>
    </w:p>
    <w:p w:rsidR="00A66C2C" w:rsidRPr="0064232F" w:rsidRDefault="00A66C2C" w:rsidP="0064232F">
      <w:pPr>
        <w:pStyle w:val="ListParagraph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</w:t>
      </w:r>
      <w:r w:rsidRPr="0064232F">
        <w:rPr>
          <w:rFonts w:ascii="Times New Roman" w:hAnsi="Times New Roman"/>
          <w:sz w:val="28"/>
          <w:szCs w:val="28"/>
          <w:lang w:val="uk-UA"/>
        </w:rPr>
        <w:t>іти-інваліди – 3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4232F">
      <w:pPr>
        <w:pStyle w:val="ListParagraph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</w:t>
      </w:r>
      <w:r w:rsidRPr="0064232F">
        <w:rPr>
          <w:rFonts w:ascii="Times New Roman" w:hAnsi="Times New Roman"/>
          <w:sz w:val="28"/>
          <w:szCs w:val="28"/>
          <w:lang w:val="uk-UA"/>
        </w:rPr>
        <w:t>іти, які виховувалися  в прийомних сім’ях – 1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4232F">
      <w:pPr>
        <w:pStyle w:val="ListParagraph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</w:t>
      </w:r>
      <w:r w:rsidRPr="0064232F">
        <w:rPr>
          <w:rFonts w:ascii="Times New Roman" w:hAnsi="Times New Roman"/>
          <w:sz w:val="28"/>
          <w:szCs w:val="28"/>
          <w:lang w:val="uk-UA"/>
        </w:rPr>
        <w:t>іти,  позбавлені батьківського  піклування – 1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4232F">
      <w:pPr>
        <w:pStyle w:val="ListParagraph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</w:t>
      </w:r>
      <w:r w:rsidRPr="0064232F">
        <w:rPr>
          <w:rFonts w:ascii="Times New Roman" w:hAnsi="Times New Roman"/>
          <w:sz w:val="28"/>
          <w:szCs w:val="28"/>
          <w:lang w:val="uk-UA"/>
        </w:rPr>
        <w:t>іти учасників  АТО – 8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4232F">
      <w:pPr>
        <w:pStyle w:val="ListParagraph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іти з особливими потребами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4232F">
        <w:rPr>
          <w:rFonts w:ascii="Times New Roman" w:hAnsi="Times New Roman"/>
          <w:sz w:val="28"/>
          <w:szCs w:val="28"/>
          <w:lang w:val="uk-UA"/>
        </w:rPr>
        <w:t>Протягом 2015-2016 н.р. Центром  дитячої та юнацької творчості обуло організован і проведено    місцеві, районні етапи обласних та Всеукраїнських конкурсів: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 участь команди «Бригантина» Талалаївської 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ст.  у  обласному чемпіонаті  інтелектуальних ігор «Віват, інтелект» (кер.гуртка «Юний ерудит»  Нужненко С.О.);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на кращий суспільно-значущий проект патріотичного виховання шкільних рад старшокласників (Липівська ЗОШ  І-ІІІ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4232F">
        <w:rPr>
          <w:rFonts w:ascii="Times New Roman" w:hAnsi="Times New Roman"/>
          <w:sz w:val="28"/>
          <w:szCs w:val="28"/>
          <w:lang w:val="uk-UA"/>
        </w:rPr>
        <w:t>, кер. Грабина А.Б.)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«Посміхнемося щиро Вишні» (г</w:t>
      </w:r>
      <w:r>
        <w:rPr>
          <w:rFonts w:ascii="Times New Roman" w:hAnsi="Times New Roman"/>
          <w:sz w:val="28"/>
          <w:szCs w:val="28"/>
          <w:lang w:val="uk-UA"/>
        </w:rPr>
        <w:t>урток «Образотворче мистецтво» (н</w:t>
      </w:r>
      <w:r w:rsidRPr="0064232F">
        <w:rPr>
          <w:rFonts w:ascii="Times New Roman" w:hAnsi="Times New Roman"/>
          <w:sz w:val="28"/>
          <w:szCs w:val="28"/>
          <w:lang w:val="uk-UA"/>
        </w:rPr>
        <w:t>а базі Плугатарської  ЗОШ І-ІІІст  кер. Сліпко О.М.)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конкурс і участь у обласному конкурсі «Стоп- СНІД» (2-е місце Співак Неля , учениця Харківької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 </w:t>
      </w:r>
      <w:r w:rsidRPr="0064232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 районні виставки- конкурси «Новорічна композиція» та «Український сувенір». Переможці обласних етапів  конкурсів: Іващенко Анна і Макаренко Вікторія (гурток «Сувенірна майстерня»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кер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Науменко В.П.)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краєзнавчно-патріотична акція «Від роду до роду збережем традиції народу»- гурток «Ук</w:t>
      </w:r>
      <w:r>
        <w:rPr>
          <w:rFonts w:ascii="Times New Roman" w:hAnsi="Times New Roman"/>
          <w:sz w:val="28"/>
          <w:szCs w:val="28"/>
          <w:lang w:val="uk-UA"/>
        </w:rPr>
        <w:t>раїнська народна творчість (кер. Півторацька Р.М.)</w:t>
      </w:r>
      <w:r w:rsidRPr="0064232F">
        <w:rPr>
          <w:rFonts w:ascii="Times New Roman" w:hAnsi="Times New Roman"/>
          <w:sz w:val="28"/>
          <w:szCs w:val="28"/>
          <w:lang w:val="uk-UA"/>
        </w:rPr>
        <w:t>, подяка Чернігівського обласного центру дитячого та юнацького туризму;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обласній акції «День юного натураліста» - г</w:t>
      </w:r>
      <w:r>
        <w:rPr>
          <w:rFonts w:ascii="Times New Roman" w:hAnsi="Times New Roman"/>
          <w:sz w:val="28"/>
          <w:szCs w:val="28"/>
          <w:lang w:val="uk-UA"/>
        </w:rPr>
        <w:t>урток «Юні охоронці природи»( н</w:t>
      </w:r>
      <w:r w:rsidRPr="0064232F">
        <w:rPr>
          <w:rFonts w:ascii="Times New Roman" w:hAnsi="Times New Roman"/>
          <w:sz w:val="28"/>
          <w:szCs w:val="28"/>
          <w:lang w:val="uk-UA"/>
        </w:rPr>
        <w:t>а базі Плугатарської 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ст., кер. Бовкун І.М.)</w:t>
      </w:r>
      <w:r w:rsidRPr="0064232F">
        <w:rPr>
          <w:rFonts w:ascii="Times New Roman" w:hAnsi="Times New Roman"/>
          <w:sz w:val="28"/>
          <w:szCs w:val="28"/>
          <w:lang w:val="uk-UA"/>
        </w:rPr>
        <w:t>. Перемога у обласному етапі, Диплом обласного управління освіти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- еколого-патріотична гра «Паросток» </w:t>
      </w:r>
      <w:r>
        <w:rPr>
          <w:rFonts w:ascii="Times New Roman" w:hAnsi="Times New Roman"/>
          <w:sz w:val="28"/>
          <w:szCs w:val="28"/>
          <w:lang w:val="uk-UA"/>
        </w:rPr>
        <w:t>гурток «Юні охоронці природи»(н</w:t>
      </w:r>
      <w:r w:rsidRPr="0064232F">
        <w:rPr>
          <w:rFonts w:ascii="Times New Roman" w:hAnsi="Times New Roman"/>
          <w:sz w:val="28"/>
          <w:szCs w:val="28"/>
          <w:lang w:val="uk-UA"/>
        </w:rPr>
        <w:t>а базі Плугатарської 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>, кер. Бовкун І.М.)</w:t>
      </w:r>
      <w:r>
        <w:rPr>
          <w:rFonts w:ascii="Times New Roman" w:hAnsi="Times New Roman"/>
          <w:sz w:val="28"/>
          <w:szCs w:val="28"/>
          <w:lang w:val="uk-UA"/>
        </w:rPr>
        <w:t>,   п</w:t>
      </w:r>
      <w:r w:rsidRPr="0064232F">
        <w:rPr>
          <w:rFonts w:ascii="Times New Roman" w:hAnsi="Times New Roman"/>
          <w:sz w:val="28"/>
          <w:szCs w:val="28"/>
          <w:lang w:val="uk-UA"/>
        </w:rPr>
        <w:t>еремога у Всеукраїнському етапі  конкурсу, Грамота Національного ек</w:t>
      </w:r>
      <w:r>
        <w:rPr>
          <w:rFonts w:ascii="Times New Roman" w:hAnsi="Times New Roman"/>
          <w:sz w:val="28"/>
          <w:szCs w:val="28"/>
          <w:lang w:val="uk-UA"/>
        </w:rPr>
        <w:t>олого-натуралістичного центру;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фестивалі-конкурсі «Поліський зорепад. Родинне коло»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(Подяка обласного управління освіти Синько Маргариті (гурток</w:t>
      </w:r>
      <w:r>
        <w:rPr>
          <w:rFonts w:ascii="Times New Roman" w:hAnsi="Times New Roman"/>
          <w:sz w:val="28"/>
          <w:szCs w:val="28"/>
          <w:lang w:val="uk-UA"/>
        </w:rPr>
        <w:t xml:space="preserve"> «Художня вишивка»</w:t>
      </w:r>
      <w:r w:rsidRPr="0064232F">
        <w:rPr>
          <w:rFonts w:ascii="Times New Roman" w:hAnsi="Times New Roman"/>
          <w:sz w:val="28"/>
          <w:szCs w:val="28"/>
          <w:lang w:val="uk-UA"/>
        </w:rPr>
        <w:t>, кер. Галаган Н.І.), Макаренко Ві</w:t>
      </w:r>
      <w:r>
        <w:rPr>
          <w:rFonts w:ascii="Times New Roman" w:hAnsi="Times New Roman"/>
          <w:sz w:val="28"/>
          <w:szCs w:val="28"/>
          <w:lang w:val="uk-UA"/>
        </w:rPr>
        <w:t>кторії (гурток «Паперопластика»</w:t>
      </w:r>
      <w:r w:rsidRPr="0064232F">
        <w:rPr>
          <w:rFonts w:ascii="Times New Roman" w:hAnsi="Times New Roman"/>
          <w:sz w:val="28"/>
          <w:szCs w:val="28"/>
          <w:lang w:val="uk-UA"/>
        </w:rPr>
        <w:t>, кер. Троценко Н.М.);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</w:t>
      </w:r>
      <w:r w:rsidRPr="0064232F">
        <w:rPr>
          <w:rFonts w:ascii="Times New Roman" w:hAnsi="Times New Roman"/>
          <w:sz w:val="28"/>
          <w:szCs w:val="28"/>
          <w:lang w:val="uk-UA"/>
        </w:rPr>
        <w:t>часть у обласному конкурсі «А я справжня українка» (гурток «Вокального співу» , кер. Сердюк Л.А.  Подяка обласного управління освіти Чикиш Юлії)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в обласному конкурсі інформаційних технологій     (гурток «Основи інформатики», кер.Науменко В.А.).</w:t>
      </w:r>
      <w:r>
        <w:rPr>
          <w:rFonts w:ascii="Times New Roman" w:hAnsi="Times New Roman"/>
          <w:sz w:val="28"/>
          <w:szCs w:val="28"/>
          <w:lang w:val="uk-UA"/>
        </w:rPr>
        <w:t xml:space="preserve"> Диплом ІІ ступеня  - Баско Яна</w:t>
      </w:r>
      <w:r w:rsidRPr="0064232F">
        <w:rPr>
          <w:rFonts w:ascii="Times New Roman" w:hAnsi="Times New Roman"/>
          <w:sz w:val="28"/>
          <w:szCs w:val="28"/>
          <w:lang w:val="uk-UA"/>
        </w:rPr>
        <w:t>, диплом ІІІ ступеня – Бабій Антон 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«Адреса дитинства «Гра» - культорганізатор Троценко Н.М.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«Методична панорама»( ІІІ-є місце кер. гуртків Науменко В.П. Диплом обласного управління освіти, лауреати – Панасенко Н.М., Сердюк Л.А, Троценко Н.М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4232F">
        <w:rPr>
          <w:rFonts w:ascii="Times New Roman" w:hAnsi="Times New Roman"/>
          <w:sz w:val="28"/>
          <w:szCs w:val="28"/>
          <w:lang w:val="uk-UA"/>
        </w:rPr>
        <w:t>- подяки обласного управління освіти);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і участь у обласному етапі конкурсу «Моя Батьківщина- Україна» (Кунденко В.В., учитель Красноколядинської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  переможець у номінації «Географія рідного краю», Диплом обласного управління освіти)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участь команди педагогічних </w:t>
      </w:r>
      <w:r w:rsidRPr="0064232F">
        <w:rPr>
          <w:rFonts w:ascii="Times New Roman" w:hAnsi="Times New Roman"/>
          <w:sz w:val="28"/>
          <w:szCs w:val="28"/>
          <w:lang w:val="uk-UA"/>
        </w:rPr>
        <w:t>працівників Талалаївського району у обласних змаганнях зі спортивного туризму серед педагогічних працівників(методист Плюта В.В.)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участь у обласном</w:t>
      </w:r>
      <w:r>
        <w:rPr>
          <w:rFonts w:ascii="Times New Roman" w:hAnsi="Times New Roman"/>
          <w:sz w:val="28"/>
          <w:szCs w:val="28"/>
          <w:lang w:val="uk-UA"/>
        </w:rPr>
        <w:t>у конкурсі «Озброєні піснею» ( г</w:t>
      </w:r>
      <w:r w:rsidRPr="0064232F">
        <w:rPr>
          <w:rFonts w:ascii="Times New Roman" w:hAnsi="Times New Roman"/>
          <w:sz w:val="28"/>
          <w:szCs w:val="28"/>
          <w:lang w:val="uk-UA"/>
        </w:rPr>
        <w:t>урток</w:t>
      </w:r>
      <w:r>
        <w:rPr>
          <w:rFonts w:ascii="Times New Roman" w:hAnsi="Times New Roman"/>
          <w:sz w:val="28"/>
          <w:szCs w:val="28"/>
          <w:lang w:val="uk-UA"/>
        </w:rPr>
        <w:t xml:space="preserve"> вокального співу, кер. Сердюк  Л.</w:t>
      </w:r>
      <w:r w:rsidRPr="0064232F">
        <w:rPr>
          <w:rFonts w:ascii="Times New Roman" w:hAnsi="Times New Roman"/>
          <w:sz w:val="28"/>
          <w:szCs w:val="28"/>
          <w:lang w:val="uk-UA"/>
        </w:rPr>
        <w:t>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«Україна – європейська держава»(Гурток «Українська народна  творчість», кер. Півторацька Р.М.)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CC336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і участь у обласному конкурсі «Наш пошук і творчість - тобі, Україно» ( Диплом ІІ  ступеня обласного управління освіти – за виріб «Козацька гармата» Гудименко Дмитро,</w:t>
      </w:r>
      <w:r>
        <w:rPr>
          <w:rFonts w:ascii="Times New Roman" w:hAnsi="Times New Roman"/>
          <w:sz w:val="28"/>
          <w:szCs w:val="28"/>
          <w:lang w:val="uk-UA"/>
        </w:rPr>
        <w:t xml:space="preserve"> Птуха Володимир, Співак Сергій</w:t>
      </w:r>
      <w:r w:rsidRPr="0064232F">
        <w:rPr>
          <w:rFonts w:ascii="Times New Roman" w:hAnsi="Times New Roman"/>
          <w:sz w:val="28"/>
          <w:szCs w:val="28"/>
          <w:lang w:val="uk-UA"/>
        </w:rPr>
        <w:t>, гурток «Деревобробка» на базі Чернецької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>,   кер Співак В.А.)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5A3F71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і участь у обласному конкурсі з початкового технічного моделювання (гуртки «Біс</w:t>
      </w:r>
      <w:r>
        <w:rPr>
          <w:rFonts w:ascii="Times New Roman" w:hAnsi="Times New Roman"/>
          <w:sz w:val="28"/>
          <w:szCs w:val="28"/>
          <w:lang w:val="uk-UA"/>
        </w:rPr>
        <w:t>ероплетіння»,кер. Науменко В.П. «Паперопластика»</w:t>
      </w:r>
      <w:r w:rsidRPr="0064232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кер. Т</w:t>
      </w:r>
      <w:r>
        <w:rPr>
          <w:rFonts w:ascii="Times New Roman" w:hAnsi="Times New Roman"/>
          <w:sz w:val="28"/>
          <w:szCs w:val="28"/>
          <w:lang w:val="uk-UA"/>
        </w:rPr>
        <w:t>роценко Н.М., «Художня вишивка»</w:t>
      </w:r>
      <w:r w:rsidRPr="0064232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кер. Галаган Н.І.)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5A3F71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і участь у обласній виставці-конкурсі «Знай і люби свій край» (Васю</w:t>
      </w:r>
      <w:r>
        <w:rPr>
          <w:rFonts w:ascii="Times New Roman" w:hAnsi="Times New Roman"/>
          <w:sz w:val="28"/>
          <w:szCs w:val="28"/>
          <w:lang w:val="uk-UA"/>
        </w:rPr>
        <w:t>к Катерина – диплом ІІІ ступеня</w:t>
      </w:r>
      <w:r w:rsidRPr="0064232F">
        <w:rPr>
          <w:rFonts w:ascii="Times New Roman" w:hAnsi="Times New Roman"/>
          <w:sz w:val="28"/>
          <w:szCs w:val="28"/>
          <w:lang w:val="uk-UA"/>
        </w:rPr>
        <w:t>, гурток «Паперопластика» кер. Троценко Н.М., Діденко Ангеліна,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Нестеренко Ліза, Галаган Світлана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-  диплом ІІІ ступеня , гурток «Художня вишивка»,</w:t>
      </w:r>
      <w:r>
        <w:rPr>
          <w:rFonts w:ascii="Times New Roman" w:hAnsi="Times New Roman"/>
          <w:sz w:val="28"/>
          <w:szCs w:val="28"/>
          <w:lang w:val="uk-UA"/>
        </w:rPr>
        <w:t xml:space="preserve"> кер. Галаган Н.І.</w:t>
      </w:r>
      <w:r w:rsidRPr="0064232F">
        <w:rPr>
          <w:rFonts w:ascii="Times New Roman" w:hAnsi="Times New Roman"/>
          <w:sz w:val="28"/>
          <w:szCs w:val="28"/>
          <w:lang w:val="uk-UA"/>
        </w:rPr>
        <w:t>, Синько Маргарита - диплом ІІІ ступеня, гурток «Художня вишивка», кер.Галаган Н.І., Топчій Альона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- диплом ІІІ ступеня, гурток «Українська народна творчість», кер. Півторацька Р.М., Крив</w:t>
      </w:r>
      <w:r>
        <w:rPr>
          <w:rFonts w:ascii="Times New Roman" w:hAnsi="Times New Roman"/>
          <w:sz w:val="28"/>
          <w:szCs w:val="28"/>
          <w:lang w:val="uk-UA"/>
        </w:rPr>
        <w:t>огуз Дарина - диплом ІІ ступеня, гурток «Сувенірна майстерня»</w:t>
      </w:r>
      <w:r w:rsidRPr="0064232F">
        <w:rPr>
          <w:rFonts w:ascii="Times New Roman" w:hAnsi="Times New Roman"/>
          <w:sz w:val="28"/>
          <w:szCs w:val="28"/>
          <w:lang w:val="uk-UA"/>
        </w:rPr>
        <w:t>, кер. Науменко В.П.)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5A3F71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і участь у обласному огляді музеїв Чернігівщини при навчальних закладах (методист Плюта В.В.)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5A3F71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- районна та участь у обласній акції «На крилах янгола» (гуртки </w:t>
      </w:r>
      <w:r>
        <w:rPr>
          <w:rFonts w:ascii="Times New Roman" w:hAnsi="Times New Roman"/>
          <w:sz w:val="28"/>
          <w:szCs w:val="28"/>
          <w:lang w:val="uk-UA"/>
        </w:rPr>
        <w:t>«Паперопластика», кер. Троценко Н.М., «Сувенірна майстерня»</w:t>
      </w:r>
      <w:r w:rsidRPr="0064232F">
        <w:rPr>
          <w:rFonts w:ascii="Times New Roman" w:hAnsi="Times New Roman"/>
          <w:sz w:val="28"/>
          <w:szCs w:val="28"/>
          <w:lang w:val="uk-UA"/>
        </w:rPr>
        <w:t>, «Бісероплетіння»,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кер. Науменко В.П.)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6C2C" w:rsidRPr="0064232F" w:rsidRDefault="00A66C2C" w:rsidP="005A3F71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районні та участь у обласних змаганнях Всеукраїнської дитячо-юнацької військово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- патріотичної гри «Сок</w:t>
      </w:r>
      <w:r>
        <w:rPr>
          <w:rFonts w:ascii="Times New Roman" w:hAnsi="Times New Roman"/>
          <w:sz w:val="28"/>
          <w:szCs w:val="28"/>
          <w:lang w:val="uk-UA"/>
        </w:rPr>
        <w:t>іл «Джура»(методист Плюта В.В.)</w:t>
      </w:r>
      <w:r w:rsidRPr="0064232F">
        <w:rPr>
          <w:rFonts w:ascii="Times New Roman" w:hAnsi="Times New Roman"/>
          <w:sz w:val="28"/>
          <w:szCs w:val="28"/>
          <w:lang w:val="uk-UA"/>
        </w:rPr>
        <w:t>. Команда Талалаївської ЗОШ 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  - зайняла 9-те місце серед </w:t>
      </w:r>
      <w:r>
        <w:rPr>
          <w:rFonts w:ascii="Times New Roman" w:hAnsi="Times New Roman"/>
          <w:sz w:val="28"/>
          <w:szCs w:val="28"/>
          <w:lang w:val="uk-UA"/>
        </w:rPr>
        <w:t>27 команд у обласному етапі гри;</w:t>
      </w:r>
    </w:p>
    <w:p w:rsidR="00A66C2C" w:rsidRPr="0064232F" w:rsidRDefault="00A66C2C" w:rsidP="006F262F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у обласному конкурсі проектів до 30-річчя аварії на Чорнобильській АЕС «Кожен повинен пам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64232F">
        <w:rPr>
          <w:rFonts w:ascii="Times New Roman" w:hAnsi="Times New Roman"/>
          <w:sz w:val="28"/>
          <w:szCs w:val="28"/>
          <w:lang w:val="uk-UA"/>
        </w:rPr>
        <w:t>ятати</w:t>
      </w:r>
      <w:r>
        <w:rPr>
          <w:rFonts w:ascii="Times New Roman" w:hAnsi="Times New Roman"/>
          <w:sz w:val="28"/>
          <w:szCs w:val="28"/>
          <w:lang w:val="uk-UA"/>
        </w:rPr>
        <w:t>» ( гурток «Основи інформатики»</w:t>
      </w:r>
      <w:r w:rsidRPr="0064232F">
        <w:rPr>
          <w:rFonts w:ascii="Times New Roman" w:hAnsi="Times New Roman"/>
          <w:sz w:val="28"/>
          <w:szCs w:val="28"/>
          <w:lang w:val="uk-UA"/>
        </w:rPr>
        <w:t>, кер.Науменко в.А., гурток «Образотворче мистецтво» на базі Плугатарської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кер. Сліпко О.М.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Важливим напрямком роботи є організація змістовного дозвілля.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За 2015-2016 н.р. було проведено такі заходи: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майстер-кла</w:t>
      </w:r>
      <w:r>
        <w:rPr>
          <w:rFonts w:ascii="Times New Roman" w:hAnsi="Times New Roman"/>
          <w:sz w:val="28"/>
          <w:szCs w:val="28"/>
          <w:lang w:val="uk-UA"/>
        </w:rPr>
        <w:t>си до Дня селища (вересень 2015</w:t>
      </w:r>
      <w:r w:rsidRPr="0064232F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.)</w:t>
      </w:r>
      <w:r w:rsidRPr="0064232F">
        <w:rPr>
          <w:rFonts w:ascii="Times New Roman" w:hAnsi="Times New Roman"/>
          <w:sz w:val="28"/>
          <w:szCs w:val="28"/>
          <w:lang w:val="uk-UA"/>
        </w:rPr>
        <w:t>, керівники гуртків декоративно-прикладного напрямку;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засідання районної Ради старшокласників (методист Панасенко Н.М.);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участь у районному фестивалі патріотичної пісні (жовтень 2015 р.,вихованці  гуртка  вокального співу, кер.Сердюк Л.А.);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конкурсна програма «Я майбутній козак» (культорганізатор Троценко Н.М., кер</w:t>
      </w:r>
      <w:r>
        <w:rPr>
          <w:rFonts w:ascii="Times New Roman" w:hAnsi="Times New Roman"/>
          <w:sz w:val="28"/>
          <w:szCs w:val="28"/>
          <w:lang w:val="uk-UA"/>
        </w:rPr>
        <w:t>. гуртка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Сердюк Л.А.)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Свято Осені у групі раннього естетичного розвитку «Малятко»(кер. Півторацька Р.М,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Троценко Н.М.)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Фольклорне свято «Веселий ярмарок» ( кер.гуртків Сердюк Л.А., Галаган Н.І.);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відкритий кубок Талалаївського району з пішохідног</w:t>
      </w:r>
      <w:r>
        <w:rPr>
          <w:rFonts w:ascii="Times New Roman" w:hAnsi="Times New Roman"/>
          <w:sz w:val="28"/>
          <w:szCs w:val="28"/>
          <w:lang w:val="uk-UA"/>
        </w:rPr>
        <w:t>о туризму у закритих приміщення</w:t>
      </w:r>
      <w:r w:rsidRPr="0064232F">
        <w:rPr>
          <w:rFonts w:ascii="Times New Roman" w:hAnsi="Times New Roman"/>
          <w:sz w:val="28"/>
          <w:szCs w:val="28"/>
          <w:lang w:val="uk-UA"/>
        </w:rPr>
        <w:t>х (</w:t>
      </w:r>
      <w:r>
        <w:rPr>
          <w:rFonts w:ascii="Times New Roman" w:hAnsi="Times New Roman"/>
          <w:sz w:val="28"/>
          <w:szCs w:val="28"/>
          <w:lang w:val="uk-UA"/>
        </w:rPr>
        <w:t>участь команди ЦДЮТ, кер. гуртка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Чуба О.А.)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волонтерська  акція «Подарунки воїнам АТО в День Святого Миколая» (кер. гуртків);</w:t>
      </w:r>
    </w:p>
    <w:p w:rsidR="00A66C2C" w:rsidRPr="0064232F" w:rsidRDefault="00A66C2C" w:rsidP="006F262F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 районне свято Миколая (кер. гуртків Сердюк Л.А., Троценко Н.М., Галаган Н.І.);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новорічний ранок  у групі раннього естетичного розвитку «Малятко»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(кер. Півторацька Р.М,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Троценко Н.М.);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новорічний вогник « Новорічна гірлянда або Викрадення свята» » (культорганізатор Троценко Н.М., кер гуртків Сердюк Л.А.)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вихованців у районній святковій програмі до свята 8 Березня (кер. гуртків Сердюк Л.А.);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конкурсна програма «Я маленька україночка» (березень 2016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64232F">
        <w:rPr>
          <w:rFonts w:ascii="Times New Roman" w:hAnsi="Times New Roman"/>
          <w:sz w:val="28"/>
          <w:szCs w:val="28"/>
          <w:lang w:val="uk-UA"/>
        </w:rPr>
        <w:t>, культорганізатор Троценко Н.М., кер гуртків Сердюк Л.А.);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виставка-продаж сувенірів для представників Чернігівського земляцтва (квітень 2016 р. , кер.гуртків);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районний фестиваль родинної творчості</w:t>
      </w:r>
      <w:r>
        <w:rPr>
          <w:rFonts w:ascii="Times New Roman" w:hAnsi="Times New Roman"/>
          <w:sz w:val="28"/>
          <w:szCs w:val="28"/>
          <w:lang w:val="uk-UA"/>
        </w:rPr>
        <w:t xml:space="preserve"> (травень2016р., </w:t>
      </w:r>
      <w:r w:rsidRPr="0064232F">
        <w:rPr>
          <w:rFonts w:ascii="Times New Roman" w:hAnsi="Times New Roman"/>
          <w:sz w:val="28"/>
          <w:szCs w:val="28"/>
          <w:lang w:val="uk-UA"/>
        </w:rPr>
        <w:t>методист Панасено Н.М.);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випускний ранок у групі раннього естетичного розвитку «Малятко»(кер. Півторацька Р.М,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Троценко Н.М.);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участь гуртківців у районному святі до</w:t>
      </w:r>
      <w:r>
        <w:rPr>
          <w:rFonts w:ascii="Times New Roman" w:hAnsi="Times New Roman"/>
          <w:sz w:val="28"/>
          <w:szCs w:val="28"/>
          <w:lang w:val="uk-UA"/>
        </w:rPr>
        <w:t xml:space="preserve"> Дня захисту дітей (кер. гуртка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Сердюк Л.А.)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- 12  ігрових програм для пришкільного табору «Романтик» Талалаївської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  </w:t>
      </w:r>
      <w:r w:rsidRPr="0064232F">
        <w:rPr>
          <w:rFonts w:ascii="Times New Roman" w:hAnsi="Times New Roman"/>
          <w:sz w:val="28"/>
          <w:szCs w:val="28"/>
          <w:lang w:val="uk-UA"/>
        </w:rPr>
        <w:t>;</w:t>
      </w:r>
    </w:p>
    <w:p w:rsidR="00A66C2C" w:rsidRPr="0064232F" w:rsidRDefault="00A66C2C" w:rsidP="009C4BC2">
      <w:pPr>
        <w:pStyle w:val="ListParagraph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- виїзні ігрові програми у пришкільні табори Плугатарської ЗОШ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  і Староталалаївської І-ІІІ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 та районний табір «Веселка».</w:t>
      </w:r>
    </w:p>
    <w:p w:rsidR="00A66C2C" w:rsidRPr="0064232F" w:rsidRDefault="00A66C2C" w:rsidP="006423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C2C" w:rsidRPr="0064232F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32F">
        <w:rPr>
          <w:rFonts w:ascii="Times New Roman" w:hAnsi="Times New Roman"/>
          <w:color w:val="000000"/>
          <w:sz w:val="28"/>
          <w:szCs w:val="28"/>
          <w:lang w:val="uk-UA"/>
        </w:rPr>
        <w:t>У 2016 році активізовано роботу  музею  Центру ДЮТ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6423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A66C2C" w:rsidRPr="0064232F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Збираються  і систематизуються  матеріали про учасників  АТО. </w:t>
      </w:r>
    </w:p>
    <w:p w:rsidR="00A66C2C" w:rsidRPr="0064232F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>Проведено екскурсії «Зима, що нас змінила», «Воїни. Історія українського війська», виставка писанок, виставки декоративно-ужиткового мистецтва, урочисте відкриття стенду «Маю честь захищати Батьківщину»,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32F">
        <w:rPr>
          <w:rFonts w:ascii="Times New Roman" w:hAnsi="Times New Roman"/>
          <w:sz w:val="28"/>
          <w:szCs w:val="28"/>
          <w:lang w:val="uk-UA"/>
        </w:rPr>
        <w:t>екскурсія гуртківців у музей О.Довженка (</w:t>
      </w:r>
      <w:r>
        <w:rPr>
          <w:rFonts w:ascii="Times New Roman" w:hAnsi="Times New Roman"/>
          <w:sz w:val="28"/>
          <w:szCs w:val="28"/>
          <w:lang w:val="uk-UA"/>
        </w:rPr>
        <w:t xml:space="preserve">смт </w:t>
      </w:r>
      <w:r w:rsidRPr="0064232F">
        <w:rPr>
          <w:rFonts w:ascii="Times New Roman" w:hAnsi="Times New Roman"/>
          <w:sz w:val="28"/>
          <w:szCs w:val="28"/>
          <w:lang w:val="uk-UA"/>
        </w:rPr>
        <w:t>Сосниця)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4232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6C2C" w:rsidRPr="0064232F" w:rsidRDefault="00A66C2C" w:rsidP="00AB736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Успішно працює група раннього </w:t>
      </w:r>
      <w:r>
        <w:rPr>
          <w:rFonts w:ascii="Times New Roman" w:hAnsi="Times New Roman"/>
          <w:sz w:val="28"/>
          <w:szCs w:val="28"/>
          <w:lang w:val="uk-UA"/>
        </w:rPr>
        <w:t xml:space="preserve">естетичного розвитку  «Малятко». </w:t>
      </w:r>
      <w:r w:rsidRPr="0064232F">
        <w:rPr>
          <w:rFonts w:ascii="Times New Roman" w:hAnsi="Times New Roman"/>
          <w:sz w:val="28"/>
          <w:szCs w:val="28"/>
          <w:lang w:val="uk-UA"/>
        </w:rPr>
        <w:t>Керівники Півторацька Р.М., Троценко Н.М. готують дітей до школи, проводять свята.</w:t>
      </w:r>
    </w:p>
    <w:p w:rsidR="00A66C2C" w:rsidRPr="0064232F" w:rsidRDefault="00A66C2C" w:rsidP="0064232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ab/>
        <w:t xml:space="preserve">Центр ДЮТ виступає  координатором діяльності шкільних органів учнівського самоврядування. Проводяться засідання районної Ради старшокласників. </w:t>
      </w:r>
    </w:p>
    <w:p w:rsidR="00A66C2C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32F">
        <w:rPr>
          <w:rFonts w:ascii="Times New Roman" w:hAnsi="Times New Roman"/>
          <w:sz w:val="28"/>
          <w:szCs w:val="28"/>
          <w:lang w:val="uk-UA"/>
        </w:rPr>
        <w:t xml:space="preserve">Протягом навчального року педколектив установи висвітлював досвід роботи на сторінках районної газети, на сайті відділу освіти, сайті райдержадміністрації, на сайті Центру ДЮТ. </w:t>
      </w:r>
    </w:p>
    <w:p w:rsidR="00A66C2C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C2C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C2C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C2C" w:rsidRPr="006E0D7D" w:rsidRDefault="00A66C2C" w:rsidP="009C4BC2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Директор Центру ДЮТ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  <w:t>Н.І.Галаган</w:t>
      </w:r>
    </w:p>
    <w:p w:rsidR="00A66C2C" w:rsidRPr="006908A5" w:rsidRDefault="00A66C2C" w:rsidP="0023167C">
      <w:pPr>
        <w:ind w:left="-709" w:firstLine="709"/>
        <w:rPr>
          <w:sz w:val="24"/>
          <w:szCs w:val="24"/>
          <w:lang w:val="uk-UA"/>
        </w:rPr>
      </w:pPr>
    </w:p>
    <w:p w:rsidR="00A66C2C" w:rsidRDefault="00A66C2C" w:rsidP="0023167C">
      <w:pPr>
        <w:ind w:left="-709" w:firstLine="709"/>
        <w:rPr>
          <w:sz w:val="28"/>
          <w:szCs w:val="28"/>
          <w:lang w:val="uk-UA"/>
        </w:rPr>
      </w:pPr>
    </w:p>
    <w:p w:rsidR="00A66C2C" w:rsidRPr="0023167C" w:rsidRDefault="00A66C2C">
      <w:pPr>
        <w:rPr>
          <w:sz w:val="28"/>
          <w:szCs w:val="28"/>
          <w:lang w:val="uk-UA"/>
        </w:rPr>
      </w:pPr>
    </w:p>
    <w:sectPr w:rsidR="00A66C2C" w:rsidRPr="0023167C" w:rsidSect="00F354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C2C" w:rsidRDefault="00A66C2C" w:rsidP="0030795D">
      <w:pPr>
        <w:spacing w:after="0" w:line="240" w:lineRule="auto"/>
      </w:pPr>
      <w:r>
        <w:separator/>
      </w:r>
    </w:p>
  </w:endnote>
  <w:endnote w:type="continuationSeparator" w:id="0">
    <w:p w:rsidR="00A66C2C" w:rsidRDefault="00A66C2C" w:rsidP="0030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C2C" w:rsidRDefault="00A66C2C" w:rsidP="0030795D">
      <w:pPr>
        <w:spacing w:after="0" w:line="240" w:lineRule="auto"/>
      </w:pPr>
      <w:r>
        <w:separator/>
      </w:r>
    </w:p>
  </w:footnote>
  <w:footnote w:type="continuationSeparator" w:id="0">
    <w:p w:rsidR="00A66C2C" w:rsidRDefault="00A66C2C" w:rsidP="0030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2C" w:rsidRDefault="00A66C2C">
    <w:pPr>
      <w:pStyle w:val="Header"/>
      <w:jc w:val="right"/>
    </w:pPr>
    <w:fldSimple w:instr=" PAGE   \* MERGEFORMAT ">
      <w:r>
        <w:rPr>
          <w:noProof/>
        </w:rPr>
        <w:t>4</w:t>
      </w:r>
    </w:fldSimple>
  </w:p>
  <w:p w:rsidR="00A66C2C" w:rsidRDefault="00A66C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367A8"/>
    <w:multiLevelType w:val="hybridMultilevel"/>
    <w:tmpl w:val="BDBA00AA"/>
    <w:lvl w:ilvl="0" w:tplc="94FAD096">
      <w:start w:val="3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60310624"/>
    <w:multiLevelType w:val="hybridMultilevel"/>
    <w:tmpl w:val="6AACB5D2"/>
    <w:lvl w:ilvl="0" w:tplc="94FAD096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67C"/>
    <w:rsid w:val="0000023D"/>
    <w:rsid w:val="00000361"/>
    <w:rsid w:val="000005B1"/>
    <w:rsid w:val="00000CA9"/>
    <w:rsid w:val="00000DC1"/>
    <w:rsid w:val="00001552"/>
    <w:rsid w:val="00001C2C"/>
    <w:rsid w:val="00001D0B"/>
    <w:rsid w:val="00002A0C"/>
    <w:rsid w:val="00002CA3"/>
    <w:rsid w:val="00003008"/>
    <w:rsid w:val="000031CC"/>
    <w:rsid w:val="0000365F"/>
    <w:rsid w:val="000038C1"/>
    <w:rsid w:val="00003EEA"/>
    <w:rsid w:val="000042C8"/>
    <w:rsid w:val="00004885"/>
    <w:rsid w:val="00004952"/>
    <w:rsid w:val="00004B8F"/>
    <w:rsid w:val="00004D95"/>
    <w:rsid w:val="00004E2E"/>
    <w:rsid w:val="00004F87"/>
    <w:rsid w:val="000051C2"/>
    <w:rsid w:val="00005268"/>
    <w:rsid w:val="000058A4"/>
    <w:rsid w:val="00006354"/>
    <w:rsid w:val="000068D9"/>
    <w:rsid w:val="0000773A"/>
    <w:rsid w:val="00007EC9"/>
    <w:rsid w:val="00011892"/>
    <w:rsid w:val="0001192E"/>
    <w:rsid w:val="00011A94"/>
    <w:rsid w:val="00012403"/>
    <w:rsid w:val="00012792"/>
    <w:rsid w:val="000128E6"/>
    <w:rsid w:val="00012A7D"/>
    <w:rsid w:val="000137C1"/>
    <w:rsid w:val="00013DEF"/>
    <w:rsid w:val="0001413A"/>
    <w:rsid w:val="0001422C"/>
    <w:rsid w:val="0001426E"/>
    <w:rsid w:val="0001436B"/>
    <w:rsid w:val="000145D5"/>
    <w:rsid w:val="000149E1"/>
    <w:rsid w:val="00014A97"/>
    <w:rsid w:val="00015226"/>
    <w:rsid w:val="00015268"/>
    <w:rsid w:val="00015389"/>
    <w:rsid w:val="00015B47"/>
    <w:rsid w:val="00016112"/>
    <w:rsid w:val="000161FF"/>
    <w:rsid w:val="00016567"/>
    <w:rsid w:val="00016C90"/>
    <w:rsid w:val="00016F07"/>
    <w:rsid w:val="00016FBC"/>
    <w:rsid w:val="0001743A"/>
    <w:rsid w:val="00017AEA"/>
    <w:rsid w:val="00020253"/>
    <w:rsid w:val="00020553"/>
    <w:rsid w:val="0002098E"/>
    <w:rsid w:val="00020C97"/>
    <w:rsid w:val="00021185"/>
    <w:rsid w:val="0002132C"/>
    <w:rsid w:val="00021833"/>
    <w:rsid w:val="0002206C"/>
    <w:rsid w:val="000220BF"/>
    <w:rsid w:val="000221BF"/>
    <w:rsid w:val="0002222C"/>
    <w:rsid w:val="00022552"/>
    <w:rsid w:val="00022A2C"/>
    <w:rsid w:val="00022EDB"/>
    <w:rsid w:val="0002349B"/>
    <w:rsid w:val="00023EC9"/>
    <w:rsid w:val="00024AA1"/>
    <w:rsid w:val="00024C90"/>
    <w:rsid w:val="00024EB4"/>
    <w:rsid w:val="00025475"/>
    <w:rsid w:val="00025708"/>
    <w:rsid w:val="00026F4E"/>
    <w:rsid w:val="00026F68"/>
    <w:rsid w:val="000272FF"/>
    <w:rsid w:val="00027333"/>
    <w:rsid w:val="00027630"/>
    <w:rsid w:val="00027675"/>
    <w:rsid w:val="00027A85"/>
    <w:rsid w:val="00027CC6"/>
    <w:rsid w:val="000303D2"/>
    <w:rsid w:val="00030844"/>
    <w:rsid w:val="000314DE"/>
    <w:rsid w:val="000318D4"/>
    <w:rsid w:val="00031B5E"/>
    <w:rsid w:val="00031CD4"/>
    <w:rsid w:val="0003210C"/>
    <w:rsid w:val="00032775"/>
    <w:rsid w:val="00032A71"/>
    <w:rsid w:val="00032B2B"/>
    <w:rsid w:val="00032B37"/>
    <w:rsid w:val="00032BD9"/>
    <w:rsid w:val="00032F6F"/>
    <w:rsid w:val="000336D0"/>
    <w:rsid w:val="000341B1"/>
    <w:rsid w:val="00035636"/>
    <w:rsid w:val="00035825"/>
    <w:rsid w:val="000362FE"/>
    <w:rsid w:val="0003775B"/>
    <w:rsid w:val="0003796E"/>
    <w:rsid w:val="00037BA8"/>
    <w:rsid w:val="000401F9"/>
    <w:rsid w:val="000407BD"/>
    <w:rsid w:val="00040C90"/>
    <w:rsid w:val="000414DF"/>
    <w:rsid w:val="0004152D"/>
    <w:rsid w:val="00041682"/>
    <w:rsid w:val="00041BFD"/>
    <w:rsid w:val="00041E84"/>
    <w:rsid w:val="00041FA2"/>
    <w:rsid w:val="0004200D"/>
    <w:rsid w:val="00042F95"/>
    <w:rsid w:val="000430A6"/>
    <w:rsid w:val="00043242"/>
    <w:rsid w:val="00043722"/>
    <w:rsid w:val="00043851"/>
    <w:rsid w:val="00043AB1"/>
    <w:rsid w:val="00043B20"/>
    <w:rsid w:val="00043F35"/>
    <w:rsid w:val="0004415A"/>
    <w:rsid w:val="000443B0"/>
    <w:rsid w:val="00044893"/>
    <w:rsid w:val="00045099"/>
    <w:rsid w:val="00045725"/>
    <w:rsid w:val="00045B3D"/>
    <w:rsid w:val="00045D39"/>
    <w:rsid w:val="000469B1"/>
    <w:rsid w:val="000469FD"/>
    <w:rsid w:val="00046E59"/>
    <w:rsid w:val="000470C9"/>
    <w:rsid w:val="000474C2"/>
    <w:rsid w:val="00047C8B"/>
    <w:rsid w:val="00047F1A"/>
    <w:rsid w:val="000503D3"/>
    <w:rsid w:val="00050692"/>
    <w:rsid w:val="00050C62"/>
    <w:rsid w:val="000514AC"/>
    <w:rsid w:val="00051A8E"/>
    <w:rsid w:val="00051FAD"/>
    <w:rsid w:val="00051FCC"/>
    <w:rsid w:val="0005204A"/>
    <w:rsid w:val="00052806"/>
    <w:rsid w:val="00053400"/>
    <w:rsid w:val="00053B25"/>
    <w:rsid w:val="00054660"/>
    <w:rsid w:val="00054A89"/>
    <w:rsid w:val="00056493"/>
    <w:rsid w:val="00056751"/>
    <w:rsid w:val="0005693E"/>
    <w:rsid w:val="00056B1C"/>
    <w:rsid w:val="00056B44"/>
    <w:rsid w:val="00056E6D"/>
    <w:rsid w:val="0005723A"/>
    <w:rsid w:val="0006032F"/>
    <w:rsid w:val="00060CE0"/>
    <w:rsid w:val="0006131A"/>
    <w:rsid w:val="00061715"/>
    <w:rsid w:val="00061C15"/>
    <w:rsid w:val="0006315B"/>
    <w:rsid w:val="00063A4F"/>
    <w:rsid w:val="00063F63"/>
    <w:rsid w:val="00064945"/>
    <w:rsid w:val="00064E11"/>
    <w:rsid w:val="00064E41"/>
    <w:rsid w:val="0006540F"/>
    <w:rsid w:val="00065BFF"/>
    <w:rsid w:val="00066120"/>
    <w:rsid w:val="00066406"/>
    <w:rsid w:val="00066473"/>
    <w:rsid w:val="00066513"/>
    <w:rsid w:val="00066E07"/>
    <w:rsid w:val="00066F74"/>
    <w:rsid w:val="000673F0"/>
    <w:rsid w:val="00067794"/>
    <w:rsid w:val="00067B5A"/>
    <w:rsid w:val="00067C6C"/>
    <w:rsid w:val="00067FE3"/>
    <w:rsid w:val="0007079F"/>
    <w:rsid w:val="000707EC"/>
    <w:rsid w:val="00070D25"/>
    <w:rsid w:val="00070DEA"/>
    <w:rsid w:val="00070F33"/>
    <w:rsid w:val="00070F74"/>
    <w:rsid w:val="00071298"/>
    <w:rsid w:val="000713AA"/>
    <w:rsid w:val="00071726"/>
    <w:rsid w:val="00071D98"/>
    <w:rsid w:val="00071DD4"/>
    <w:rsid w:val="00071ED1"/>
    <w:rsid w:val="000725C3"/>
    <w:rsid w:val="000728C1"/>
    <w:rsid w:val="000737C7"/>
    <w:rsid w:val="000737D7"/>
    <w:rsid w:val="00073AA3"/>
    <w:rsid w:val="00073E15"/>
    <w:rsid w:val="00073F13"/>
    <w:rsid w:val="00074B2C"/>
    <w:rsid w:val="00074EAE"/>
    <w:rsid w:val="000754BF"/>
    <w:rsid w:val="00075DA1"/>
    <w:rsid w:val="0007601E"/>
    <w:rsid w:val="000762D3"/>
    <w:rsid w:val="0007640C"/>
    <w:rsid w:val="00076850"/>
    <w:rsid w:val="0007692E"/>
    <w:rsid w:val="00076C4E"/>
    <w:rsid w:val="00076CF2"/>
    <w:rsid w:val="00076F45"/>
    <w:rsid w:val="000770CF"/>
    <w:rsid w:val="0007737B"/>
    <w:rsid w:val="000774BE"/>
    <w:rsid w:val="0007750A"/>
    <w:rsid w:val="00077A6C"/>
    <w:rsid w:val="00077B3D"/>
    <w:rsid w:val="00080005"/>
    <w:rsid w:val="000800DB"/>
    <w:rsid w:val="00080BEE"/>
    <w:rsid w:val="00080D0E"/>
    <w:rsid w:val="00081029"/>
    <w:rsid w:val="00081470"/>
    <w:rsid w:val="00081D11"/>
    <w:rsid w:val="00082B1D"/>
    <w:rsid w:val="000831A4"/>
    <w:rsid w:val="00083324"/>
    <w:rsid w:val="000838DD"/>
    <w:rsid w:val="00083A3E"/>
    <w:rsid w:val="00083A50"/>
    <w:rsid w:val="000841E3"/>
    <w:rsid w:val="000842A2"/>
    <w:rsid w:val="00084686"/>
    <w:rsid w:val="000849CB"/>
    <w:rsid w:val="0008517F"/>
    <w:rsid w:val="00085722"/>
    <w:rsid w:val="00085820"/>
    <w:rsid w:val="00085AF4"/>
    <w:rsid w:val="00085D03"/>
    <w:rsid w:val="00086550"/>
    <w:rsid w:val="00086674"/>
    <w:rsid w:val="0008698E"/>
    <w:rsid w:val="00086E11"/>
    <w:rsid w:val="00087649"/>
    <w:rsid w:val="00087728"/>
    <w:rsid w:val="000878BD"/>
    <w:rsid w:val="000878CB"/>
    <w:rsid w:val="000879A5"/>
    <w:rsid w:val="00087B62"/>
    <w:rsid w:val="00087D3B"/>
    <w:rsid w:val="00087EB0"/>
    <w:rsid w:val="000901D3"/>
    <w:rsid w:val="00090228"/>
    <w:rsid w:val="00090457"/>
    <w:rsid w:val="00090B08"/>
    <w:rsid w:val="00090B19"/>
    <w:rsid w:val="00090B57"/>
    <w:rsid w:val="00091624"/>
    <w:rsid w:val="0009188C"/>
    <w:rsid w:val="00091D99"/>
    <w:rsid w:val="000927E8"/>
    <w:rsid w:val="0009478F"/>
    <w:rsid w:val="000948E8"/>
    <w:rsid w:val="00094921"/>
    <w:rsid w:val="00094EA2"/>
    <w:rsid w:val="00095316"/>
    <w:rsid w:val="00095328"/>
    <w:rsid w:val="0009553C"/>
    <w:rsid w:val="00095555"/>
    <w:rsid w:val="00095721"/>
    <w:rsid w:val="000957A1"/>
    <w:rsid w:val="00095E84"/>
    <w:rsid w:val="000962A2"/>
    <w:rsid w:val="000967B1"/>
    <w:rsid w:val="0009680E"/>
    <w:rsid w:val="000968F1"/>
    <w:rsid w:val="00096D6A"/>
    <w:rsid w:val="000971AB"/>
    <w:rsid w:val="000974D9"/>
    <w:rsid w:val="000977A1"/>
    <w:rsid w:val="00097EB3"/>
    <w:rsid w:val="000A062A"/>
    <w:rsid w:val="000A0DB3"/>
    <w:rsid w:val="000A0EBF"/>
    <w:rsid w:val="000A0FF2"/>
    <w:rsid w:val="000A1196"/>
    <w:rsid w:val="000A19EB"/>
    <w:rsid w:val="000A1B22"/>
    <w:rsid w:val="000A1C7B"/>
    <w:rsid w:val="000A1ED0"/>
    <w:rsid w:val="000A215D"/>
    <w:rsid w:val="000A24EB"/>
    <w:rsid w:val="000A2DC9"/>
    <w:rsid w:val="000A3001"/>
    <w:rsid w:val="000A3615"/>
    <w:rsid w:val="000A3679"/>
    <w:rsid w:val="000A3876"/>
    <w:rsid w:val="000A3AB6"/>
    <w:rsid w:val="000A3D6B"/>
    <w:rsid w:val="000A3D6C"/>
    <w:rsid w:val="000A43AD"/>
    <w:rsid w:val="000A49E0"/>
    <w:rsid w:val="000A4A83"/>
    <w:rsid w:val="000A4B7E"/>
    <w:rsid w:val="000A4C54"/>
    <w:rsid w:val="000A4F88"/>
    <w:rsid w:val="000A55DB"/>
    <w:rsid w:val="000A5B6C"/>
    <w:rsid w:val="000A5FBE"/>
    <w:rsid w:val="000A62E0"/>
    <w:rsid w:val="000A66A7"/>
    <w:rsid w:val="000A69B6"/>
    <w:rsid w:val="000A6D46"/>
    <w:rsid w:val="000A72AB"/>
    <w:rsid w:val="000A72C8"/>
    <w:rsid w:val="000A7355"/>
    <w:rsid w:val="000A73C3"/>
    <w:rsid w:val="000A7483"/>
    <w:rsid w:val="000A787B"/>
    <w:rsid w:val="000A78A4"/>
    <w:rsid w:val="000A7903"/>
    <w:rsid w:val="000A7A6D"/>
    <w:rsid w:val="000B0870"/>
    <w:rsid w:val="000B09E3"/>
    <w:rsid w:val="000B0B10"/>
    <w:rsid w:val="000B0E1E"/>
    <w:rsid w:val="000B0F0B"/>
    <w:rsid w:val="000B160E"/>
    <w:rsid w:val="000B2030"/>
    <w:rsid w:val="000B3426"/>
    <w:rsid w:val="000B3B66"/>
    <w:rsid w:val="000B3E5A"/>
    <w:rsid w:val="000B4244"/>
    <w:rsid w:val="000B465A"/>
    <w:rsid w:val="000B4762"/>
    <w:rsid w:val="000B4915"/>
    <w:rsid w:val="000B51BE"/>
    <w:rsid w:val="000B54BA"/>
    <w:rsid w:val="000B5573"/>
    <w:rsid w:val="000B5642"/>
    <w:rsid w:val="000B5718"/>
    <w:rsid w:val="000B575D"/>
    <w:rsid w:val="000B59C9"/>
    <w:rsid w:val="000B60A5"/>
    <w:rsid w:val="000B6386"/>
    <w:rsid w:val="000B6CD6"/>
    <w:rsid w:val="000B74B0"/>
    <w:rsid w:val="000B7A94"/>
    <w:rsid w:val="000B7B3D"/>
    <w:rsid w:val="000B7CFC"/>
    <w:rsid w:val="000C0243"/>
    <w:rsid w:val="000C02C4"/>
    <w:rsid w:val="000C0808"/>
    <w:rsid w:val="000C0CE1"/>
    <w:rsid w:val="000C217C"/>
    <w:rsid w:val="000C2486"/>
    <w:rsid w:val="000C2B72"/>
    <w:rsid w:val="000C2D89"/>
    <w:rsid w:val="000C3277"/>
    <w:rsid w:val="000C327E"/>
    <w:rsid w:val="000C35F6"/>
    <w:rsid w:val="000C408E"/>
    <w:rsid w:val="000C4C87"/>
    <w:rsid w:val="000C4E5B"/>
    <w:rsid w:val="000C4FB8"/>
    <w:rsid w:val="000C510B"/>
    <w:rsid w:val="000C52FB"/>
    <w:rsid w:val="000C545A"/>
    <w:rsid w:val="000C576F"/>
    <w:rsid w:val="000C5ABF"/>
    <w:rsid w:val="000C5AF8"/>
    <w:rsid w:val="000C6038"/>
    <w:rsid w:val="000C6069"/>
    <w:rsid w:val="000C60ED"/>
    <w:rsid w:val="000C664B"/>
    <w:rsid w:val="000C6A02"/>
    <w:rsid w:val="000C6B4B"/>
    <w:rsid w:val="000C7158"/>
    <w:rsid w:val="000C74A9"/>
    <w:rsid w:val="000D0AE5"/>
    <w:rsid w:val="000D0D0F"/>
    <w:rsid w:val="000D1084"/>
    <w:rsid w:val="000D1287"/>
    <w:rsid w:val="000D2170"/>
    <w:rsid w:val="000D2581"/>
    <w:rsid w:val="000D297D"/>
    <w:rsid w:val="000D45A1"/>
    <w:rsid w:val="000D462E"/>
    <w:rsid w:val="000D47D8"/>
    <w:rsid w:val="000D48CC"/>
    <w:rsid w:val="000D545B"/>
    <w:rsid w:val="000D55ED"/>
    <w:rsid w:val="000D55F0"/>
    <w:rsid w:val="000D6185"/>
    <w:rsid w:val="000D636F"/>
    <w:rsid w:val="000D6626"/>
    <w:rsid w:val="000D6F4F"/>
    <w:rsid w:val="000D71B9"/>
    <w:rsid w:val="000D728F"/>
    <w:rsid w:val="000D7362"/>
    <w:rsid w:val="000D7441"/>
    <w:rsid w:val="000D74FC"/>
    <w:rsid w:val="000D7693"/>
    <w:rsid w:val="000D77A5"/>
    <w:rsid w:val="000D7B88"/>
    <w:rsid w:val="000E0295"/>
    <w:rsid w:val="000E05D7"/>
    <w:rsid w:val="000E0B5D"/>
    <w:rsid w:val="000E0E56"/>
    <w:rsid w:val="000E103A"/>
    <w:rsid w:val="000E1484"/>
    <w:rsid w:val="000E2286"/>
    <w:rsid w:val="000E2ACB"/>
    <w:rsid w:val="000E2D48"/>
    <w:rsid w:val="000E36A9"/>
    <w:rsid w:val="000E41D8"/>
    <w:rsid w:val="000E435C"/>
    <w:rsid w:val="000E4407"/>
    <w:rsid w:val="000E4AE1"/>
    <w:rsid w:val="000E553F"/>
    <w:rsid w:val="000E5C44"/>
    <w:rsid w:val="000E65EE"/>
    <w:rsid w:val="000E69A9"/>
    <w:rsid w:val="000E6AD8"/>
    <w:rsid w:val="000E6F6F"/>
    <w:rsid w:val="000E73A0"/>
    <w:rsid w:val="000E7514"/>
    <w:rsid w:val="000E778C"/>
    <w:rsid w:val="000E7845"/>
    <w:rsid w:val="000E7AA2"/>
    <w:rsid w:val="000E7CDF"/>
    <w:rsid w:val="000E7D32"/>
    <w:rsid w:val="000E7F1F"/>
    <w:rsid w:val="000F068F"/>
    <w:rsid w:val="000F0769"/>
    <w:rsid w:val="000F0F2C"/>
    <w:rsid w:val="000F1144"/>
    <w:rsid w:val="000F1620"/>
    <w:rsid w:val="000F1651"/>
    <w:rsid w:val="000F1E58"/>
    <w:rsid w:val="000F20B6"/>
    <w:rsid w:val="000F231E"/>
    <w:rsid w:val="000F2380"/>
    <w:rsid w:val="000F249F"/>
    <w:rsid w:val="000F2949"/>
    <w:rsid w:val="000F2B82"/>
    <w:rsid w:val="000F2D0F"/>
    <w:rsid w:val="000F2F76"/>
    <w:rsid w:val="000F3E2E"/>
    <w:rsid w:val="000F3F25"/>
    <w:rsid w:val="000F48A6"/>
    <w:rsid w:val="000F49BA"/>
    <w:rsid w:val="000F4A0F"/>
    <w:rsid w:val="000F4D41"/>
    <w:rsid w:val="000F4D82"/>
    <w:rsid w:val="000F56FE"/>
    <w:rsid w:val="000F5982"/>
    <w:rsid w:val="000F60FF"/>
    <w:rsid w:val="000F6139"/>
    <w:rsid w:val="000F628D"/>
    <w:rsid w:val="000F6B7D"/>
    <w:rsid w:val="000F6BAF"/>
    <w:rsid w:val="000F6FD0"/>
    <w:rsid w:val="000F7217"/>
    <w:rsid w:val="000F725E"/>
    <w:rsid w:val="000F7978"/>
    <w:rsid w:val="000F7CA0"/>
    <w:rsid w:val="000F7CB8"/>
    <w:rsid w:val="0010089A"/>
    <w:rsid w:val="00100A84"/>
    <w:rsid w:val="00100BFA"/>
    <w:rsid w:val="00100F86"/>
    <w:rsid w:val="001012C5"/>
    <w:rsid w:val="001018B1"/>
    <w:rsid w:val="00101B25"/>
    <w:rsid w:val="0010254E"/>
    <w:rsid w:val="00102D5C"/>
    <w:rsid w:val="001037B1"/>
    <w:rsid w:val="00103DBA"/>
    <w:rsid w:val="00104917"/>
    <w:rsid w:val="00105F16"/>
    <w:rsid w:val="0010611F"/>
    <w:rsid w:val="00106844"/>
    <w:rsid w:val="00107401"/>
    <w:rsid w:val="00107486"/>
    <w:rsid w:val="0010755B"/>
    <w:rsid w:val="00107B7E"/>
    <w:rsid w:val="00107F56"/>
    <w:rsid w:val="00107FA4"/>
    <w:rsid w:val="00110825"/>
    <w:rsid w:val="00110A62"/>
    <w:rsid w:val="00110C66"/>
    <w:rsid w:val="00111004"/>
    <w:rsid w:val="0011139E"/>
    <w:rsid w:val="00111C31"/>
    <w:rsid w:val="0011200A"/>
    <w:rsid w:val="0011221D"/>
    <w:rsid w:val="0011229E"/>
    <w:rsid w:val="00112750"/>
    <w:rsid w:val="00112841"/>
    <w:rsid w:val="0011297A"/>
    <w:rsid w:val="00112B36"/>
    <w:rsid w:val="0011325B"/>
    <w:rsid w:val="001136BC"/>
    <w:rsid w:val="001136BF"/>
    <w:rsid w:val="001137B5"/>
    <w:rsid w:val="00113852"/>
    <w:rsid w:val="00113909"/>
    <w:rsid w:val="001139AA"/>
    <w:rsid w:val="001139EB"/>
    <w:rsid w:val="00113A2F"/>
    <w:rsid w:val="00114254"/>
    <w:rsid w:val="00114B8E"/>
    <w:rsid w:val="001162BD"/>
    <w:rsid w:val="001162EA"/>
    <w:rsid w:val="0011677A"/>
    <w:rsid w:val="00116A65"/>
    <w:rsid w:val="00116B80"/>
    <w:rsid w:val="00116CE7"/>
    <w:rsid w:val="00117020"/>
    <w:rsid w:val="0011750F"/>
    <w:rsid w:val="00117C98"/>
    <w:rsid w:val="00117F5B"/>
    <w:rsid w:val="00120055"/>
    <w:rsid w:val="001202B2"/>
    <w:rsid w:val="00121201"/>
    <w:rsid w:val="00121984"/>
    <w:rsid w:val="0012208A"/>
    <w:rsid w:val="001226BB"/>
    <w:rsid w:val="00122765"/>
    <w:rsid w:val="0012343F"/>
    <w:rsid w:val="0012377E"/>
    <w:rsid w:val="00123985"/>
    <w:rsid w:val="00123CE9"/>
    <w:rsid w:val="0012429E"/>
    <w:rsid w:val="00124E9E"/>
    <w:rsid w:val="001256DF"/>
    <w:rsid w:val="0012619C"/>
    <w:rsid w:val="0012681C"/>
    <w:rsid w:val="001269BE"/>
    <w:rsid w:val="00126BB3"/>
    <w:rsid w:val="00126CA0"/>
    <w:rsid w:val="00126F2F"/>
    <w:rsid w:val="0012700E"/>
    <w:rsid w:val="001272D0"/>
    <w:rsid w:val="00127393"/>
    <w:rsid w:val="0012755F"/>
    <w:rsid w:val="00127A17"/>
    <w:rsid w:val="00127DA3"/>
    <w:rsid w:val="0013040A"/>
    <w:rsid w:val="0013125B"/>
    <w:rsid w:val="001312F2"/>
    <w:rsid w:val="00131D3A"/>
    <w:rsid w:val="00132181"/>
    <w:rsid w:val="001325E9"/>
    <w:rsid w:val="001326AA"/>
    <w:rsid w:val="00132910"/>
    <w:rsid w:val="00132DDE"/>
    <w:rsid w:val="001332A2"/>
    <w:rsid w:val="0013360E"/>
    <w:rsid w:val="001339FF"/>
    <w:rsid w:val="00133A51"/>
    <w:rsid w:val="00133AD4"/>
    <w:rsid w:val="00134183"/>
    <w:rsid w:val="001341BC"/>
    <w:rsid w:val="001342FD"/>
    <w:rsid w:val="00134558"/>
    <w:rsid w:val="001349B5"/>
    <w:rsid w:val="00134D60"/>
    <w:rsid w:val="00134DA8"/>
    <w:rsid w:val="00134E2D"/>
    <w:rsid w:val="001350EE"/>
    <w:rsid w:val="00135492"/>
    <w:rsid w:val="00135641"/>
    <w:rsid w:val="00135775"/>
    <w:rsid w:val="001359BC"/>
    <w:rsid w:val="00135C5F"/>
    <w:rsid w:val="00135F36"/>
    <w:rsid w:val="0013621F"/>
    <w:rsid w:val="0013662B"/>
    <w:rsid w:val="001369DE"/>
    <w:rsid w:val="00136B19"/>
    <w:rsid w:val="00136B1A"/>
    <w:rsid w:val="001371E4"/>
    <w:rsid w:val="001373EC"/>
    <w:rsid w:val="001379EC"/>
    <w:rsid w:val="001409EF"/>
    <w:rsid w:val="00140C5F"/>
    <w:rsid w:val="00140D26"/>
    <w:rsid w:val="00140DA0"/>
    <w:rsid w:val="00141719"/>
    <w:rsid w:val="00142115"/>
    <w:rsid w:val="00142192"/>
    <w:rsid w:val="00142761"/>
    <w:rsid w:val="00142B69"/>
    <w:rsid w:val="00143D45"/>
    <w:rsid w:val="00145565"/>
    <w:rsid w:val="00145733"/>
    <w:rsid w:val="00145876"/>
    <w:rsid w:val="001459E5"/>
    <w:rsid w:val="001460B0"/>
    <w:rsid w:val="0014629A"/>
    <w:rsid w:val="00146717"/>
    <w:rsid w:val="00146E1B"/>
    <w:rsid w:val="001472DD"/>
    <w:rsid w:val="00147358"/>
    <w:rsid w:val="001473C8"/>
    <w:rsid w:val="0014794B"/>
    <w:rsid w:val="00147EA4"/>
    <w:rsid w:val="0015003E"/>
    <w:rsid w:val="001502FA"/>
    <w:rsid w:val="001503A9"/>
    <w:rsid w:val="00150B2A"/>
    <w:rsid w:val="00150D94"/>
    <w:rsid w:val="001511F7"/>
    <w:rsid w:val="0015134B"/>
    <w:rsid w:val="001517DB"/>
    <w:rsid w:val="00151F0D"/>
    <w:rsid w:val="0015202C"/>
    <w:rsid w:val="00152313"/>
    <w:rsid w:val="00152404"/>
    <w:rsid w:val="00152B00"/>
    <w:rsid w:val="00152B07"/>
    <w:rsid w:val="00152D34"/>
    <w:rsid w:val="00152EC7"/>
    <w:rsid w:val="001531B2"/>
    <w:rsid w:val="0015390B"/>
    <w:rsid w:val="00153C3E"/>
    <w:rsid w:val="00153D82"/>
    <w:rsid w:val="00154143"/>
    <w:rsid w:val="001544BE"/>
    <w:rsid w:val="00154711"/>
    <w:rsid w:val="001549CC"/>
    <w:rsid w:val="00154E05"/>
    <w:rsid w:val="00155709"/>
    <w:rsid w:val="0015584D"/>
    <w:rsid w:val="00155A70"/>
    <w:rsid w:val="00155CC9"/>
    <w:rsid w:val="00155CD1"/>
    <w:rsid w:val="001561B0"/>
    <w:rsid w:val="00156D06"/>
    <w:rsid w:val="00156F82"/>
    <w:rsid w:val="001578FA"/>
    <w:rsid w:val="00157EAB"/>
    <w:rsid w:val="00157FA2"/>
    <w:rsid w:val="00160621"/>
    <w:rsid w:val="0016067E"/>
    <w:rsid w:val="001611A8"/>
    <w:rsid w:val="00161B8D"/>
    <w:rsid w:val="00162068"/>
    <w:rsid w:val="00162738"/>
    <w:rsid w:val="00162DEA"/>
    <w:rsid w:val="0016326A"/>
    <w:rsid w:val="0016346D"/>
    <w:rsid w:val="001634BE"/>
    <w:rsid w:val="00163890"/>
    <w:rsid w:val="00163ECA"/>
    <w:rsid w:val="00164B4C"/>
    <w:rsid w:val="00164E92"/>
    <w:rsid w:val="00164F81"/>
    <w:rsid w:val="00165209"/>
    <w:rsid w:val="00165F6C"/>
    <w:rsid w:val="0016620A"/>
    <w:rsid w:val="00166313"/>
    <w:rsid w:val="001664CA"/>
    <w:rsid w:val="001665B8"/>
    <w:rsid w:val="001666DF"/>
    <w:rsid w:val="00166906"/>
    <w:rsid w:val="00166B77"/>
    <w:rsid w:val="00167102"/>
    <w:rsid w:val="00167172"/>
    <w:rsid w:val="001679E0"/>
    <w:rsid w:val="00167E47"/>
    <w:rsid w:val="0017017F"/>
    <w:rsid w:val="001704A4"/>
    <w:rsid w:val="0017052A"/>
    <w:rsid w:val="0017085D"/>
    <w:rsid w:val="0017098F"/>
    <w:rsid w:val="00170D4B"/>
    <w:rsid w:val="0017129D"/>
    <w:rsid w:val="00171407"/>
    <w:rsid w:val="001714DF"/>
    <w:rsid w:val="00171667"/>
    <w:rsid w:val="0017182F"/>
    <w:rsid w:val="00171A61"/>
    <w:rsid w:val="00172441"/>
    <w:rsid w:val="001724D0"/>
    <w:rsid w:val="001734BF"/>
    <w:rsid w:val="00173748"/>
    <w:rsid w:val="00173D09"/>
    <w:rsid w:val="0017457C"/>
    <w:rsid w:val="001751D9"/>
    <w:rsid w:val="0017552B"/>
    <w:rsid w:val="00175904"/>
    <w:rsid w:val="00175BF0"/>
    <w:rsid w:val="0017638A"/>
    <w:rsid w:val="001765E3"/>
    <w:rsid w:val="001766B6"/>
    <w:rsid w:val="00176CE9"/>
    <w:rsid w:val="00176EFB"/>
    <w:rsid w:val="0017702D"/>
    <w:rsid w:val="00177307"/>
    <w:rsid w:val="00177413"/>
    <w:rsid w:val="00177585"/>
    <w:rsid w:val="00180BEB"/>
    <w:rsid w:val="001810E1"/>
    <w:rsid w:val="001814B5"/>
    <w:rsid w:val="00181A00"/>
    <w:rsid w:val="00181A69"/>
    <w:rsid w:val="00182298"/>
    <w:rsid w:val="001823CB"/>
    <w:rsid w:val="001825A7"/>
    <w:rsid w:val="001828CD"/>
    <w:rsid w:val="00182995"/>
    <w:rsid w:val="0018392B"/>
    <w:rsid w:val="00183A3A"/>
    <w:rsid w:val="00183A60"/>
    <w:rsid w:val="00183B4A"/>
    <w:rsid w:val="001844DA"/>
    <w:rsid w:val="00185378"/>
    <w:rsid w:val="00185E37"/>
    <w:rsid w:val="00185F48"/>
    <w:rsid w:val="001863A6"/>
    <w:rsid w:val="00186594"/>
    <w:rsid w:val="00186650"/>
    <w:rsid w:val="0018723A"/>
    <w:rsid w:val="001873F8"/>
    <w:rsid w:val="001876B7"/>
    <w:rsid w:val="001900CD"/>
    <w:rsid w:val="00190C73"/>
    <w:rsid w:val="00190D42"/>
    <w:rsid w:val="00190FF8"/>
    <w:rsid w:val="001914D9"/>
    <w:rsid w:val="00191D39"/>
    <w:rsid w:val="001920E3"/>
    <w:rsid w:val="001921DD"/>
    <w:rsid w:val="00192A7F"/>
    <w:rsid w:val="00193414"/>
    <w:rsid w:val="0019366D"/>
    <w:rsid w:val="00193929"/>
    <w:rsid w:val="0019395B"/>
    <w:rsid w:val="001940A0"/>
    <w:rsid w:val="00194328"/>
    <w:rsid w:val="001944C0"/>
    <w:rsid w:val="00194701"/>
    <w:rsid w:val="0019470C"/>
    <w:rsid w:val="001948CB"/>
    <w:rsid w:val="00194C6C"/>
    <w:rsid w:val="0019572D"/>
    <w:rsid w:val="0019592D"/>
    <w:rsid w:val="00195B33"/>
    <w:rsid w:val="00196394"/>
    <w:rsid w:val="001966A5"/>
    <w:rsid w:val="00197633"/>
    <w:rsid w:val="00197E6F"/>
    <w:rsid w:val="001A0089"/>
    <w:rsid w:val="001A08C0"/>
    <w:rsid w:val="001A0D02"/>
    <w:rsid w:val="001A0E20"/>
    <w:rsid w:val="001A126D"/>
    <w:rsid w:val="001A1457"/>
    <w:rsid w:val="001A1791"/>
    <w:rsid w:val="001A17EA"/>
    <w:rsid w:val="001A19F9"/>
    <w:rsid w:val="001A2036"/>
    <w:rsid w:val="001A284C"/>
    <w:rsid w:val="001A28B1"/>
    <w:rsid w:val="001A2B9D"/>
    <w:rsid w:val="001A2C3E"/>
    <w:rsid w:val="001A2C73"/>
    <w:rsid w:val="001A2CD2"/>
    <w:rsid w:val="001A3040"/>
    <w:rsid w:val="001A3136"/>
    <w:rsid w:val="001A329D"/>
    <w:rsid w:val="001A3442"/>
    <w:rsid w:val="001A3F21"/>
    <w:rsid w:val="001A47EE"/>
    <w:rsid w:val="001A4901"/>
    <w:rsid w:val="001A4AA4"/>
    <w:rsid w:val="001A4BBB"/>
    <w:rsid w:val="001A530B"/>
    <w:rsid w:val="001A599D"/>
    <w:rsid w:val="001A59C0"/>
    <w:rsid w:val="001A5A3D"/>
    <w:rsid w:val="001A6334"/>
    <w:rsid w:val="001A673E"/>
    <w:rsid w:val="001A6A5A"/>
    <w:rsid w:val="001A70F9"/>
    <w:rsid w:val="001A7603"/>
    <w:rsid w:val="001A7D2A"/>
    <w:rsid w:val="001A7DBF"/>
    <w:rsid w:val="001A7E6D"/>
    <w:rsid w:val="001A7ECB"/>
    <w:rsid w:val="001B0303"/>
    <w:rsid w:val="001B05D6"/>
    <w:rsid w:val="001B0B76"/>
    <w:rsid w:val="001B1145"/>
    <w:rsid w:val="001B138B"/>
    <w:rsid w:val="001B18D1"/>
    <w:rsid w:val="001B2188"/>
    <w:rsid w:val="001B2305"/>
    <w:rsid w:val="001B24D7"/>
    <w:rsid w:val="001B2669"/>
    <w:rsid w:val="001B308F"/>
    <w:rsid w:val="001B342A"/>
    <w:rsid w:val="001B36A3"/>
    <w:rsid w:val="001B3C5A"/>
    <w:rsid w:val="001B4797"/>
    <w:rsid w:val="001B493E"/>
    <w:rsid w:val="001B498D"/>
    <w:rsid w:val="001B4F34"/>
    <w:rsid w:val="001B524D"/>
    <w:rsid w:val="001B5277"/>
    <w:rsid w:val="001B5427"/>
    <w:rsid w:val="001B5941"/>
    <w:rsid w:val="001B5BE6"/>
    <w:rsid w:val="001B6624"/>
    <w:rsid w:val="001B67BC"/>
    <w:rsid w:val="001B688F"/>
    <w:rsid w:val="001B68C2"/>
    <w:rsid w:val="001B6CD8"/>
    <w:rsid w:val="001B6F1F"/>
    <w:rsid w:val="001B7463"/>
    <w:rsid w:val="001B74F7"/>
    <w:rsid w:val="001B79CF"/>
    <w:rsid w:val="001B7D89"/>
    <w:rsid w:val="001B7F28"/>
    <w:rsid w:val="001C0182"/>
    <w:rsid w:val="001C0354"/>
    <w:rsid w:val="001C04B0"/>
    <w:rsid w:val="001C076B"/>
    <w:rsid w:val="001C0943"/>
    <w:rsid w:val="001C0A3F"/>
    <w:rsid w:val="001C0E2A"/>
    <w:rsid w:val="001C1704"/>
    <w:rsid w:val="001C1E9D"/>
    <w:rsid w:val="001C2084"/>
    <w:rsid w:val="001C2210"/>
    <w:rsid w:val="001C38E7"/>
    <w:rsid w:val="001C3B0C"/>
    <w:rsid w:val="001C420E"/>
    <w:rsid w:val="001C445E"/>
    <w:rsid w:val="001C44DE"/>
    <w:rsid w:val="001C469E"/>
    <w:rsid w:val="001C4847"/>
    <w:rsid w:val="001C4B21"/>
    <w:rsid w:val="001C4BDB"/>
    <w:rsid w:val="001C5398"/>
    <w:rsid w:val="001C5463"/>
    <w:rsid w:val="001C5482"/>
    <w:rsid w:val="001C5DCD"/>
    <w:rsid w:val="001C663D"/>
    <w:rsid w:val="001C6B64"/>
    <w:rsid w:val="001C6E24"/>
    <w:rsid w:val="001C6F10"/>
    <w:rsid w:val="001C7B6A"/>
    <w:rsid w:val="001D03F3"/>
    <w:rsid w:val="001D03FF"/>
    <w:rsid w:val="001D0A08"/>
    <w:rsid w:val="001D0A2B"/>
    <w:rsid w:val="001D0DED"/>
    <w:rsid w:val="001D0EA4"/>
    <w:rsid w:val="001D0F08"/>
    <w:rsid w:val="001D1145"/>
    <w:rsid w:val="001D14CB"/>
    <w:rsid w:val="001D1C66"/>
    <w:rsid w:val="001D34AB"/>
    <w:rsid w:val="001D3657"/>
    <w:rsid w:val="001D3CEC"/>
    <w:rsid w:val="001D43BE"/>
    <w:rsid w:val="001D47AC"/>
    <w:rsid w:val="001D5336"/>
    <w:rsid w:val="001D55F0"/>
    <w:rsid w:val="001D56E1"/>
    <w:rsid w:val="001D5A91"/>
    <w:rsid w:val="001D5BB4"/>
    <w:rsid w:val="001D5DFF"/>
    <w:rsid w:val="001D6044"/>
    <w:rsid w:val="001D613F"/>
    <w:rsid w:val="001D6412"/>
    <w:rsid w:val="001D68B4"/>
    <w:rsid w:val="001D6CFE"/>
    <w:rsid w:val="001D7521"/>
    <w:rsid w:val="001D75F9"/>
    <w:rsid w:val="001D76D7"/>
    <w:rsid w:val="001D76F2"/>
    <w:rsid w:val="001D7B42"/>
    <w:rsid w:val="001D7C1B"/>
    <w:rsid w:val="001D7C43"/>
    <w:rsid w:val="001E036E"/>
    <w:rsid w:val="001E04BA"/>
    <w:rsid w:val="001E0EBD"/>
    <w:rsid w:val="001E14FA"/>
    <w:rsid w:val="001E18AE"/>
    <w:rsid w:val="001E2500"/>
    <w:rsid w:val="001E2C11"/>
    <w:rsid w:val="001E2DE7"/>
    <w:rsid w:val="001E3192"/>
    <w:rsid w:val="001E3322"/>
    <w:rsid w:val="001E3419"/>
    <w:rsid w:val="001E36EA"/>
    <w:rsid w:val="001E3855"/>
    <w:rsid w:val="001E3FC8"/>
    <w:rsid w:val="001E5690"/>
    <w:rsid w:val="001E5CBD"/>
    <w:rsid w:val="001E5E0F"/>
    <w:rsid w:val="001E62F9"/>
    <w:rsid w:val="001E6BF1"/>
    <w:rsid w:val="001E7769"/>
    <w:rsid w:val="001E7850"/>
    <w:rsid w:val="001E7C14"/>
    <w:rsid w:val="001F09C3"/>
    <w:rsid w:val="001F0CFE"/>
    <w:rsid w:val="001F1806"/>
    <w:rsid w:val="001F1AF3"/>
    <w:rsid w:val="001F1C2C"/>
    <w:rsid w:val="001F1CDD"/>
    <w:rsid w:val="001F2236"/>
    <w:rsid w:val="001F286E"/>
    <w:rsid w:val="001F2AF7"/>
    <w:rsid w:val="001F356E"/>
    <w:rsid w:val="001F3A73"/>
    <w:rsid w:val="001F3DA0"/>
    <w:rsid w:val="001F4128"/>
    <w:rsid w:val="001F4131"/>
    <w:rsid w:val="001F4674"/>
    <w:rsid w:val="001F49EC"/>
    <w:rsid w:val="001F4D99"/>
    <w:rsid w:val="001F4EB0"/>
    <w:rsid w:val="001F524F"/>
    <w:rsid w:val="001F5CC0"/>
    <w:rsid w:val="001F5E92"/>
    <w:rsid w:val="001F5FB6"/>
    <w:rsid w:val="001F62D4"/>
    <w:rsid w:val="001F6307"/>
    <w:rsid w:val="001F6A1D"/>
    <w:rsid w:val="001F716D"/>
    <w:rsid w:val="001F7224"/>
    <w:rsid w:val="001F76CF"/>
    <w:rsid w:val="0020054B"/>
    <w:rsid w:val="0020106F"/>
    <w:rsid w:val="0020170D"/>
    <w:rsid w:val="0020181E"/>
    <w:rsid w:val="00201AEB"/>
    <w:rsid w:val="0020222B"/>
    <w:rsid w:val="00202426"/>
    <w:rsid w:val="00202CAB"/>
    <w:rsid w:val="00203238"/>
    <w:rsid w:val="00203788"/>
    <w:rsid w:val="002039C3"/>
    <w:rsid w:val="00203A51"/>
    <w:rsid w:val="00203A9F"/>
    <w:rsid w:val="00204070"/>
    <w:rsid w:val="002048B3"/>
    <w:rsid w:val="00204F59"/>
    <w:rsid w:val="00205350"/>
    <w:rsid w:val="00205382"/>
    <w:rsid w:val="002054B4"/>
    <w:rsid w:val="00205562"/>
    <w:rsid w:val="002055F0"/>
    <w:rsid w:val="00205A08"/>
    <w:rsid w:val="0020604C"/>
    <w:rsid w:val="00206263"/>
    <w:rsid w:val="00206302"/>
    <w:rsid w:val="002068F2"/>
    <w:rsid w:val="00206AD1"/>
    <w:rsid w:val="002071B4"/>
    <w:rsid w:val="0020725B"/>
    <w:rsid w:val="0020726F"/>
    <w:rsid w:val="00207363"/>
    <w:rsid w:val="0020747F"/>
    <w:rsid w:val="00207629"/>
    <w:rsid w:val="00207AE4"/>
    <w:rsid w:val="00207E4E"/>
    <w:rsid w:val="00207EB7"/>
    <w:rsid w:val="0021028E"/>
    <w:rsid w:val="00210495"/>
    <w:rsid w:val="00210741"/>
    <w:rsid w:val="002107D4"/>
    <w:rsid w:val="002109E5"/>
    <w:rsid w:val="00210AEF"/>
    <w:rsid w:val="00210F7E"/>
    <w:rsid w:val="0021116A"/>
    <w:rsid w:val="00211613"/>
    <w:rsid w:val="0021176B"/>
    <w:rsid w:val="0021192A"/>
    <w:rsid w:val="00212037"/>
    <w:rsid w:val="00212859"/>
    <w:rsid w:val="002129AA"/>
    <w:rsid w:val="002130B4"/>
    <w:rsid w:val="002130DF"/>
    <w:rsid w:val="00213287"/>
    <w:rsid w:val="00213911"/>
    <w:rsid w:val="002142D7"/>
    <w:rsid w:val="0021444E"/>
    <w:rsid w:val="00215565"/>
    <w:rsid w:val="002159B4"/>
    <w:rsid w:val="00215B76"/>
    <w:rsid w:val="00215D30"/>
    <w:rsid w:val="00215E7A"/>
    <w:rsid w:val="00216297"/>
    <w:rsid w:val="002166E6"/>
    <w:rsid w:val="00216D4C"/>
    <w:rsid w:val="002209D3"/>
    <w:rsid w:val="002211FD"/>
    <w:rsid w:val="00221238"/>
    <w:rsid w:val="0022138E"/>
    <w:rsid w:val="002214D9"/>
    <w:rsid w:val="00221867"/>
    <w:rsid w:val="00221F99"/>
    <w:rsid w:val="00222041"/>
    <w:rsid w:val="0022206E"/>
    <w:rsid w:val="0022240F"/>
    <w:rsid w:val="002226F3"/>
    <w:rsid w:val="00222E69"/>
    <w:rsid w:val="00223056"/>
    <w:rsid w:val="00223255"/>
    <w:rsid w:val="00223360"/>
    <w:rsid w:val="002235A5"/>
    <w:rsid w:val="002236AF"/>
    <w:rsid w:val="00223A90"/>
    <w:rsid w:val="00223B8D"/>
    <w:rsid w:val="0022417C"/>
    <w:rsid w:val="00224496"/>
    <w:rsid w:val="00225130"/>
    <w:rsid w:val="0022517A"/>
    <w:rsid w:val="0022557D"/>
    <w:rsid w:val="002263AE"/>
    <w:rsid w:val="002267C0"/>
    <w:rsid w:val="00227202"/>
    <w:rsid w:val="00230307"/>
    <w:rsid w:val="002303BA"/>
    <w:rsid w:val="00231329"/>
    <w:rsid w:val="00231617"/>
    <w:rsid w:val="00231619"/>
    <w:rsid w:val="0023167C"/>
    <w:rsid w:val="002316CD"/>
    <w:rsid w:val="002322F2"/>
    <w:rsid w:val="00232AD6"/>
    <w:rsid w:val="00232D90"/>
    <w:rsid w:val="00233060"/>
    <w:rsid w:val="0023367E"/>
    <w:rsid w:val="00233813"/>
    <w:rsid w:val="00233ECC"/>
    <w:rsid w:val="0023426A"/>
    <w:rsid w:val="002342DC"/>
    <w:rsid w:val="002347E2"/>
    <w:rsid w:val="00234B78"/>
    <w:rsid w:val="00234C68"/>
    <w:rsid w:val="00234FBD"/>
    <w:rsid w:val="0023509A"/>
    <w:rsid w:val="002350B5"/>
    <w:rsid w:val="002352FC"/>
    <w:rsid w:val="0023585D"/>
    <w:rsid w:val="00235BFD"/>
    <w:rsid w:val="002361AE"/>
    <w:rsid w:val="00236517"/>
    <w:rsid w:val="002367F3"/>
    <w:rsid w:val="00236A7B"/>
    <w:rsid w:val="002372FF"/>
    <w:rsid w:val="002379EA"/>
    <w:rsid w:val="00237A0F"/>
    <w:rsid w:val="00237EF8"/>
    <w:rsid w:val="002401F0"/>
    <w:rsid w:val="00240371"/>
    <w:rsid w:val="0024049C"/>
    <w:rsid w:val="00240C50"/>
    <w:rsid w:val="00240FE1"/>
    <w:rsid w:val="002412F4"/>
    <w:rsid w:val="00241348"/>
    <w:rsid w:val="002413C4"/>
    <w:rsid w:val="0024141D"/>
    <w:rsid w:val="00241937"/>
    <w:rsid w:val="00241EAE"/>
    <w:rsid w:val="0024237C"/>
    <w:rsid w:val="00243120"/>
    <w:rsid w:val="002439FA"/>
    <w:rsid w:val="00243B3C"/>
    <w:rsid w:val="00243C95"/>
    <w:rsid w:val="00243DCF"/>
    <w:rsid w:val="00244077"/>
    <w:rsid w:val="0024419E"/>
    <w:rsid w:val="00244710"/>
    <w:rsid w:val="0024498E"/>
    <w:rsid w:val="00244A7D"/>
    <w:rsid w:val="00245316"/>
    <w:rsid w:val="002455E2"/>
    <w:rsid w:val="00245776"/>
    <w:rsid w:val="00245B97"/>
    <w:rsid w:val="00245E8B"/>
    <w:rsid w:val="00245F08"/>
    <w:rsid w:val="0024618A"/>
    <w:rsid w:val="002463BD"/>
    <w:rsid w:val="00246D29"/>
    <w:rsid w:val="00246DDA"/>
    <w:rsid w:val="00246FDA"/>
    <w:rsid w:val="00247BA2"/>
    <w:rsid w:val="00247D4F"/>
    <w:rsid w:val="00247E9D"/>
    <w:rsid w:val="00247F8D"/>
    <w:rsid w:val="00247FBF"/>
    <w:rsid w:val="00247FE2"/>
    <w:rsid w:val="00250292"/>
    <w:rsid w:val="00250517"/>
    <w:rsid w:val="00250558"/>
    <w:rsid w:val="00250670"/>
    <w:rsid w:val="002509CE"/>
    <w:rsid w:val="00250B96"/>
    <w:rsid w:val="00250C06"/>
    <w:rsid w:val="00250E89"/>
    <w:rsid w:val="00251039"/>
    <w:rsid w:val="002514CA"/>
    <w:rsid w:val="00251645"/>
    <w:rsid w:val="002516BC"/>
    <w:rsid w:val="00251969"/>
    <w:rsid w:val="00251AD4"/>
    <w:rsid w:val="0025245E"/>
    <w:rsid w:val="00252B6B"/>
    <w:rsid w:val="00252D97"/>
    <w:rsid w:val="00252EA8"/>
    <w:rsid w:val="00253267"/>
    <w:rsid w:val="002533D2"/>
    <w:rsid w:val="0025369B"/>
    <w:rsid w:val="0025373F"/>
    <w:rsid w:val="00253AAE"/>
    <w:rsid w:val="00253B7A"/>
    <w:rsid w:val="00253E41"/>
    <w:rsid w:val="00253F0B"/>
    <w:rsid w:val="00254277"/>
    <w:rsid w:val="00254886"/>
    <w:rsid w:val="00255352"/>
    <w:rsid w:val="00255422"/>
    <w:rsid w:val="00256189"/>
    <w:rsid w:val="00256566"/>
    <w:rsid w:val="0025700F"/>
    <w:rsid w:val="0025771D"/>
    <w:rsid w:val="002601FD"/>
    <w:rsid w:val="00260DEB"/>
    <w:rsid w:val="00260F66"/>
    <w:rsid w:val="00261515"/>
    <w:rsid w:val="00261537"/>
    <w:rsid w:val="00261CDF"/>
    <w:rsid w:val="00261E1F"/>
    <w:rsid w:val="00261EC0"/>
    <w:rsid w:val="00261FCC"/>
    <w:rsid w:val="00262066"/>
    <w:rsid w:val="00262BA9"/>
    <w:rsid w:val="00263D71"/>
    <w:rsid w:val="00263EF7"/>
    <w:rsid w:val="0026437D"/>
    <w:rsid w:val="0026438E"/>
    <w:rsid w:val="00264653"/>
    <w:rsid w:val="002656D6"/>
    <w:rsid w:val="00265ABF"/>
    <w:rsid w:val="00265F44"/>
    <w:rsid w:val="00265F5D"/>
    <w:rsid w:val="00266C8E"/>
    <w:rsid w:val="00266EF7"/>
    <w:rsid w:val="00266F00"/>
    <w:rsid w:val="00267335"/>
    <w:rsid w:val="00267882"/>
    <w:rsid w:val="00267D77"/>
    <w:rsid w:val="00267EA6"/>
    <w:rsid w:val="00270CEB"/>
    <w:rsid w:val="0027118B"/>
    <w:rsid w:val="0027143F"/>
    <w:rsid w:val="00271843"/>
    <w:rsid w:val="002722BE"/>
    <w:rsid w:val="00272F02"/>
    <w:rsid w:val="002731D5"/>
    <w:rsid w:val="00273DCD"/>
    <w:rsid w:val="002740B7"/>
    <w:rsid w:val="002757F3"/>
    <w:rsid w:val="00276012"/>
    <w:rsid w:val="002764E8"/>
    <w:rsid w:val="0027666B"/>
    <w:rsid w:val="0027676C"/>
    <w:rsid w:val="00276D4B"/>
    <w:rsid w:val="00277723"/>
    <w:rsid w:val="00277BA8"/>
    <w:rsid w:val="00277C69"/>
    <w:rsid w:val="00277F7A"/>
    <w:rsid w:val="0028006A"/>
    <w:rsid w:val="00280358"/>
    <w:rsid w:val="00280388"/>
    <w:rsid w:val="00280694"/>
    <w:rsid w:val="00280CB4"/>
    <w:rsid w:val="00280E81"/>
    <w:rsid w:val="00280F97"/>
    <w:rsid w:val="002811A1"/>
    <w:rsid w:val="0028131F"/>
    <w:rsid w:val="00281A3B"/>
    <w:rsid w:val="00281A42"/>
    <w:rsid w:val="00281DD8"/>
    <w:rsid w:val="00282120"/>
    <w:rsid w:val="0028231E"/>
    <w:rsid w:val="00282943"/>
    <w:rsid w:val="00282DF8"/>
    <w:rsid w:val="00282ED3"/>
    <w:rsid w:val="00283195"/>
    <w:rsid w:val="002836B0"/>
    <w:rsid w:val="00283AB8"/>
    <w:rsid w:val="00283DF4"/>
    <w:rsid w:val="00283F6A"/>
    <w:rsid w:val="002845C8"/>
    <w:rsid w:val="00284E66"/>
    <w:rsid w:val="002859D3"/>
    <w:rsid w:val="00285A47"/>
    <w:rsid w:val="00285AF4"/>
    <w:rsid w:val="00285BF6"/>
    <w:rsid w:val="00285DB9"/>
    <w:rsid w:val="002861D3"/>
    <w:rsid w:val="00286860"/>
    <w:rsid w:val="00286CA0"/>
    <w:rsid w:val="0028701F"/>
    <w:rsid w:val="0028703D"/>
    <w:rsid w:val="0028706E"/>
    <w:rsid w:val="00287F2E"/>
    <w:rsid w:val="002903B3"/>
    <w:rsid w:val="002909F3"/>
    <w:rsid w:val="00291521"/>
    <w:rsid w:val="0029154E"/>
    <w:rsid w:val="00291ABC"/>
    <w:rsid w:val="00291BB8"/>
    <w:rsid w:val="00291BF6"/>
    <w:rsid w:val="00291FC5"/>
    <w:rsid w:val="0029217E"/>
    <w:rsid w:val="002925C4"/>
    <w:rsid w:val="002931B8"/>
    <w:rsid w:val="002938B3"/>
    <w:rsid w:val="002939A4"/>
    <w:rsid w:val="002943B3"/>
    <w:rsid w:val="00294610"/>
    <w:rsid w:val="0029474D"/>
    <w:rsid w:val="00295675"/>
    <w:rsid w:val="00295923"/>
    <w:rsid w:val="002964F4"/>
    <w:rsid w:val="0029685A"/>
    <w:rsid w:val="002968BC"/>
    <w:rsid w:val="00296DB7"/>
    <w:rsid w:val="00296E40"/>
    <w:rsid w:val="00296FFA"/>
    <w:rsid w:val="002971E3"/>
    <w:rsid w:val="00297975"/>
    <w:rsid w:val="00297B48"/>
    <w:rsid w:val="00297B93"/>
    <w:rsid w:val="00297F1E"/>
    <w:rsid w:val="00297FC0"/>
    <w:rsid w:val="002A02FB"/>
    <w:rsid w:val="002A03C2"/>
    <w:rsid w:val="002A0477"/>
    <w:rsid w:val="002A0535"/>
    <w:rsid w:val="002A0855"/>
    <w:rsid w:val="002A08AE"/>
    <w:rsid w:val="002A0A7C"/>
    <w:rsid w:val="002A0B80"/>
    <w:rsid w:val="002A0E6F"/>
    <w:rsid w:val="002A1149"/>
    <w:rsid w:val="002A1CAD"/>
    <w:rsid w:val="002A1CD8"/>
    <w:rsid w:val="002A1D7D"/>
    <w:rsid w:val="002A254F"/>
    <w:rsid w:val="002A27C2"/>
    <w:rsid w:val="002A28E8"/>
    <w:rsid w:val="002A302A"/>
    <w:rsid w:val="002A3548"/>
    <w:rsid w:val="002A399C"/>
    <w:rsid w:val="002A3C9A"/>
    <w:rsid w:val="002A428A"/>
    <w:rsid w:val="002A4CC9"/>
    <w:rsid w:val="002A5230"/>
    <w:rsid w:val="002A5738"/>
    <w:rsid w:val="002A5D45"/>
    <w:rsid w:val="002A6138"/>
    <w:rsid w:val="002A649B"/>
    <w:rsid w:val="002A6589"/>
    <w:rsid w:val="002A67BA"/>
    <w:rsid w:val="002A6B99"/>
    <w:rsid w:val="002A6CDB"/>
    <w:rsid w:val="002A6FFE"/>
    <w:rsid w:val="002A751E"/>
    <w:rsid w:val="002A7A2C"/>
    <w:rsid w:val="002A7A67"/>
    <w:rsid w:val="002A7F8D"/>
    <w:rsid w:val="002B042A"/>
    <w:rsid w:val="002B0873"/>
    <w:rsid w:val="002B0A06"/>
    <w:rsid w:val="002B0FB5"/>
    <w:rsid w:val="002B1E02"/>
    <w:rsid w:val="002B1E24"/>
    <w:rsid w:val="002B2209"/>
    <w:rsid w:val="002B220E"/>
    <w:rsid w:val="002B23ED"/>
    <w:rsid w:val="002B2621"/>
    <w:rsid w:val="002B267C"/>
    <w:rsid w:val="002B28C6"/>
    <w:rsid w:val="002B28F7"/>
    <w:rsid w:val="002B2BA7"/>
    <w:rsid w:val="002B340A"/>
    <w:rsid w:val="002B46C8"/>
    <w:rsid w:val="002B4A0E"/>
    <w:rsid w:val="002B555D"/>
    <w:rsid w:val="002B57E4"/>
    <w:rsid w:val="002B5E6D"/>
    <w:rsid w:val="002B6EB3"/>
    <w:rsid w:val="002B6FF2"/>
    <w:rsid w:val="002B7535"/>
    <w:rsid w:val="002B7DA4"/>
    <w:rsid w:val="002C07FF"/>
    <w:rsid w:val="002C0990"/>
    <w:rsid w:val="002C0CA0"/>
    <w:rsid w:val="002C0D7D"/>
    <w:rsid w:val="002C100E"/>
    <w:rsid w:val="002C1574"/>
    <w:rsid w:val="002C1785"/>
    <w:rsid w:val="002C187B"/>
    <w:rsid w:val="002C1C6F"/>
    <w:rsid w:val="002C2FE4"/>
    <w:rsid w:val="002C4272"/>
    <w:rsid w:val="002C457B"/>
    <w:rsid w:val="002C4CD0"/>
    <w:rsid w:val="002C61D4"/>
    <w:rsid w:val="002C6777"/>
    <w:rsid w:val="002C6D56"/>
    <w:rsid w:val="002C6F5B"/>
    <w:rsid w:val="002C7046"/>
    <w:rsid w:val="002C7AC7"/>
    <w:rsid w:val="002D07CC"/>
    <w:rsid w:val="002D0E16"/>
    <w:rsid w:val="002D1133"/>
    <w:rsid w:val="002D17B0"/>
    <w:rsid w:val="002D19F6"/>
    <w:rsid w:val="002D1B77"/>
    <w:rsid w:val="002D1C56"/>
    <w:rsid w:val="002D1FC1"/>
    <w:rsid w:val="002D272A"/>
    <w:rsid w:val="002D2E03"/>
    <w:rsid w:val="002D3025"/>
    <w:rsid w:val="002D35FA"/>
    <w:rsid w:val="002D3644"/>
    <w:rsid w:val="002D365D"/>
    <w:rsid w:val="002D3897"/>
    <w:rsid w:val="002D3B27"/>
    <w:rsid w:val="002D3C5F"/>
    <w:rsid w:val="002D4440"/>
    <w:rsid w:val="002D469C"/>
    <w:rsid w:val="002D4B1F"/>
    <w:rsid w:val="002D4CDD"/>
    <w:rsid w:val="002D4D54"/>
    <w:rsid w:val="002D4D78"/>
    <w:rsid w:val="002D4E09"/>
    <w:rsid w:val="002D54C8"/>
    <w:rsid w:val="002D564E"/>
    <w:rsid w:val="002D573F"/>
    <w:rsid w:val="002D5A0D"/>
    <w:rsid w:val="002D5C7E"/>
    <w:rsid w:val="002D5F19"/>
    <w:rsid w:val="002D614D"/>
    <w:rsid w:val="002D62C2"/>
    <w:rsid w:val="002D65CA"/>
    <w:rsid w:val="002D6639"/>
    <w:rsid w:val="002D681B"/>
    <w:rsid w:val="002D718E"/>
    <w:rsid w:val="002D71A4"/>
    <w:rsid w:val="002D71B6"/>
    <w:rsid w:val="002D7E2F"/>
    <w:rsid w:val="002D7EDD"/>
    <w:rsid w:val="002E0048"/>
    <w:rsid w:val="002E0197"/>
    <w:rsid w:val="002E0286"/>
    <w:rsid w:val="002E086A"/>
    <w:rsid w:val="002E09E4"/>
    <w:rsid w:val="002E0BF7"/>
    <w:rsid w:val="002E2311"/>
    <w:rsid w:val="002E2D0B"/>
    <w:rsid w:val="002E3932"/>
    <w:rsid w:val="002E3D3C"/>
    <w:rsid w:val="002E4461"/>
    <w:rsid w:val="002E4B92"/>
    <w:rsid w:val="002E4E34"/>
    <w:rsid w:val="002E51AD"/>
    <w:rsid w:val="002E57BB"/>
    <w:rsid w:val="002E58A8"/>
    <w:rsid w:val="002E5FC6"/>
    <w:rsid w:val="002E621A"/>
    <w:rsid w:val="002E64C8"/>
    <w:rsid w:val="002E6703"/>
    <w:rsid w:val="002E67FA"/>
    <w:rsid w:val="002E6ABD"/>
    <w:rsid w:val="002E6B36"/>
    <w:rsid w:val="002E6D36"/>
    <w:rsid w:val="002E76E9"/>
    <w:rsid w:val="002F0029"/>
    <w:rsid w:val="002F0288"/>
    <w:rsid w:val="002F03C6"/>
    <w:rsid w:val="002F08A8"/>
    <w:rsid w:val="002F0BBA"/>
    <w:rsid w:val="002F136F"/>
    <w:rsid w:val="002F1AEA"/>
    <w:rsid w:val="002F1E4F"/>
    <w:rsid w:val="002F1FF3"/>
    <w:rsid w:val="002F248F"/>
    <w:rsid w:val="002F2BC7"/>
    <w:rsid w:val="002F3C5C"/>
    <w:rsid w:val="002F3E23"/>
    <w:rsid w:val="002F42C0"/>
    <w:rsid w:val="002F44E3"/>
    <w:rsid w:val="002F58BC"/>
    <w:rsid w:val="002F5A63"/>
    <w:rsid w:val="002F5D6B"/>
    <w:rsid w:val="002F6244"/>
    <w:rsid w:val="002F65A9"/>
    <w:rsid w:val="002F65BE"/>
    <w:rsid w:val="002F66E6"/>
    <w:rsid w:val="002F6955"/>
    <w:rsid w:val="002F727F"/>
    <w:rsid w:val="002F728C"/>
    <w:rsid w:val="002F73AD"/>
    <w:rsid w:val="002F7EA8"/>
    <w:rsid w:val="002F7F08"/>
    <w:rsid w:val="003000CC"/>
    <w:rsid w:val="00300356"/>
    <w:rsid w:val="003012BB"/>
    <w:rsid w:val="00301515"/>
    <w:rsid w:val="00301CAA"/>
    <w:rsid w:val="00301D6E"/>
    <w:rsid w:val="00301F51"/>
    <w:rsid w:val="00302181"/>
    <w:rsid w:val="00302273"/>
    <w:rsid w:val="0030228D"/>
    <w:rsid w:val="0030299A"/>
    <w:rsid w:val="00302E9A"/>
    <w:rsid w:val="00303007"/>
    <w:rsid w:val="003033DC"/>
    <w:rsid w:val="003036C4"/>
    <w:rsid w:val="0030374D"/>
    <w:rsid w:val="003039A9"/>
    <w:rsid w:val="00303A23"/>
    <w:rsid w:val="00303C18"/>
    <w:rsid w:val="00304099"/>
    <w:rsid w:val="00304289"/>
    <w:rsid w:val="003046D9"/>
    <w:rsid w:val="00304B3B"/>
    <w:rsid w:val="00304EE7"/>
    <w:rsid w:val="00305341"/>
    <w:rsid w:val="00305ACC"/>
    <w:rsid w:val="00305BBB"/>
    <w:rsid w:val="00305C8E"/>
    <w:rsid w:val="00305EF1"/>
    <w:rsid w:val="003060BB"/>
    <w:rsid w:val="0030759D"/>
    <w:rsid w:val="003075B0"/>
    <w:rsid w:val="0030768E"/>
    <w:rsid w:val="0030795D"/>
    <w:rsid w:val="00307BA4"/>
    <w:rsid w:val="00310106"/>
    <w:rsid w:val="00310155"/>
    <w:rsid w:val="0031049C"/>
    <w:rsid w:val="003104AD"/>
    <w:rsid w:val="00311473"/>
    <w:rsid w:val="0031157A"/>
    <w:rsid w:val="00311632"/>
    <w:rsid w:val="00311D38"/>
    <w:rsid w:val="00311F7D"/>
    <w:rsid w:val="00312480"/>
    <w:rsid w:val="00312D93"/>
    <w:rsid w:val="0031326E"/>
    <w:rsid w:val="0031380B"/>
    <w:rsid w:val="003139F4"/>
    <w:rsid w:val="00313FFA"/>
    <w:rsid w:val="00314071"/>
    <w:rsid w:val="00314693"/>
    <w:rsid w:val="00314A8F"/>
    <w:rsid w:val="00314D7B"/>
    <w:rsid w:val="00314F1C"/>
    <w:rsid w:val="00315507"/>
    <w:rsid w:val="003158F7"/>
    <w:rsid w:val="00315E33"/>
    <w:rsid w:val="003164D3"/>
    <w:rsid w:val="00316DA2"/>
    <w:rsid w:val="003171E8"/>
    <w:rsid w:val="00317377"/>
    <w:rsid w:val="00317657"/>
    <w:rsid w:val="00317C12"/>
    <w:rsid w:val="00317DBB"/>
    <w:rsid w:val="00317E37"/>
    <w:rsid w:val="003202AD"/>
    <w:rsid w:val="003202EB"/>
    <w:rsid w:val="003205E3"/>
    <w:rsid w:val="00320D51"/>
    <w:rsid w:val="0032174D"/>
    <w:rsid w:val="00321DA8"/>
    <w:rsid w:val="00322026"/>
    <w:rsid w:val="00322C27"/>
    <w:rsid w:val="00322D32"/>
    <w:rsid w:val="00322E0F"/>
    <w:rsid w:val="00323075"/>
    <w:rsid w:val="003230DC"/>
    <w:rsid w:val="0032348B"/>
    <w:rsid w:val="00324114"/>
    <w:rsid w:val="003243DC"/>
    <w:rsid w:val="00324655"/>
    <w:rsid w:val="003249E8"/>
    <w:rsid w:val="00325334"/>
    <w:rsid w:val="00325DB5"/>
    <w:rsid w:val="00326182"/>
    <w:rsid w:val="00326C7B"/>
    <w:rsid w:val="003271AE"/>
    <w:rsid w:val="00327333"/>
    <w:rsid w:val="00327868"/>
    <w:rsid w:val="003278F2"/>
    <w:rsid w:val="00327D4C"/>
    <w:rsid w:val="0033094E"/>
    <w:rsid w:val="00330C86"/>
    <w:rsid w:val="00331335"/>
    <w:rsid w:val="0033142F"/>
    <w:rsid w:val="003317E9"/>
    <w:rsid w:val="00332394"/>
    <w:rsid w:val="0033277A"/>
    <w:rsid w:val="00332995"/>
    <w:rsid w:val="00332BB3"/>
    <w:rsid w:val="00332E89"/>
    <w:rsid w:val="00332FD6"/>
    <w:rsid w:val="0033306C"/>
    <w:rsid w:val="00333F87"/>
    <w:rsid w:val="003340AC"/>
    <w:rsid w:val="003345A8"/>
    <w:rsid w:val="003348FA"/>
    <w:rsid w:val="00334AAE"/>
    <w:rsid w:val="00334E39"/>
    <w:rsid w:val="00334FA3"/>
    <w:rsid w:val="00335123"/>
    <w:rsid w:val="003352CB"/>
    <w:rsid w:val="003353C2"/>
    <w:rsid w:val="003353C4"/>
    <w:rsid w:val="0033553F"/>
    <w:rsid w:val="0033588F"/>
    <w:rsid w:val="00335EFA"/>
    <w:rsid w:val="003362D9"/>
    <w:rsid w:val="00336334"/>
    <w:rsid w:val="00336437"/>
    <w:rsid w:val="0033671D"/>
    <w:rsid w:val="00336F7F"/>
    <w:rsid w:val="00337481"/>
    <w:rsid w:val="00337544"/>
    <w:rsid w:val="003375AB"/>
    <w:rsid w:val="00337A2B"/>
    <w:rsid w:val="00337F40"/>
    <w:rsid w:val="003400CE"/>
    <w:rsid w:val="003401C7"/>
    <w:rsid w:val="003404AF"/>
    <w:rsid w:val="003406BE"/>
    <w:rsid w:val="00340BF2"/>
    <w:rsid w:val="003412E4"/>
    <w:rsid w:val="00341329"/>
    <w:rsid w:val="0034189E"/>
    <w:rsid w:val="00341A0C"/>
    <w:rsid w:val="00341D7E"/>
    <w:rsid w:val="0034260F"/>
    <w:rsid w:val="00342917"/>
    <w:rsid w:val="00342A24"/>
    <w:rsid w:val="00342B15"/>
    <w:rsid w:val="00342B28"/>
    <w:rsid w:val="003430C7"/>
    <w:rsid w:val="00343254"/>
    <w:rsid w:val="00343F11"/>
    <w:rsid w:val="00344336"/>
    <w:rsid w:val="003444C4"/>
    <w:rsid w:val="00344A06"/>
    <w:rsid w:val="003451C0"/>
    <w:rsid w:val="00345899"/>
    <w:rsid w:val="00345EA6"/>
    <w:rsid w:val="0034607C"/>
    <w:rsid w:val="0034682F"/>
    <w:rsid w:val="00346B4D"/>
    <w:rsid w:val="00346D2B"/>
    <w:rsid w:val="0034723D"/>
    <w:rsid w:val="0034745B"/>
    <w:rsid w:val="00347769"/>
    <w:rsid w:val="003506F1"/>
    <w:rsid w:val="00350EE6"/>
    <w:rsid w:val="00351089"/>
    <w:rsid w:val="0035187D"/>
    <w:rsid w:val="00351ACF"/>
    <w:rsid w:val="0035253D"/>
    <w:rsid w:val="00352A33"/>
    <w:rsid w:val="00352EA9"/>
    <w:rsid w:val="00353240"/>
    <w:rsid w:val="003534A1"/>
    <w:rsid w:val="00353529"/>
    <w:rsid w:val="0035359C"/>
    <w:rsid w:val="00353C66"/>
    <w:rsid w:val="0035416B"/>
    <w:rsid w:val="00354240"/>
    <w:rsid w:val="003542BF"/>
    <w:rsid w:val="00354794"/>
    <w:rsid w:val="003554FE"/>
    <w:rsid w:val="003556C9"/>
    <w:rsid w:val="0035588E"/>
    <w:rsid w:val="00355971"/>
    <w:rsid w:val="00355FC0"/>
    <w:rsid w:val="003561A1"/>
    <w:rsid w:val="003564B1"/>
    <w:rsid w:val="0035652E"/>
    <w:rsid w:val="003565A2"/>
    <w:rsid w:val="003566DD"/>
    <w:rsid w:val="00356A9F"/>
    <w:rsid w:val="00357025"/>
    <w:rsid w:val="0035715D"/>
    <w:rsid w:val="003572FB"/>
    <w:rsid w:val="00357550"/>
    <w:rsid w:val="0035760D"/>
    <w:rsid w:val="0035777C"/>
    <w:rsid w:val="003578D5"/>
    <w:rsid w:val="003600FE"/>
    <w:rsid w:val="003607FE"/>
    <w:rsid w:val="00360BC6"/>
    <w:rsid w:val="00360DF6"/>
    <w:rsid w:val="00360F4E"/>
    <w:rsid w:val="00361BBF"/>
    <w:rsid w:val="00361E82"/>
    <w:rsid w:val="003621EF"/>
    <w:rsid w:val="00362224"/>
    <w:rsid w:val="00362374"/>
    <w:rsid w:val="00362405"/>
    <w:rsid w:val="00362729"/>
    <w:rsid w:val="00362A35"/>
    <w:rsid w:val="003634AD"/>
    <w:rsid w:val="00363D68"/>
    <w:rsid w:val="00363E1E"/>
    <w:rsid w:val="003640F9"/>
    <w:rsid w:val="003647D5"/>
    <w:rsid w:val="00364847"/>
    <w:rsid w:val="00364BE5"/>
    <w:rsid w:val="00364CBF"/>
    <w:rsid w:val="00364DAD"/>
    <w:rsid w:val="003650D6"/>
    <w:rsid w:val="00365470"/>
    <w:rsid w:val="003655B4"/>
    <w:rsid w:val="0036578E"/>
    <w:rsid w:val="00365C4B"/>
    <w:rsid w:val="00365EB9"/>
    <w:rsid w:val="00366247"/>
    <w:rsid w:val="003662E3"/>
    <w:rsid w:val="0036649A"/>
    <w:rsid w:val="003665F9"/>
    <w:rsid w:val="00366718"/>
    <w:rsid w:val="00366FE5"/>
    <w:rsid w:val="0036700A"/>
    <w:rsid w:val="0036711D"/>
    <w:rsid w:val="00367492"/>
    <w:rsid w:val="00367BAA"/>
    <w:rsid w:val="00367BD9"/>
    <w:rsid w:val="00370602"/>
    <w:rsid w:val="00370733"/>
    <w:rsid w:val="00370A49"/>
    <w:rsid w:val="00371176"/>
    <w:rsid w:val="00371355"/>
    <w:rsid w:val="003719AD"/>
    <w:rsid w:val="003724A4"/>
    <w:rsid w:val="003727C3"/>
    <w:rsid w:val="00372D00"/>
    <w:rsid w:val="003733DB"/>
    <w:rsid w:val="00373DAC"/>
    <w:rsid w:val="00373E90"/>
    <w:rsid w:val="0037460F"/>
    <w:rsid w:val="003747B4"/>
    <w:rsid w:val="00374AB0"/>
    <w:rsid w:val="00374B67"/>
    <w:rsid w:val="00374BD2"/>
    <w:rsid w:val="00374CE1"/>
    <w:rsid w:val="00374E00"/>
    <w:rsid w:val="00374F3B"/>
    <w:rsid w:val="003756D3"/>
    <w:rsid w:val="00375852"/>
    <w:rsid w:val="00375B38"/>
    <w:rsid w:val="00375BE6"/>
    <w:rsid w:val="00376081"/>
    <w:rsid w:val="00376C30"/>
    <w:rsid w:val="00376EB2"/>
    <w:rsid w:val="00376F68"/>
    <w:rsid w:val="00376F7F"/>
    <w:rsid w:val="00377265"/>
    <w:rsid w:val="003772C9"/>
    <w:rsid w:val="0037731C"/>
    <w:rsid w:val="00377B2A"/>
    <w:rsid w:val="0038053A"/>
    <w:rsid w:val="0038055E"/>
    <w:rsid w:val="00380773"/>
    <w:rsid w:val="00380804"/>
    <w:rsid w:val="0038083E"/>
    <w:rsid w:val="00380AE4"/>
    <w:rsid w:val="00380BA4"/>
    <w:rsid w:val="0038103B"/>
    <w:rsid w:val="00381091"/>
    <w:rsid w:val="0038112C"/>
    <w:rsid w:val="0038159A"/>
    <w:rsid w:val="003815F9"/>
    <w:rsid w:val="0038198B"/>
    <w:rsid w:val="00382136"/>
    <w:rsid w:val="0038217C"/>
    <w:rsid w:val="0038260B"/>
    <w:rsid w:val="003833D4"/>
    <w:rsid w:val="00383803"/>
    <w:rsid w:val="00383DB8"/>
    <w:rsid w:val="00383E8B"/>
    <w:rsid w:val="00383FE1"/>
    <w:rsid w:val="003841B1"/>
    <w:rsid w:val="003849FA"/>
    <w:rsid w:val="00384D50"/>
    <w:rsid w:val="00385029"/>
    <w:rsid w:val="00385082"/>
    <w:rsid w:val="003850A4"/>
    <w:rsid w:val="00385BFA"/>
    <w:rsid w:val="00385EA3"/>
    <w:rsid w:val="00386095"/>
    <w:rsid w:val="00386323"/>
    <w:rsid w:val="00386A0D"/>
    <w:rsid w:val="00386C7B"/>
    <w:rsid w:val="00386D28"/>
    <w:rsid w:val="003878F0"/>
    <w:rsid w:val="0038799B"/>
    <w:rsid w:val="0039052B"/>
    <w:rsid w:val="00390821"/>
    <w:rsid w:val="0039095B"/>
    <w:rsid w:val="00390998"/>
    <w:rsid w:val="0039192C"/>
    <w:rsid w:val="00391D00"/>
    <w:rsid w:val="00391F5D"/>
    <w:rsid w:val="0039217D"/>
    <w:rsid w:val="003927A4"/>
    <w:rsid w:val="00393C65"/>
    <w:rsid w:val="00393EBA"/>
    <w:rsid w:val="003941F1"/>
    <w:rsid w:val="003952ED"/>
    <w:rsid w:val="003955A8"/>
    <w:rsid w:val="0039566C"/>
    <w:rsid w:val="00395748"/>
    <w:rsid w:val="00395AAD"/>
    <w:rsid w:val="00395E0D"/>
    <w:rsid w:val="00395F2F"/>
    <w:rsid w:val="00396081"/>
    <w:rsid w:val="00396CE6"/>
    <w:rsid w:val="00397AF9"/>
    <w:rsid w:val="003A0312"/>
    <w:rsid w:val="003A058D"/>
    <w:rsid w:val="003A08E4"/>
    <w:rsid w:val="003A1100"/>
    <w:rsid w:val="003A1441"/>
    <w:rsid w:val="003A15FA"/>
    <w:rsid w:val="003A2110"/>
    <w:rsid w:val="003A2CDF"/>
    <w:rsid w:val="003A2F7C"/>
    <w:rsid w:val="003A31F1"/>
    <w:rsid w:val="003A34C6"/>
    <w:rsid w:val="003A3F01"/>
    <w:rsid w:val="003A4BFD"/>
    <w:rsid w:val="003A52C3"/>
    <w:rsid w:val="003A54B2"/>
    <w:rsid w:val="003A550C"/>
    <w:rsid w:val="003A5661"/>
    <w:rsid w:val="003A677E"/>
    <w:rsid w:val="003A6BB1"/>
    <w:rsid w:val="003A6F9D"/>
    <w:rsid w:val="003A70B4"/>
    <w:rsid w:val="003A7281"/>
    <w:rsid w:val="003A7B7B"/>
    <w:rsid w:val="003A7D97"/>
    <w:rsid w:val="003A7F27"/>
    <w:rsid w:val="003B0E90"/>
    <w:rsid w:val="003B1695"/>
    <w:rsid w:val="003B1886"/>
    <w:rsid w:val="003B24DE"/>
    <w:rsid w:val="003B2DB1"/>
    <w:rsid w:val="003B2E2A"/>
    <w:rsid w:val="003B3590"/>
    <w:rsid w:val="003B3750"/>
    <w:rsid w:val="003B3C28"/>
    <w:rsid w:val="003B3D1D"/>
    <w:rsid w:val="003B43DE"/>
    <w:rsid w:val="003B46FB"/>
    <w:rsid w:val="003B47B0"/>
    <w:rsid w:val="003B4A40"/>
    <w:rsid w:val="003B4C1F"/>
    <w:rsid w:val="003B4DF7"/>
    <w:rsid w:val="003B4E42"/>
    <w:rsid w:val="003B4F47"/>
    <w:rsid w:val="003B5A3B"/>
    <w:rsid w:val="003B5ABA"/>
    <w:rsid w:val="003B5AE7"/>
    <w:rsid w:val="003B5C63"/>
    <w:rsid w:val="003B627B"/>
    <w:rsid w:val="003B66E4"/>
    <w:rsid w:val="003B6EC0"/>
    <w:rsid w:val="003B6F69"/>
    <w:rsid w:val="003B711F"/>
    <w:rsid w:val="003B7658"/>
    <w:rsid w:val="003B78FE"/>
    <w:rsid w:val="003B7A39"/>
    <w:rsid w:val="003B7FD8"/>
    <w:rsid w:val="003C01A6"/>
    <w:rsid w:val="003C02E6"/>
    <w:rsid w:val="003C0344"/>
    <w:rsid w:val="003C065B"/>
    <w:rsid w:val="003C0A7F"/>
    <w:rsid w:val="003C117E"/>
    <w:rsid w:val="003C1E3A"/>
    <w:rsid w:val="003C228B"/>
    <w:rsid w:val="003C2B81"/>
    <w:rsid w:val="003C32E1"/>
    <w:rsid w:val="003C32EF"/>
    <w:rsid w:val="003C34B4"/>
    <w:rsid w:val="003C3B0E"/>
    <w:rsid w:val="003C3C61"/>
    <w:rsid w:val="003C3E35"/>
    <w:rsid w:val="003C420C"/>
    <w:rsid w:val="003C4514"/>
    <w:rsid w:val="003C4928"/>
    <w:rsid w:val="003C50C1"/>
    <w:rsid w:val="003C5776"/>
    <w:rsid w:val="003C59DF"/>
    <w:rsid w:val="003C5F96"/>
    <w:rsid w:val="003C645E"/>
    <w:rsid w:val="003C6692"/>
    <w:rsid w:val="003C6EF5"/>
    <w:rsid w:val="003C7028"/>
    <w:rsid w:val="003D00F2"/>
    <w:rsid w:val="003D055D"/>
    <w:rsid w:val="003D0B4E"/>
    <w:rsid w:val="003D0FD8"/>
    <w:rsid w:val="003D10B8"/>
    <w:rsid w:val="003D11D3"/>
    <w:rsid w:val="003D1384"/>
    <w:rsid w:val="003D18EA"/>
    <w:rsid w:val="003D19B0"/>
    <w:rsid w:val="003D1CC7"/>
    <w:rsid w:val="003D260F"/>
    <w:rsid w:val="003D295B"/>
    <w:rsid w:val="003D31A0"/>
    <w:rsid w:val="003D34E4"/>
    <w:rsid w:val="003D3A86"/>
    <w:rsid w:val="003D3CDF"/>
    <w:rsid w:val="003D3E90"/>
    <w:rsid w:val="003D3F44"/>
    <w:rsid w:val="003D4B37"/>
    <w:rsid w:val="003D4CF8"/>
    <w:rsid w:val="003D534F"/>
    <w:rsid w:val="003D535C"/>
    <w:rsid w:val="003D6769"/>
    <w:rsid w:val="003D71B2"/>
    <w:rsid w:val="003D75DE"/>
    <w:rsid w:val="003D7747"/>
    <w:rsid w:val="003D7766"/>
    <w:rsid w:val="003D7E97"/>
    <w:rsid w:val="003D7EB5"/>
    <w:rsid w:val="003E0202"/>
    <w:rsid w:val="003E05DE"/>
    <w:rsid w:val="003E0796"/>
    <w:rsid w:val="003E0B7D"/>
    <w:rsid w:val="003E0EE2"/>
    <w:rsid w:val="003E0F7A"/>
    <w:rsid w:val="003E118A"/>
    <w:rsid w:val="003E138C"/>
    <w:rsid w:val="003E1484"/>
    <w:rsid w:val="003E1742"/>
    <w:rsid w:val="003E1D59"/>
    <w:rsid w:val="003E20A8"/>
    <w:rsid w:val="003E243E"/>
    <w:rsid w:val="003E2535"/>
    <w:rsid w:val="003E2D1D"/>
    <w:rsid w:val="003E2DAD"/>
    <w:rsid w:val="003E300C"/>
    <w:rsid w:val="003E32ED"/>
    <w:rsid w:val="003E35DB"/>
    <w:rsid w:val="003E424F"/>
    <w:rsid w:val="003E4370"/>
    <w:rsid w:val="003E4775"/>
    <w:rsid w:val="003E497B"/>
    <w:rsid w:val="003E4A0F"/>
    <w:rsid w:val="003E4F57"/>
    <w:rsid w:val="003E54BA"/>
    <w:rsid w:val="003E5527"/>
    <w:rsid w:val="003E561D"/>
    <w:rsid w:val="003E5713"/>
    <w:rsid w:val="003E5FEF"/>
    <w:rsid w:val="003E62C2"/>
    <w:rsid w:val="003E6482"/>
    <w:rsid w:val="003E65C3"/>
    <w:rsid w:val="003E66C9"/>
    <w:rsid w:val="003E6C06"/>
    <w:rsid w:val="003E711A"/>
    <w:rsid w:val="003E7457"/>
    <w:rsid w:val="003E750F"/>
    <w:rsid w:val="003F012B"/>
    <w:rsid w:val="003F051C"/>
    <w:rsid w:val="003F0B3B"/>
    <w:rsid w:val="003F1111"/>
    <w:rsid w:val="003F194E"/>
    <w:rsid w:val="003F1C1A"/>
    <w:rsid w:val="003F2226"/>
    <w:rsid w:val="003F24B1"/>
    <w:rsid w:val="003F267E"/>
    <w:rsid w:val="003F2B61"/>
    <w:rsid w:val="003F2BCA"/>
    <w:rsid w:val="003F2EC3"/>
    <w:rsid w:val="003F3A56"/>
    <w:rsid w:val="003F3A6F"/>
    <w:rsid w:val="003F3C7B"/>
    <w:rsid w:val="003F4079"/>
    <w:rsid w:val="003F4999"/>
    <w:rsid w:val="003F4D77"/>
    <w:rsid w:val="003F5030"/>
    <w:rsid w:val="003F5088"/>
    <w:rsid w:val="003F559D"/>
    <w:rsid w:val="003F56E0"/>
    <w:rsid w:val="003F5798"/>
    <w:rsid w:val="003F5BC4"/>
    <w:rsid w:val="003F5BDC"/>
    <w:rsid w:val="003F5C7C"/>
    <w:rsid w:val="003F5EA6"/>
    <w:rsid w:val="003F60D6"/>
    <w:rsid w:val="003F6755"/>
    <w:rsid w:val="003F67CD"/>
    <w:rsid w:val="003F68AA"/>
    <w:rsid w:val="003F6979"/>
    <w:rsid w:val="003F6AE9"/>
    <w:rsid w:val="003F6D39"/>
    <w:rsid w:val="003F73C3"/>
    <w:rsid w:val="004000AD"/>
    <w:rsid w:val="004014E6"/>
    <w:rsid w:val="0040166E"/>
    <w:rsid w:val="0040176C"/>
    <w:rsid w:val="00401773"/>
    <w:rsid w:val="00401831"/>
    <w:rsid w:val="00401E69"/>
    <w:rsid w:val="00401ECF"/>
    <w:rsid w:val="00402CF5"/>
    <w:rsid w:val="00402EA8"/>
    <w:rsid w:val="00403195"/>
    <w:rsid w:val="004032C9"/>
    <w:rsid w:val="004032D9"/>
    <w:rsid w:val="00403ABE"/>
    <w:rsid w:val="00403F17"/>
    <w:rsid w:val="0040464F"/>
    <w:rsid w:val="00405AF2"/>
    <w:rsid w:val="00405D60"/>
    <w:rsid w:val="00406025"/>
    <w:rsid w:val="0040611D"/>
    <w:rsid w:val="00406367"/>
    <w:rsid w:val="004064E2"/>
    <w:rsid w:val="004069C1"/>
    <w:rsid w:val="0040734B"/>
    <w:rsid w:val="0040743C"/>
    <w:rsid w:val="004075A0"/>
    <w:rsid w:val="0040775E"/>
    <w:rsid w:val="004077BF"/>
    <w:rsid w:val="004078CD"/>
    <w:rsid w:val="00407A2C"/>
    <w:rsid w:val="00407D34"/>
    <w:rsid w:val="00407E6E"/>
    <w:rsid w:val="00410396"/>
    <w:rsid w:val="00410662"/>
    <w:rsid w:val="00410B74"/>
    <w:rsid w:val="00411086"/>
    <w:rsid w:val="004116D6"/>
    <w:rsid w:val="0041186E"/>
    <w:rsid w:val="00411D63"/>
    <w:rsid w:val="00411ECC"/>
    <w:rsid w:val="00411F85"/>
    <w:rsid w:val="004143B0"/>
    <w:rsid w:val="004147BA"/>
    <w:rsid w:val="0041485A"/>
    <w:rsid w:val="004149B3"/>
    <w:rsid w:val="00414FE9"/>
    <w:rsid w:val="004158D3"/>
    <w:rsid w:val="00415AB4"/>
    <w:rsid w:val="00415BC4"/>
    <w:rsid w:val="00415DA5"/>
    <w:rsid w:val="004162F7"/>
    <w:rsid w:val="004167D6"/>
    <w:rsid w:val="00416933"/>
    <w:rsid w:val="00417042"/>
    <w:rsid w:val="00417206"/>
    <w:rsid w:val="004178F7"/>
    <w:rsid w:val="0041799B"/>
    <w:rsid w:val="00417CF2"/>
    <w:rsid w:val="00417DC3"/>
    <w:rsid w:val="00417F78"/>
    <w:rsid w:val="00420070"/>
    <w:rsid w:val="004208D6"/>
    <w:rsid w:val="00420D11"/>
    <w:rsid w:val="004210A9"/>
    <w:rsid w:val="00421114"/>
    <w:rsid w:val="00421405"/>
    <w:rsid w:val="00421C9D"/>
    <w:rsid w:val="00421D0F"/>
    <w:rsid w:val="004225E3"/>
    <w:rsid w:val="004227C4"/>
    <w:rsid w:val="00422DB5"/>
    <w:rsid w:val="00423095"/>
    <w:rsid w:val="00423374"/>
    <w:rsid w:val="004234AA"/>
    <w:rsid w:val="004237AC"/>
    <w:rsid w:val="00423802"/>
    <w:rsid w:val="00423951"/>
    <w:rsid w:val="00423C24"/>
    <w:rsid w:val="004240B4"/>
    <w:rsid w:val="004245F7"/>
    <w:rsid w:val="00424F83"/>
    <w:rsid w:val="0042511E"/>
    <w:rsid w:val="0042524B"/>
    <w:rsid w:val="0042531E"/>
    <w:rsid w:val="00425623"/>
    <w:rsid w:val="00425A67"/>
    <w:rsid w:val="00425AEC"/>
    <w:rsid w:val="00425D1E"/>
    <w:rsid w:val="00425EFB"/>
    <w:rsid w:val="00426127"/>
    <w:rsid w:val="00426269"/>
    <w:rsid w:val="0042660C"/>
    <w:rsid w:val="004271A9"/>
    <w:rsid w:val="00427365"/>
    <w:rsid w:val="0042755F"/>
    <w:rsid w:val="00427782"/>
    <w:rsid w:val="00427992"/>
    <w:rsid w:val="00427A8A"/>
    <w:rsid w:val="00430739"/>
    <w:rsid w:val="004309EB"/>
    <w:rsid w:val="00430EDE"/>
    <w:rsid w:val="00431483"/>
    <w:rsid w:val="00431915"/>
    <w:rsid w:val="00431965"/>
    <w:rsid w:val="004319F6"/>
    <w:rsid w:val="00431C46"/>
    <w:rsid w:val="00431D77"/>
    <w:rsid w:val="00431EAC"/>
    <w:rsid w:val="0043215F"/>
    <w:rsid w:val="004321D1"/>
    <w:rsid w:val="00432208"/>
    <w:rsid w:val="0043244C"/>
    <w:rsid w:val="00432661"/>
    <w:rsid w:val="00432AEC"/>
    <w:rsid w:val="00432BA3"/>
    <w:rsid w:val="00433182"/>
    <w:rsid w:val="004336DD"/>
    <w:rsid w:val="00433D87"/>
    <w:rsid w:val="0043466E"/>
    <w:rsid w:val="00434A65"/>
    <w:rsid w:val="00435240"/>
    <w:rsid w:val="00435478"/>
    <w:rsid w:val="00436375"/>
    <w:rsid w:val="004364D9"/>
    <w:rsid w:val="00436D50"/>
    <w:rsid w:val="00436D74"/>
    <w:rsid w:val="0043727B"/>
    <w:rsid w:val="00437754"/>
    <w:rsid w:val="004401BF"/>
    <w:rsid w:val="004401CB"/>
    <w:rsid w:val="0044032F"/>
    <w:rsid w:val="004405EE"/>
    <w:rsid w:val="004406C7"/>
    <w:rsid w:val="00441095"/>
    <w:rsid w:val="0044122B"/>
    <w:rsid w:val="004413BA"/>
    <w:rsid w:val="004416A4"/>
    <w:rsid w:val="004416F4"/>
    <w:rsid w:val="00441874"/>
    <w:rsid w:val="00442EC2"/>
    <w:rsid w:val="00442FBF"/>
    <w:rsid w:val="0044363D"/>
    <w:rsid w:val="0044373D"/>
    <w:rsid w:val="00443C50"/>
    <w:rsid w:val="00443CB9"/>
    <w:rsid w:val="00444104"/>
    <w:rsid w:val="00444732"/>
    <w:rsid w:val="004447FD"/>
    <w:rsid w:val="0044488E"/>
    <w:rsid w:val="00444B16"/>
    <w:rsid w:val="00444B85"/>
    <w:rsid w:val="00444FF7"/>
    <w:rsid w:val="0044543A"/>
    <w:rsid w:val="0044559E"/>
    <w:rsid w:val="004457EC"/>
    <w:rsid w:val="00445810"/>
    <w:rsid w:val="00445A24"/>
    <w:rsid w:val="00445BB4"/>
    <w:rsid w:val="004463DE"/>
    <w:rsid w:val="004464DD"/>
    <w:rsid w:val="004464F0"/>
    <w:rsid w:val="004468E2"/>
    <w:rsid w:val="0044694A"/>
    <w:rsid w:val="00446D6A"/>
    <w:rsid w:val="00446DA7"/>
    <w:rsid w:val="0044712D"/>
    <w:rsid w:val="004471AB"/>
    <w:rsid w:val="0044766E"/>
    <w:rsid w:val="00447A86"/>
    <w:rsid w:val="00447B7F"/>
    <w:rsid w:val="00447F0A"/>
    <w:rsid w:val="004500EE"/>
    <w:rsid w:val="0045089E"/>
    <w:rsid w:val="0045099F"/>
    <w:rsid w:val="00450AE0"/>
    <w:rsid w:val="00450B86"/>
    <w:rsid w:val="00450D8E"/>
    <w:rsid w:val="0045226B"/>
    <w:rsid w:val="00452584"/>
    <w:rsid w:val="00452857"/>
    <w:rsid w:val="00452B2B"/>
    <w:rsid w:val="00452B67"/>
    <w:rsid w:val="00452C8C"/>
    <w:rsid w:val="00452D13"/>
    <w:rsid w:val="00452E19"/>
    <w:rsid w:val="00453572"/>
    <w:rsid w:val="004535FF"/>
    <w:rsid w:val="00453A2B"/>
    <w:rsid w:val="00453ACE"/>
    <w:rsid w:val="00453D72"/>
    <w:rsid w:val="00453F51"/>
    <w:rsid w:val="004548E2"/>
    <w:rsid w:val="00454996"/>
    <w:rsid w:val="00454AA5"/>
    <w:rsid w:val="00454B84"/>
    <w:rsid w:val="00455253"/>
    <w:rsid w:val="0045554F"/>
    <w:rsid w:val="00455830"/>
    <w:rsid w:val="00455A25"/>
    <w:rsid w:val="00456168"/>
    <w:rsid w:val="00456524"/>
    <w:rsid w:val="0045663D"/>
    <w:rsid w:val="00456FAE"/>
    <w:rsid w:val="004574B8"/>
    <w:rsid w:val="004578E6"/>
    <w:rsid w:val="00457B08"/>
    <w:rsid w:val="004605BD"/>
    <w:rsid w:val="00460728"/>
    <w:rsid w:val="00460DC9"/>
    <w:rsid w:val="00460F19"/>
    <w:rsid w:val="004612B1"/>
    <w:rsid w:val="00461469"/>
    <w:rsid w:val="004615D5"/>
    <w:rsid w:val="004618D7"/>
    <w:rsid w:val="00461A0F"/>
    <w:rsid w:val="00461AF6"/>
    <w:rsid w:val="00462280"/>
    <w:rsid w:val="00462393"/>
    <w:rsid w:val="00462B5B"/>
    <w:rsid w:val="00462BA7"/>
    <w:rsid w:val="004636FF"/>
    <w:rsid w:val="0046378B"/>
    <w:rsid w:val="00463F79"/>
    <w:rsid w:val="004641EC"/>
    <w:rsid w:val="004642F0"/>
    <w:rsid w:val="0046454F"/>
    <w:rsid w:val="00464997"/>
    <w:rsid w:val="00464BE0"/>
    <w:rsid w:val="00464DEB"/>
    <w:rsid w:val="00465399"/>
    <w:rsid w:val="004653C6"/>
    <w:rsid w:val="0046578A"/>
    <w:rsid w:val="00465DE6"/>
    <w:rsid w:val="00465F3C"/>
    <w:rsid w:val="00466233"/>
    <w:rsid w:val="0046634F"/>
    <w:rsid w:val="004663AA"/>
    <w:rsid w:val="00466748"/>
    <w:rsid w:val="00466EF8"/>
    <w:rsid w:val="00467123"/>
    <w:rsid w:val="00467202"/>
    <w:rsid w:val="00467298"/>
    <w:rsid w:val="00467465"/>
    <w:rsid w:val="004677D7"/>
    <w:rsid w:val="00467DBA"/>
    <w:rsid w:val="0047029D"/>
    <w:rsid w:val="004703AC"/>
    <w:rsid w:val="00471FAC"/>
    <w:rsid w:val="00471FBA"/>
    <w:rsid w:val="00472155"/>
    <w:rsid w:val="00472305"/>
    <w:rsid w:val="00472D15"/>
    <w:rsid w:val="004738C9"/>
    <w:rsid w:val="00473EDA"/>
    <w:rsid w:val="004740F4"/>
    <w:rsid w:val="00474680"/>
    <w:rsid w:val="0047477C"/>
    <w:rsid w:val="004748FD"/>
    <w:rsid w:val="00474DC2"/>
    <w:rsid w:val="004750E4"/>
    <w:rsid w:val="0047536D"/>
    <w:rsid w:val="004758CC"/>
    <w:rsid w:val="00475C2D"/>
    <w:rsid w:val="00475F90"/>
    <w:rsid w:val="00476234"/>
    <w:rsid w:val="00476688"/>
    <w:rsid w:val="0047677A"/>
    <w:rsid w:val="00476A8C"/>
    <w:rsid w:val="00477359"/>
    <w:rsid w:val="004775AD"/>
    <w:rsid w:val="00477658"/>
    <w:rsid w:val="00477AE2"/>
    <w:rsid w:val="00477DB8"/>
    <w:rsid w:val="00480817"/>
    <w:rsid w:val="00480FD6"/>
    <w:rsid w:val="00481417"/>
    <w:rsid w:val="0048155A"/>
    <w:rsid w:val="0048185B"/>
    <w:rsid w:val="00481F88"/>
    <w:rsid w:val="00482B71"/>
    <w:rsid w:val="00482E37"/>
    <w:rsid w:val="004834F8"/>
    <w:rsid w:val="004835AC"/>
    <w:rsid w:val="004839FB"/>
    <w:rsid w:val="00483C7F"/>
    <w:rsid w:val="00483F84"/>
    <w:rsid w:val="0048403C"/>
    <w:rsid w:val="00484464"/>
    <w:rsid w:val="00484953"/>
    <w:rsid w:val="004850A7"/>
    <w:rsid w:val="0048516A"/>
    <w:rsid w:val="0048522D"/>
    <w:rsid w:val="0048548A"/>
    <w:rsid w:val="004854F4"/>
    <w:rsid w:val="004859ED"/>
    <w:rsid w:val="00485B5B"/>
    <w:rsid w:val="00485D1C"/>
    <w:rsid w:val="00485FF5"/>
    <w:rsid w:val="00486681"/>
    <w:rsid w:val="00487226"/>
    <w:rsid w:val="0048771B"/>
    <w:rsid w:val="00487889"/>
    <w:rsid w:val="00487F14"/>
    <w:rsid w:val="00487F9A"/>
    <w:rsid w:val="00490093"/>
    <w:rsid w:val="004902CD"/>
    <w:rsid w:val="00490D87"/>
    <w:rsid w:val="004912A4"/>
    <w:rsid w:val="004916DF"/>
    <w:rsid w:val="00491AC9"/>
    <w:rsid w:val="00491D4D"/>
    <w:rsid w:val="00491EB1"/>
    <w:rsid w:val="004922C2"/>
    <w:rsid w:val="004922EA"/>
    <w:rsid w:val="00492F71"/>
    <w:rsid w:val="00493007"/>
    <w:rsid w:val="00493959"/>
    <w:rsid w:val="00493A7B"/>
    <w:rsid w:val="00493C5F"/>
    <w:rsid w:val="00493EF3"/>
    <w:rsid w:val="0049518E"/>
    <w:rsid w:val="00495850"/>
    <w:rsid w:val="00495956"/>
    <w:rsid w:val="00495FD0"/>
    <w:rsid w:val="0049666B"/>
    <w:rsid w:val="004968B8"/>
    <w:rsid w:val="004968CB"/>
    <w:rsid w:val="00496DE6"/>
    <w:rsid w:val="004972D0"/>
    <w:rsid w:val="00497348"/>
    <w:rsid w:val="004974DF"/>
    <w:rsid w:val="004A0261"/>
    <w:rsid w:val="004A04BE"/>
    <w:rsid w:val="004A06B2"/>
    <w:rsid w:val="004A0C14"/>
    <w:rsid w:val="004A0F39"/>
    <w:rsid w:val="004A13F5"/>
    <w:rsid w:val="004A15C2"/>
    <w:rsid w:val="004A16FC"/>
    <w:rsid w:val="004A1A57"/>
    <w:rsid w:val="004A1DD4"/>
    <w:rsid w:val="004A2084"/>
    <w:rsid w:val="004A2679"/>
    <w:rsid w:val="004A2791"/>
    <w:rsid w:val="004A3780"/>
    <w:rsid w:val="004A3810"/>
    <w:rsid w:val="004A38A8"/>
    <w:rsid w:val="004A3E9A"/>
    <w:rsid w:val="004A42B6"/>
    <w:rsid w:val="004A4851"/>
    <w:rsid w:val="004A4991"/>
    <w:rsid w:val="004A4D23"/>
    <w:rsid w:val="004A5068"/>
    <w:rsid w:val="004A53BC"/>
    <w:rsid w:val="004A55A8"/>
    <w:rsid w:val="004A5BE8"/>
    <w:rsid w:val="004A5DC2"/>
    <w:rsid w:val="004A62BA"/>
    <w:rsid w:val="004A63C7"/>
    <w:rsid w:val="004A64C6"/>
    <w:rsid w:val="004A6A9C"/>
    <w:rsid w:val="004A6CE0"/>
    <w:rsid w:val="004A6E50"/>
    <w:rsid w:val="004A6FE0"/>
    <w:rsid w:val="004A6FF8"/>
    <w:rsid w:val="004A73E7"/>
    <w:rsid w:val="004A74DF"/>
    <w:rsid w:val="004A7F5C"/>
    <w:rsid w:val="004B0016"/>
    <w:rsid w:val="004B066F"/>
    <w:rsid w:val="004B12CD"/>
    <w:rsid w:val="004B1BC4"/>
    <w:rsid w:val="004B1E5F"/>
    <w:rsid w:val="004B2ABE"/>
    <w:rsid w:val="004B2AD4"/>
    <w:rsid w:val="004B2E8C"/>
    <w:rsid w:val="004B31DD"/>
    <w:rsid w:val="004B3356"/>
    <w:rsid w:val="004B343C"/>
    <w:rsid w:val="004B37BE"/>
    <w:rsid w:val="004B3806"/>
    <w:rsid w:val="004B3824"/>
    <w:rsid w:val="004B406D"/>
    <w:rsid w:val="004B4117"/>
    <w:rsid w:val="004B41B3"/>
    <w:rsid w:val="004B427A"/>
    <w:rsid w:val="004B49A8"/>
    <w:rsid w:val="004B4BB4"/>
    <w:rsid w:val="004B4E52"/>
    <w:rsid w:val="004B4FFD"/>
    <w:rsid w:val="004B5127"/>
    <w:rsid w:val="004B5C5E"/>
    <w:rsid w:val="004B5DB0"/>
    <w:rsid w:val="004B6126"/>
    <w:rsid w:val="004B64E7"/>
    <w:rsid w:val="004B6598"/>
    <w:rsid w:val="004B65C1"/>
    <w:rsid w:val="004B67BE"/>
    <w:rsid w:val="004B7268"/>
    <w:rsid w:val="004B72C8"/>
    <w:rsid w:val="004B7338"/>
    <w:rsid w:val="004B7599"/>
    <w:rsid w:val="004B7636"/>
    <w:rsid w:val="004B7966"/>
    <w:rsid w:val="004B7A58"/>
    <w:rsid w:val="004B7E1C"/>
    <w:rsid w:val="004C072B"/>
    <w:rsid w:val="004C09E2"/>
    <w:rsid w:val="004C0E8B"/>
    <w:rsid w:val="004C120B"/>
    <w:rsid w:val="004C1B62"/>
    <w:rsid w:val="004C1EDF"/>
    <w:rsid w:val="004C1F6D"/>
    <w:rsid w:val="004C28D7"/>
    <w:rsid w:val="004C32B2"/>
    <w:rsid w:val="004C4A32"/>
    <w:rsid w:val="004C4EE2"/>
    <w:rsid w:val="004C502C"/>
    <w:rsid w:val="004C5613"/>
    <w:rsid w:val="004C5A26"/>
    <w:rsid w:val="004C5BD9"/>
    <w:rsid w:val="004C712F"/>
    <w:rsid w:val="004C781B"/>
    <w:rsid w:val="004C7995"/>
    <w:rsid w:val="004C7F44"/>
    <w:rsid w:val="004D023B"/>
    <w:rsid w:val="004D08C0"/>
    <w:rsid w:val="004D0961"/>
    <w:rsid w:val="004D10A2"/>
    <w:rsid w:val="004D1376"/>
    <w:rsid w:val="004D14A2"/>
    <w:rsid w:val="004D150F"/>
    <w:rsid w:val="004D1672"/>
    <w:rsid w:val="004D1768"/>
    <w:rsid w:val="004D1ACB"/>
    <w:rsid w:val="004D1CD8"/>
    <w:rsid w:val="004D1DDC"/>
    <w:rsid w:val="004D264F"/>
    <w:rsid w:val="004D26B0"/>
    <w:rsid w:val="004D2724"/>
    <w:rsid w:val="004D2932"/>
    <w:rsid w:val="004D29A6"/>
    <w:rsid w:val="004D2D50"/>
    <w:rsid w:val="004D2DC7"/>
    <w:rsid w:val="004D2F1C"/>
    <w:rsid w:val="004D37AE"/>
    <w:rsid w:val="004D3B23"/>
    <w:rsid w:val="004D43F8"/>
    <w:rsid w:val="004D4B98"/>
    <w:rsid w:val="004D4BC1"/>
    <w:rsid w:val="004D4C78"/>
    <w:rsid w:val="004D4F0C"/>
    <w:rsid w:val="004D54B2"/>
    <w:rsid w:val="004D5CCA"/>
    <w:rsid w:val="004D5E16"/>
    <w:rsid w:val="004D5F79"/>
    <w:rsid w:val="004D6280"/>
    <w:rsid w:val="004D635A"/>
    <w:rsid w:val="004D664A"/>
    <w:rsid w:val="004D6C74"/>
    <w:rsid w:val="004D6D63"/>
    <w:rsid w:val="004D7044"/>
    <w:rsid w:val="004D7EE6"/>
    <w:rsid w:val="004E02B3"/>
    <w:rsid w:val="004E02DC"/>
    <w:rsid w:val="004E075B"/>
    <w:rsid w:val="004E07D1"/>
    <w:rsid w:val="004E0D6C"/>
    <w:rsid w:val="004E145C"/>
    <w:rsid w:val="004E1528"/>
    <w:rsid w:val="004E1DD3"/>
    <w:rsid w:val="004E1DE2"/>
    <w:rsid w:val="004E1F97"/>
    <w:rsid w:val="004E23A2"/>
    <w:rsid w:val="004E23B9"/>
    <w:rsid w:val="004E257D"/>
    <w:rsid w:val="004E2A09"/>
    <w:rsid w:val="004E2B0F"/>
    <w:rsid w:val="004E2BFD"/>
    <w:rsid w:val="004E2EA8"/>
    <w:rsid w:val="004E34F5"/>
    <w:rsid w:val="004E3B03"/>
    <w:rsid w:val="004E3FDB"/>
    <w:rsid w:val="004E4674"/>
    <w:rsid w:val="004E468A"/>
    <w:rsid w:val="004E4782"/>
    <w:rsid w:val="004E4F16"/>
    <w:rsid w:val="004E524D"/>
    <w:rsid w:val="004E5942"/>
    <w:rsid w:val="004E5A34"/>
    <w:rsid w:val="004E5ED9"/>
    <w:rsid w:val="004E5F08"/>
    <w:rsid w:val="004E5F46"/>
    <w:rsid w:val="004E5FF3"/>
    <w:rsid w:val="004E600B"/>
    <w:rsid w:val="004E666C"/>
    <w:rsid w:val="004E6BC3"/>
    <w:rsid w:val="004E6DEE"/>
    <w:rsid w:val="004E70BD"/>
    <w:rsid w:val="004E7813"/>
    <w:rsid w:val="004E7A43"/>
    <w:rsid w:val="004F0988"/>
    <w:rsid w:val="004F0A48"/>
    <w:rsid w:val="004F1131"/>
    <w:rsid w:val="004F2116"/>
    <w:rsid w:val="004F21CC"/>
    <w:rsid w:val="004F2393"/>
    <w:rsid w:val="004F23FA"/>
    <w:rsid w:val="004F2457"/>
    <w:rsid w:val="004F26DC"/>
    <w:rsid w:val="004F2D1E"/>
    <w:rsid w:val="004F2F14"/>
    <w:rsid w:val="004F2FB8"/>
    <w:rsid w:val="004F31CC"/>
    <w:rsid w:val="004F396D"/>
    <w:rsid w:val="004F3A06"/>
    <w:rsid w:val="004F3ED8"/>
    <w:rsid w:val="004F4196"/>
    <w:rsid w:val="004F435C"/>
    <w:rsid w:val="004F4C9A"/>
    <w:rsid w:val="004F5165"/>
    <w:rsid w:val="004F54BE"/>
    <w:rsid w:val="004F5640"/>
    <w:rsid w:val="004F5A66"/>
    <w:rsid w:val="004F5BD6"/>
    <w:rsid w:val="004F609C"/>
    <w:rsid w:val="004F64CC"/>
    <w:rsid w:val="004F7280"/>
    <w:rsid w:val="004F7456"/>
    <w:rsid w:val="00500144"/>
    <w:rsid w:val="00500379"/>
    <w:rsid w:val="0050039C"/>
    <w:rsid w:val="0050082C"/>
    <w:rsid w:val="00500FC0"/>
    <w:rsid w:val="005011A0"/>
    <w:rsid w:val="00501CD3"/>
    <w:rsid w:val="00501DA4"/>
    <w:rsid w:val="00501EE2"/>
    <w:rsid w:val="005025DB"/>
    <w:rsid w:val="0050291E"/>
    <w:rsid w:val="00502A35"/>
    <w:rsid w:val="00502F4F"/>
    <w:rsid w:val="005031F1"/>
    <w:rsid w:val="00503229"/>
    <w:rsid w:val="00503BB5"/>
    <w:rsid w:val="005041A8"/>
    <w:rsid w:val="00504AEC"/>
    <w:rsid w:val="00504AF7"/>
    <w:rsid w:val="00504BA4"/>
    <w:rsid w:val="00504BA6"/>
    <w:rsid w:val="00505143"/>
    <w:rsid w:val="00505328"/>
    <w:rsid w:val="00505741"/>
    <w:rsid w:val="00505B59"/>
    <w:rsid w:val="00505F4F"/>
    <w:rsid w:val="00506324"/>
    <w:rsid w:val="00506325"/>
    <w:rsid w:val="00506497"/>
    <w:rsid w:val="00506504"/>
    <w:rsid w:val="00506AF4"/>
    <w:rsid w:val="00506C4B"/>
    <w:rsid w:val="00507518"/>
    <w:rsid w:val="00507816"/>
    <w:rsid w:val="0050793C"/>
    <w:rsid w:val="0051013B"/>
    <w:rsid w:val="005102E6"/>
    <w:rsid w:val="00510392"/>
    <w:rsid w:val="0051089E"/>
    <w:rsid w:val="00510BA2"/>
    <w:rsid w:val="00511645"/>
    <w:rsid w:val="00511997"/>
    <w:rsid w:val="00511C1C"/>
    <w:rsid w:val="00511D72"/>
    <w:rsid w:val="00512BF3"/>
    <w:rsid w:val="00512F3E"/>
    <w:rsid w:val="0051363A"/>
    <w:rsid w:val="00513D00"/>
    <w:rsid w:val="00513E97"/>
    <w:rsid w:val="00514606"/>
    <w:rsid w:val="0051556E"/>
    <w:rsid w:val="00515FD3"/>
    <w:rsid w:val="0051652A"/>
    <w:rsid w:val="0051681A"/>
    <w:rsid w:val="00517B9A"/>
    <w:rsid w:val="00517D6B"/>
    <w:rsid w:val="0052049A"/>
    <w:rsid w:val="0052077D"/>
    <w:rsid w:val="005208DD"/>
    <w:rsid w:val="00520CD4"/>
    <w:rsid w:val="00520D3E"/>
    <w:rsid w:val="00520FCC"/>
    <w:rsid w:val="00520FDC"/>
    <w:rsid w:val="005215F1"/>
    <w:rsid w:val="0052178A"/>
    <w:rsid w:val="00521B30"/>
    <w:rsid w:val="00521CC4"/>
    <w:rsid w:val="00521D33"/>
    <w:rsid w:val="0052210E"/>
    <w:rsid w:val="00522F13"/>
    <w:rsid w:val="00523679"/>
    <w:rsid w:val="00523696"/>
    <w:rsid w:val="00523F74"/>
    <w:rsid w:val="005246BC"/>
    <w:rsid w:val="00524851"/>
    <w:rsid w:val="005248C6"/>
    <w:rsid w:val="00524BD5"/>
    <w:rsid w:val="00524E39"/>
    <w:rsid w:val="00524F77"/>
    <w:rsid w:val="005258FA"/>
    <w:rsid w:val="00525C8F"/>
    <w:rsid w:val="00526062"/>
    <w:rsid w:val="005261BB"/>
    <w:rsid w:val="0052644C"/>
    <w:rsid w:val="00526C99"/>
    <w:rsid w:val="00526D63"/>
    <w:rsid w:val="00526EF2"/>
    <w:rsid w:val="005271D6"/>
    <w:rsid w:val="00527673"/>
    <w:rsid w:val="005304EB"/>
    <w:rsid w:val="0053097E"/>
    <w:rsid w:val="00530E4A"/>
    <w:rsid w:val="00530E7F"/>
    <w:rsid w:val="005313B4"/>
    <w:rsid w:val="00531E2E"/>
    <w:rsid w:val="00531FAE"/>
    <w:rsid w:val="005324A8"/>
    <w:rsid w:val="00532662"/>
    <w:rsid w:val="005326E5"/>
    <w:rsid w:val="005329EA"/>
    <w:rsid w:val="00532A14"/>
    <w:rsid w:val="00532B27"/>
    <w:rsid w:val="00532F2B"/>
    <w:rsid w:val="005332EB"/>
    <w:rsid w:val="00533DB6"/>
    <w:rsid w:val="00533F22"/>
    <w:rsid w:val="0053417C"/>
    <w:rsid w:val="005352AA"/>
    <w:rsid w:val="0053535F"/>
    <w:rsid w:val="005353CE"/>
    <w:rsid w:val="0053558A"/>
    <w:rsid w:val="0053621B"/>
    <w:rsid w:val="005365C1"/>
    <w:rsid w:val="005365E7"/>
    <w:rsid w:val="005369ED"/>
    <w:rsid w:val="00536D87"/>
    <w:rsid w:val="0053736A"/>
    <w:rsid w:val="005373A1"/>
    <w:rsid w:val="00537664"/>
    <w:rsid w:val="00537D88"/>
    <w:rsid w:val="005402D8"/>
    <w:rsid w:val="00540670"/>
    <w:rsid w:val="00540C5F"/>
    <w:rsid w:val="00541630"/>
    <w:rsid w:val="00541D75"/>
    <w:rsid w:val="00541E4D"/>
    <w:rsid w:val="005424A5"/>
    <w:rsid w:val="00542896"/>
    <w:rsid w:val="00542906"/>
    <w:rsid w:val="005432E9"/>
    <w:rsid w:val="0054399C"/>
    <w:rsid w:val="0054436A"/>
    <w:rsid w:val="0054489F"/>
    <w:rsid w:val="00544A78"/>
    <w:rsid w:val="005463AA"/>
    <w:rsid w:val="0054669C"/>
    <w:rsid w:val="005466AA"/>
    <w:rsid w:val="005471AE"/>
    <w:rsid w:val="00547388"/>
    <w:rsid w:val="005477E6"/>
    <w:rsid w:val="00547AC2"/>
    <w:rsid w:val="00550656"/>
    <w:rsid w:val="00550E1E"/>
    <w:rsid w:val="005510D3"/>
    <w:rsid w:val="0055180B"/>
    <w:rsid w:val="005518DF"/>
    <w:rsid w:val="00551CCE"/>
    <w:rsid w:val="0055212F"/>
    <w:rsid w:val="00552423"/>
    <w:rsid w:val="00552534"/>
    <w:rsid w:val="00552C81"/>
    <w:rsid w:val="00552D77"/>
    <w:rsid w:val="00552DB2"/>
    <w:rsid w:val="00552FF8"/>
    <w:rsid w:val="00552FF9"/>
    <w:rsid w:val="0055314F"/>
    <w:rsid w:val="00553304"/>
    <w:rsid w:val="00553395"/>
    <w:rsid w:val="00553C95"/>
    <w:rsid w:val="00554139"/>
    <w:rsid w:val="005543A9"/>
    <w:rsid w:val="00554410"/>
    <w:rsid w:val="00555264"/>
    <w:rsid w:val="00555484"/>
    <w:rsid w:val="0055552E"/>
    <w:rsid w:val="00555712"/>
    <w:rsid w:val="00555C84"/>
    <w:rsid w:val="00555E88"/>
    <w:rsid w:val="005566FE"/>
    <w:rsid w:val="0055697A"/>
    <w:rsid w:val="0055740B"/>
    <w:rsid w:val="0055760F"/>
    <w:rsid w:val="005578F0"/>
    <w:rsid w:val="00557B8F"/>
    <w:rsid w:val="00557CBA"/>
    <w:rsid w:val="00560681"/>
    <w:rsid w:val="005611FE"/>
    <w:rsid w:val="00561854"/>
    <w:rsid w:val="00561C66"/>
    <w:rsid w:val="00563759"/>
    <w:rsid w:val="005637A5"/>
    <w:rsid w:val="00563962"/>
    <w:rsid w:val="00563C43"/>
    <w:rsid w:val="0056423C"/>
    <w:rsid w:val="0056472A"/>
    <w:rsid w:val="00564BE2"/>
    <w:rsid w:val="00565495"/>
    <w:rsid w:val="005655A7"/>
    <w:rsid w:val="00565ED4"/>
    <w:rsid w:val="005660C8"/>
    <w:rsid w:val="00566390"/>
    <w:rsid w:val="00566A82"/>
    <w:rsid w:val="00566FD5"/>
    <w:rsid w:val="005671CC"/>
    <w:rsid w:val="0056796A"/>
    <w:rsid w:val="00567E19"/>
    <w:rsid w:val="00567EE0"/>
    <w:rsid w:val="0057005E"/>
    <w:rsid w:val="005700A4"/>
    <w:rsid w:val="0057026C"/>
    <w:rsid w:val="00570316"/>
    <w:rsid w:val="005706E3"/>
    <w:rsid w:val="005709DD"/>
    <w:rsid w:val="005717A7"/>
    <w:rsid w:val="00571972"/>
    <w:rsid w:val="00571B35"/>
    <w:rsid w:val="0057266C"/>
    <w:rsid w:val="00573107"/>
    <w:rsid w:val="00573835"/>
    <w:rsid w:val="00574633"/>
    <w:rsid w:val="00574D47"/>
    <w:rsid w:val="005750AB"/>
    <w:rsid w:val="005755F0"/>
    <w:rsid w:val="005756DB"/>
    <w:rsid w:val="005758D4"/>
    <w:rsid w:val="00575945"/>
    <w:rsid w:val="00575AAF"/>
    <w:rsid w:val="005761BB"/>
    <w:rsid w:val="005763B1"/>
    <w:rsid w:val="0057640B"/>
    <w:rsid w:val="005767E0"/>
    <w:rsid w:val="00576B1A"/>
    <w:rsid w:val="00576D9F"/>
    <w:rsid w:val="005772BE"/>
    <w:rsid w:val="0057790B"/>
    <w:rsid w:val="00577E04"/>
    <w:rsid w:val="00577E39"/>
    <w:rsid w:val="00580525"/>
    <w:rsid w:val="00580BB0"/>
    <w:rsid w:val="00581118"/>
    <w:rsid w:val="005811B2"/>
    <w:rsid w:val="00581399"/>
    <w:rsid w:val="00582017"/>
    <w:rsid w:val="005821A0"/>
    <w:rsid w:val="0058252E"/>
    <w:rsid w:val="00582777"/>
    <w:rsid w:val="00582AAB"/>
    <w:rsid w:val="00582B30"/>
    <w:rsid w:val="00582CCA"/>
    <w:rsid w:val="0058317D"/>
    <w:rsid w:val="00583300"/>
    <w:rsid w:val="005835D5"/>
    <w:rsid w:val="00583881"/>
    <w:rsid w:val="00583B64"/>
    <w:rsid w:val="0058405F"/>
    <w:rsid w:val="005841BC"/>
    <w:rsid w:val="005842C9"/>
    <w:rsid w:val="005849AC"/>
    <w:rsid w:val="005852A1"/>
    <w:rsid w:val="0058577D"/>
    <w:rsid w:val="005858CC"/>
    <w:rsid w:val="00585915"/>
    <w:rsid w:val="0058642A"/>
    <w:rsid w:val="00586910"/>
    <w:rsid w:val="00586B7C"/>
    <w:rsid w:val="00586EE5"/>
    <w:rsid w:val="005871BF"/>
    <w:rsid w:val="00587A1D"/>
    <w:rsid w:val="00587F4E"/>
    <w:rsid w:val="00590278"/>
    <w:rsid w:val="00590693"/>
    <w:rsid w:val="00590819"/>
    <w:rsid w:val="00590E43"/>
    <w:rsid w:val="00590FBE"/>
    <w:rsid w:val="00591005"/>
    <w:rsid w:val="005913F6"/>
    <w:rsid w:val="0059161A"/>
    <w:rsid w:val="00593215"/>
    <w:rsid w:val="0059321E"/>
    <w:rsid w:val="00593A56"/>
    <w:rsid w:val="00593FC1"/>
    <w:rsid w:val="00594597"/>
    <w:rsid w:val="005945C7"/>
    <w:rsid w:val="00594BE7"/>
    <w:rsid w:val="00594CB1"/>
    <w:rsid w:val="00594F0F"/>
    <w:rsid w:val="005953D8"/>
    <w:rsid w:val="005959EA"/>
    <w:rsid w:val="00595E8F"/>
    <w:rsid w:val="00595FD8"/>
    <w:rsid w:val="00596003"/>
    <w:rsid w:val="00597545"/>
    <w:rsid w:val="00597D76"/>
    <w:rsid w:val="005A0027"/>
    <w:rsid w:val="005A014B"/>
    <w:rsid w:val="005A071F"/>
    <w:rsid w:val="005A093A"/>
    <w:rsid w:val="005A1240"/>
    <w:rsid w:val="005A1981"/>
    <w:rsid w:val="005A1A1E"/>
    <w:rsid w:val="005A2573"/>
    <w:rsid w:val="005A2811"/>
    <w:rsid w:val="005A2E72"/>
    <w:rsid w:val="005A31A2"/>
    <w:rsid w:val="005A3402"/>
    <w:rsid w:val="005A3667"/>
    <w:rsid w:val="005A3F71"/>
    <w:rsid w:val="005A482B"/>
    <w:rsid w:val="005A4831"/>
    <w:rsid w:val="005A4A4A"/>
    <w:rsid w:val="005A4D2C"/>
    <w:rsid w:val="005A6578"/>
    <w:rsid w:val="005A6AB4"/>
    <w:rsid w:val="005A6BE8"/>
    <w:rsid w:val="005A711D"/>
    <w:rsid w:val="005A7221"/>
    <w:rsid w:val="005A7251"/>
    <w:rsid w:val="005A7AF5"/>
    <w:rsid w:val="005A7B8B"/>
    <w:rsid w:val="005A7BCE"/>
    <w:rsid w:val="005A7E6D"/>
    <w:rsid w:val="005B01B6"/>
    <w:rsid w:val="005B0246"/>
    <w:rsid w:val="005B0AAF"/>
    <w:rsid w:val="005B0C92"/>
    <w:rsid w:val="005B1A14"/>
    <w:rsid w:val="005B21A4"/>
    <w:rsid w:val="005B21C4"/>
    <w:rsid w:val="005B24FA"/>
    <w:rsid w:val="005B2939"/>
    <w:rsid w:val="005B3084"/>
    <w:rsid w:val="005B309A"/>
    <w:rsid w:val="005B3C03"/>
    <w:rsid w:val="005B4598"/>
    <w:rsid w:val="005B4F47"/>
    <w:rsid w:val="005B522D"/>
    <w:rsid w:val="005B549D"/>
    <w:rsid w:val="005B58F7"/>
    <w:rsid w:val="005B5C6E"/>
    <w:rsid w:val="005B5D7C"/>
    <w:rsid w:val="005B611C"/>
    <w:rsid w:val="005B64D7"/>
    <w:rsid w:val="005B66F2"/>
    <w:rsid w:val="005B6759"/>
    <w:rsid w:val="005B67BD"/>
    <w:rsid w:val="005B67F6"/>
    <w:rsid w:val="005B6B5E"/>
    <w:rsid w:val="005B77D6"/>
    <w:rsid w:val="005B7968"/>
    <w:rsid w:val="005B7B28"/>
    <w:rsid w:val="005B7DB7"/>
    <w:rsid w:val="005B7F51"/>
    <w:rsid w:val="005C029A"/>
    <w:rsid w:val="005C0316"/>
    <w:rsid w:val="005C0F2D"/>
    <w:rsid w:val="005C190D"/>
    <w:rsid w:val="005C1C24"/>
    <w:rsid w:val="005C1D15"/>
    <w:rsid w:val="005C1F84"/>
    <w:rsid w:val="005C2065"/>
    <w:rsid w:val="005C2323"/>
    <w:rsid w:val="005C23D5"/>
    <w:rsid w:val="005C2B38"/>
    <w:rsid w:val="005C2B66"/>
    <w:rsid w:val="005C2C3F"/>
    <w:rsid w:val="005C2D0B"/>
    <w:rsid w:val="005C2E91"/>
    <w:rsid w:val="005C2EA2"/>
    <w:rsid w:val="005C345B"/>
    <w:rsid w:val="005C34DF"/>
    <w:rsid w:val="005C3CC8"/>
    <w:rsid w:val="005C3D35"/>
    <w:rsid w:val="005C4696"/>
    <w:rsid w:val="005C4B9F"/>
    <w:rsid w:val="005C5533"/>
    <w:rsid w:val="005C5663"/>
    <w:rsid w:val="005C5B19"/>
    <w:rsid w:val="005C60C4"/>
    <w:rsid w:val="005C65FD"/>
    <w:rsid w:val="005C6698"/>
    <w:rsid w:val="005C678C"/>
    <w:rsid w:val="005C6AB5"/>
    <w:rsid w:val="005C6B05"/>
    <w:rsid w:val="005C6DC1"/>
    <w:rsid w:val="005C6E7B"/>
    <w:rsid w:val="005C70E0"/>
    <w:rsid w:val="005C7312"/>
    <w:rsid w:val="005C7FBC"/>
    <w:rsid w:val="005D00B2"/>
    <w:rsid w:val="005D0661"/>
    <w:rsid w:val="005D11E5"/>
    <w:rsid w:val="005D1673"/>
    <w:rsid w:val="005D187B"/>
    <w:rsid w:val="005D1A46"/>
    <w:rsid w:val="005D1EE4"/>
    <w:rsid w:val="005D21BA"/>
    <w:rsid w:val="005D24CD"/>
    <w:rsid w:val="005D29D6"/>
    <w:rsid w:val="005D2EE9"/>
    <w:rsid w:val="005D2FA5"/>
    <w:rsid w:val="005D35FE"/>
    <w:rsid w:val="005D414F"/>
    <w:rsid w:val="005D44EE"/>
    <w:rsid w:val="005D4694"/>
    <w:rsid w:val="005D4D4E"/>
    <w:rsid w:val="005D5737"/>
    <w:rsid w:val="005D5778"/>
    <w:rsid w:val="005D5EAD"/>
    <w:rsid w:val="005D6196"/>
    <w:rsid w:val="005D6314"/>
    <w:rsid w:val="005D6670"/>
    <w:rsid w:val="005D6785"/>
    <w:rsid w:val="005D6D96"/>
    <w:rsid w:val="005D7A56"/>
    <w:rsid w:val="005E02C3"/>
    <w:rsid w:val="005E0AF8"/>
    <w:rsid w:val="005E0C10"/>
    <w:rsid w:val="005E1C94"/>
    <w:rsid w:val="005E1EC8"/>
    <w:rsid w:val="005E1F0A"/>
    <w:rsid w:val="005E2E23"/>
    <w:rsid w:val="005E3272"/>
    <w:rsid w:val="005E32F3"/>
    <w:rsid w:val="005E3302"/>
    <w:rsid w:val="005E3645"/>
    <w:rsid w:val="005E3E4C"/>
    <w:rsid w:val="005E4458"/>
    <w:rsid w:val="005E5385"/>
    <w:rsid w:val="005E5428"/>
    <w:rsid w:val="005E5867"/>
    <w:rsid w:val="005E58EC"/>
    <w:rsid w:val="005E5B27"/>
    <w:rsid w:val="005E617A"/>
    <w:rsid w:val="005E69A6"/>
    <w:rsid w:val="005E7260"/>
    <w:rsid w:val="005E7F1C"/>
    <w:rsid w:val="005F0038"/>
    <w:rsid w:val="005F0081"/>
    <w:rsid w:val="005F01D2"/>
    <w:rsid w:val="005F0219"/>
    <w:rsid w:val="005F06C9"/>
    <w:rsid w:val="005F094A"/>
    <w:rsid w:val="005F10AC"/>
    <w:rsid w:val="005F140E"/>
    <w:rsid w:val="005F1491"/>
    <w:rsid w:val="005F1DC7"/>
    <w:rsid w:val="005F24E7"/>
    <w:rsid w:val="005F2560"/>
    <w:rsid w:val="005F2CBB"/>
    <w:rsid w:val="005F32DF"/>
    <w:rsid w:val="005F3BEF"/>
    <w:rsid w:val="005F4ECC"/>
    <w:rsid w:val="005F4F09"/>
    <w:rsid w:val="005F4F85"/>
    <w:rsid w:val="005F5FE6"/>
    <w:rsid w:val="005F5FEE"/>
    <w:rsid w:val="005F6033"/>
    <w:rsid w:val="005F63D1"/>
    <w:rsid w:val="005F6795"/>
    <w:rsid w:val="005F6823"/>
    <w:rsid w:val="005F732F"/>
    <w:rsid w:val="005F7ED7"/>
    <w:rsid w:val="0060006B"/>
    <w:rsid w:val="006000EE"/>
    <w:rsid w:val="0060069C"/>
    <w:rsid w:val="00601865"/>
    <w:rsid w:val="0060296C"/>
    <w:rsid w:val="006032F8"/>
    <w:rsid w:val="00603D54"/>
    <w:rsid w:val="00604EF6"/>
    <w:rsid w:val="006050ED"/>
    <w:rsid w:val="00605942"/>
    <w:rsid w:val="00605FE5"/>
    <w:rsid w:val="0060605D"/>
    <w:rsid w:val="006065FA"/>
    <w:rsid w:val="0060686F"/>
    <w:rsid w:val="006069E7"/>
    <w:rsid w:val="00606E99"/>
    <w:rsid w:val="006070AE"/>
    <w:rsid w:val="006074E3"/>
    <w:rsid w:val="00607823"/>
    <w:rsid w:val="0061017F"/>
    <w:rsid w:val="00610C3B"/>
    <w:rsid w:val="00610E64"/>
    <w:rsid w:val="00610F01"/>
    <w:rsid w:val="006114F5"/>
    <w:rsid w:val="00611586"/>
    <w:rsid w:val="00611731"/>
    <w:rsid w:val="006123CD"/>
    <w:rsid w:val="006127AA"/>
    <w:rsid w:val="006127BE"/>
    <w:rsid w:val="00613B7E"/>
    <w:rsid w:val="00613B96"/>
    <w:rsid w:val="00613DA2"/>
    <w:rsid w:val="00614395"/>
    <w:rsid w:val="006144FF"/>
    <w:rsid w:val="0061464E"/>
    <w:rsid w:val="00614926"/>
    <w:rsid w:val="00614D1C"/>
    <w:rsid w:val="00615032"/>
    <w:rsid w:val="0061504E"/>
    <w:rsid w:val="00615395"/>
    <w:rsid w:val="006156F5"/>
    <w:rsid w:val="00615911"/>
    <w:rsid w:val="00615B0D"/>
    <w:rsid w:val="00615B74"/>
    <w:rsid w:val="00615D74"/>
    <w:rsid w:val="006162EF"/>
    <w:rsid w:val="00616512"/>
    <w:rsid w:val="00617018"/>
    <w:rsid w:val="00617856"/>
    <w:rsid w:val="00617D11"/>
    <w:rsid w:val="00617EDC"/>
    <w:rsid w:val="006200C6"/>
    <w:rsid w:val="00620767"/>
    <w:rsid w:val="00620890"/>
    <w:rsid w:val="00620B5B"/>
    <w:rsid w:val="00621ACA"/>
    <w:rsid w:val="00621D3C"/>
    <w:rsid w:val="00622119"/>
    <w:rsid w:val="006221AF"/>
    <w:rsid w:val="0062269C"/>
    <w:rsid w:val="0062330C"/>
    <w:rsid w:val="0062343D"/>
    <w:rsid w:val="00624473"/>
    <w:rsid w:val="0062452A"/>
    <w:rsid w:val="006246C8"/>
    <w:rsid w:val="00624BFA"/>
    <w:rsid w:val="00624C41"/>
    <w:rsid w:val="00624C73"/>
    <w:rsid w:val="00624E40"/>
    <w:rsid w:val="00626A43"/>
    <w:rsid w:val="00626CC5"/>
    <w:rsid w:val="00627044"/>
    <w:rsid w:val="00627DDD"/>
    <w:rsid w:val="00627FDD"/>
    <w:rsid w:val="00630201"/>
    <w:rsid w:val="00630377"/>
    <w:rsid w:val="0063071F"/>
    <w:rsid w:val="00630DDC"/>
    <w:rsid w:val="006310FF"/>
    <w:rsid w:val="0063198C"/>
    <w:rsid w:val="006327F7"/>
    <w:rsid w:val="006328C8"/>
    <w:rsid w:val="00632FB1"/>
    <w:rsid w:val="00633867"/>
    <w:rsid w:val="0063389E"/>
    <w:rsid w:val="00633BC1"/>
    <w:rsid w:val="00633D00"/>
    <w:rsid w:val="00633E02"/>
    <w:rsid w:val="00633F84"/>
    <w:rsid w:val="00634A4D"/>
    <w:rsid w:val="00634DF1"/>
    <w:rsid w:val="00634F12"/>
    <w:rsid w:val="00635065"/>
    <w:rsid w:val="00635E70"/>
    <w:rsid w:val="00636094"/>
    <w:rsid w:val="0063666D"/>
    <w:rsid w:val="00636691"/>
    <w:rsid w:val="006368C5"/>
    <w:rsid w:val="00637159"/>
    <w:rsid w:val="00637B56"/>
    <w:rsid w:val="0064054D"/>
    <w:rsid w:val="0064066B"/>
    <w:rsid w:val="006409AA"/>
    <w:rsid w:val="00640E0B"/>
    <w:rsid w:val="00640FC9"/>
    <w:rsid w:val="0064195D"/>
    <w:rsid w:val="006419ED"/>
    <w:rsid w:val="0064232F"/>
    <w:rsid w:val="006423DC"/>
    <w:rsid w:val="0064253A"/>
    <w:rsid w:val="0064275A"/>
    <w:rsid w:val="00642872"/>
    <w:rsid w:val="00643060"/>
    <w:rsid w:val="00643647"/>
    <w:rsid w:val="00643F55"/>
    <w:rsid w:val="006443D3"/>
    <w:rsid w:val="00644637"/>
    <w:rsid w:val="006446B5"/>
    <w:rsid w:val="006450EC"/>
    <w:rsid w:val="0064517B"/>
    <w:rsid w:val="0064542F"/>
    <w:rsid w:val="006458C9"/>
    <w:rsid w:val="00645DDF"/>
    <w:rsid w:val="00646EBD"/>
    <w:rsid w:val="00647306"/>
    <w:rsid w:val="006473F6"/>
    <w:rsid w:val="00647517"/>
    <w:rsid w:val="00647518"/>
    <w:rsid w:val="00647674"/>
    <w:rsid w:val="00647809"/>
    <w:rsid w:val="00647859"/>
    <w:rsid w:val="0065027A"/>
    <w:rsid w:val="006502BC"/>
    <w:rsid w:val="00650A85"/>
    <w:rsid w:val="00650FDE"/>
    <w:rsid w:val="00651093"/>
    <w:rsid w:val="006514BC"/>
    <w:rsid w:val="00651F94"/>
    <w:rsid w:val="006523FB"/>
    <w:rsid w:val="006526F9"/>
    <w:rsid w:val="00652B05"/>
    <w:rsid w:val="00652C40"/>
    <w:rsid w:val="00652F9B"/>
    <w:rsid w:val="00653098"/>
    <w:rsid w:val="00653227"/>
    <w:rsid w:val="00653243"/>
    <w:rsid w:val="006532EB"/>
    <w:rsid w:val="006535A2"/>
    <w:rsid w:val="00653F22"/>
    <w:rsid w:val="00653FE9"/>
    <w:rsid w:val="0065402D"/>
    <w:rsid w:val="006542B1"/>
    <w:rsid w:val="006544A8"/>
    <w:rsid w:val="00654575"/>
    <w:rsid w:val="00654874"/>
    <w:rsid w:val="00654D30"/>
    <w:rsid w:val="00654DFC"/>
    <w:rsid w:val="00655182"/>
    <w:rsid w:val="00655247"/>
    <w:rsid w:val="0065562C"/>
    <w:rsid w:val="00655791"/>
    <w:rsid w:val="006560FB"/>
    <w:rsid w:val="006569AC"/>
    <w:rsid w:val="00657039"/>
    <w:rsid w:val="00657362"/>
    <w:rsid w:val="0065770A"/>
    <w:rsid w:val="00657889"/>
    <w:rsid w:val="00657A90"/>
    <w:rsid w:val="006602C5"/>
    <w:rsid w:val="00660659"/>
    <w:rsid w:val="00660944"/>
    <w:rsid w:val="00660B79"/>
    <w:rsid w:val="00660C2A"/>
    <w:rsid w:val="00661E4B"/>
    <w:rsid w:val="0066214E"/>
    <w:rsid w:val="006623A7"/>
    <w:rsid w:val="006626CA"/>
    <w:rsid w:val="006626F1"/>
    <w:rsid w:val="006627FD"/>
    <w:rsid w:val="006628A2"/>
    <w:rsid w:val="00662D21"/>
    <w:rsid w:val="00662DB2"/>
    <w:rsid w:val="006639E8"/>
    <w:rsid w:val="00663E5B"/>
    <w:rsid w:val="006642EC"/>
    <w:rsid w:val="00664481"/>
    <w:rsid w:val="00664716"/>
    <w:rsid w:val="00664733"/>
    <w:rsid w:val="00664761"/>
    <w:rsid w:val="00664AD0"/>
    <w:rsid w:val="00664DE3"/>
    <w:rsid w:val="00664F79"/>
    <w:rsid w:val="00665020"/>
    <w:rsid w:val="006650AE"/>
    <w:rsid w:val="00665243"/>
    <w:rsid w:val="006655EE"/>
    <w:rsid w:val="00665A74"/>
    <w:rsid w:val="00665E7E"/>
    <w:rsid w:val="00665EF5"/>
    <w:rsid w:val="00666136"/>
    <w:rsid w:val="0066630A"/>
    <w:rsid w:val="006667AF"/>
    <w:rsid w:val="00666C07"/>
    <w:rsid w:val="00666CF5"/>
    <w:rsid w:val="00667060"/>
    <w:rsid w:val="00667337"/>
    <w:rsid w:val="00667521"/>
    <w:rsid w:val="00667EBF"/>
    <w:rsid w:val="006708C1"/>
    <w:rsid w:val="00670A6F"/>
    <w:rsid w:val="006713C8"/>
    <w:rsid w:val="006717C7"/>
    <w:rsid w:val="006717E7"/>
    <w:rsid w:val="0067195C"/>
    <w:rsid w:val="00671998"/>
    <w:rsid w:val="0067201F"/>
    <w:rsid w:val="006726A9"/>
    <w:rsid w:val="00672ABC"/>
    <w:rsid w:val="00672BB8"/>
    <w:rsid w:val="00672D97"/>
    <w:rsid w:val="0067377B"/>
    <w:rsid w:val="00673983"/>
    <w:rsid w:val="00673E6C"/>
    <w:rsid w:val="00673EBB"/>
    <w:rsid w:val="0067496A"/>
    <w:rsid w:val="00675BDB"/>
    <w:rsid w:val="00677C9C"/>
    <w:rsid w:val="00677EBF"/>
    <w:rsid w:val="00680231"/>
    <w:rsid w:val="00680554"/>
    <w:rsid w:val="006807A4"/>
    <w:rsid w:val="00680E5D"/>
    <w:rsid w:val="0068113F"/>
    <w:rsid w:val="006812AD"/>
    <w:rsid w:val="006812DA"/>
    <w:rsid w:val="0068137B"/>
    <w:rsid w:val="006813FA"/>
    <w:rsid w:val="006814D5"/>
    <w:rsid w:val="00681509"/>
    <w:rsid w:val="006816DB"/>
    <w:rsid w:val="00681726"/>
    <w:rsid w:val="006818F2"/>
    <w:rsid w:val="00682116"/>
    <w:rsid w:val="006822C4"/>
    <w:rsid w:val="00682784"/>
    <w:rsid w:val="00682C92"/>
    <w:rsid w:val="00682C97"/>
    <w:rsid w:val="00682E1E"/>
    <w:rsid w:val="00683354"/>
    <w:rsid w:val="0068376B"/>
    <w:rsid w:val="0068378D"/>
    <w:rsid w:val="00684219"/>
    <w:rsid w:val="00684480"/>
    <w:rsid w:val="0068475C"/>
    <w:rsid w:val="00684FF2"/>
    <w:rsid w:val="006860C9"/>
    <w:rsid w:val="00686515"/>
    <w:rsid w:val="00686967"/>
    <w:rsid w:val="00687177"/>
    <w:rsid w:val="00687AF6"/>
    <w:rsid w:val="0069054C"/>
    <w:rsid w:val="006908A5"/>
    <w:rsid w:val="00690B0D"/>
    <w:rsid w:val="0069138B"/>
    <w:rsid w:val="006913B4"/>
    <w:rsid w:val="006913C5"/>
    <w:rsid w:val="00691707"/>
    <w:rsid w:val="00691C90"/>
    <w:rsid w:val="00692030"/>
    <w:rsid w:val="00692CFA"/>
    <w:rsid w:val="006934D9"/>
    <w:rsid w:val="00693772"/>
    <w:rsid w:val="00693850"/>
    <w:rsid w:val="0069435C"/>
    <w:rsid w:val="00694659"/>
    <w:rsid w:val="0069481D"/>
    <w:rsid w:val="0069498D"/>
    <w:rsid w:val="00694CCE"/>
    <w:rsid w:val="00695595"/>
    <w:rsid w:val="006955DA"/>
    <w:rsid w:val="00695838"/>
    <w:rsid w:val="00695BCF"/>
    <w:rsid w:val="00696512"/>
    <w:rsid w:val="00696588"/>
    <w:rsid w:val="0069735E"/>
    <w:rsid w:val="00697662"/>
    <w:rsid w:val="00697841"/>
    <w:rsid w:val="00697920"/>
    <w:rsid w:val="006A0194"/>
    <w:rsid w:val="006A0445"/>
    <w:rsid w:val="006A05F5"/>
    <w:rsid w:val="006A0942"/>
    <w:rsid w:val="006A165C"/>
    <w:rsid w:val="006A1779"/>
    <w:rsid w:val="006A1A15"/>
    <w:rsid w:val="006A2B91"/>
    <w:rsid w:val="006A2DA4"/>
    <w:rsid w:val="006A3035"/>
    <w:rsid w:val="006A342B"/>
    <w:rsid w:val="006A3669"/>
    <w:rsid w:val="006A3BC5"/>
    <w:rsid w:val="006A3F07"/>
    <w:rsid w:val="006A46EA"/>
    <w:rsid w:val="006A475B"/>
    <w:rsid w:val="006A4B13"/>
    <w:rsid w:val="006A4BBB"/>
    <w:rsid w:val="006A4C6A"/>
    <w:rsid w:val="006A4F05"/>
    <w:rsid w:val="006A5231"/>
    <w:rsid w:val="006A559A"/>
    <w:rsid w:val="006A561C"/>
    <w:rsid w:val="006A56BA"/>
    <w:rsid w:val="006A5E45"/>
    <w:rsid w:val="006A62D2"/>
    <w:rsid w:val="006A739B"/>
    <w:rsid w:val="006A7457"/>
    <w:rsid w:val="006A7728"/>
    <w:rsid w:val="006A7C89"/>
    <w:rsid w:val="006B033C"/>
    <w:rsid w:val="006B0AF1"/>
    <w:rsid w:val="006B0E67"/>
    <w:rsid w:val="006B10B4"/>
    <w:rsid w:val="006B13A6"/>
    <w:rsid w:val="006B18F0"/>
    <w:rsid w:val="006B1A98"/>
    <w:rsid w:val="006B1B48"/>
    <w:rsid w:val="006B1D93"/>
    <w:rsid w:val="006B1DF3"/>
    <w:rsid w:val="006B20E5"/>
    <w:rsid w:val="006B2132"/>
    <w:rsid w:val="006B22C5"/>
    <w:rsid w:val="006B289F"/>
    <w:rsid w:val="006B2B07"/>
    <w:rsid w:val="006B3830"/>
    <w:rsid w:val="006B3CB8"/>
    <w:rsid w:val="006B3CEB"/>
    <w:rsid w:val="006B446E"/>
    <w:rsid w:val="006B4607"/>
    <w:rsid w:val="006B4668"/>
    <w:rsid w:val="006B4B89"/>
    <w:rsid w:val="006B4C2C"/>
    <w:rsid w:val="006B4DE3"/>
    <w:rsid w:val="006B5A20"/>
    <w:rsid w:val="006B6395"/>
    <w:rsid w:val="006B643C"/>
    <w:rsid w:val="006B65D6"/>
    <w:rsid w:val="006B6E34"/>
    <w:rsid w:val="006B75E3"/>
    <w:rsid w:val="006B78C4"/>
    <w:rsid w:val="006B7E4B"/>
    <w:rsid w:val="006C0122"/>
    <w:rsid w:val="006C081A"/>
    <w:rsid w:val="006C09B9"/>
    <w:rsid w:val="006C0C4E"/>
    <w:rsid w:val="006C0F2A"/>
    <w:rsid w:val="006C10CD"/>
    <w:rsid w:val="006C14AB"/>
    <w:rsid w:val="006C18F4"/>
    <w:rsid w:val="006C1B96"/>
    <w:rsid w:val="006C1DE5"/>
    <w:rsid w:val="006C2C82"/>
    <w:rsid w:val="006C2D13"/>
    <w:rsid w:val="006C2F3F"/>
    <w:rsid w:val="006C2FD5"/>
    <w:rsid w:val="006C3334"/>
    <w:rsid w:val="006C357F"/>
    <w:rsid w:val="006C35F3"/>
    <w:rsid w:val="006C39AA"/>
    <w:rsid w:val="006C39FB"/>
    <w:rsid w:val="006C3DE8"/>
    <w:rsid w:val="006C3E91"/>
    <w:rsid w:val="006C402C"/>
    <w:rsid w:val="006C416D"/>
    <w:rsid w:val="006C483D"/>
    <w:rsid w:val="006C4ED0"/>
    <w:rsid w:val="006C4FFD"/>
    <w:rsid w:val="006C50E8"/>
    <w:rsid w:val="006C54D7"/>
    <w:rsid w:val="006C625C"/>
    <w:rsid w:val="006C686A"/>
    <w:rsid w:val="006C6A79"/>
    <w:rsid w:val="006C6DEB"/>
    <w:rsid w:val="006C6E7F"/>
    <w:rsid w:val="006C71B7"/>
    <w:rsid w:val="006C71F5"/>
    <w:rsid w:val="006C7757"/>
    <w:rsid w:val="006C7815"/>
    <w:rsid w:val="006C7D5B"/>
    <w:rsid w:val="006D009D"/>
    <w:rsid w:val="006D080B"/>
    <w:rsid w:val="006D0C57"/>
    <w:rsid w:val="006D1817"/>
    <w:rsid w:val="006D2092"/>
    <w:rsid w:val="006D2B25"/>
    <w:rsid w:val="006D36F4"/>
    <w:rsid w:val="006D398F"/>
    <w:rsid w:val="006D39E3"/>
    <w:rsid w:val="006D3BE0"/>
    <w:rsid w:val="006D46C7"/>
    <w:rsid w:val="006D46D1"/>
    <w:rsid w:val="006D4745"/>
    <w:rsid w:val="006D521B"/>
    <w:rsid w:val="006D5495"/>
    <w:rsid w:val="006D5AE3"/>
    <w:rsid w:val="006D5E74"/>
    <w:rsid w:val="006D5F06"/>
    <w:rsid w:val="006D63A1"/>
    <w:rsid w:val="006D63B0"/>
    <w:rsid w:val="006D678E"/>
    <w:rsid w:val="006D6A9D"/>
    <w:rsid w:val="006D7335"/>
    <w:rsid w:val="006D7600"/>
    <w:rsid w:val="006D7A4A"/>
    <w:rsid w:val="006D7D25"/>
    <w:rsid w:val="006D7DAD"/>
    <w:rsid w:val="006E00E0"/>
    <w:rsid w:val="006E0135"/>
    <w:rsid w:val="006E01D3"/>
    <w:rsid w:val="006E032F"/>
    <w:rsid w:val="006E03FE"/>
    <w:rsid w:val="006E0880"/>
    <w:rsid w:val="006E0B7F"/>
    <w:rsid w:val="006E0BAC"/>
    <w:rsid w:val="006E0D7D"/>
    <w:rsid w:val="006E0DDF"/>
    <w:rsid w:val="006E1610"/>
    <w:rsid w:val="006E1A75"/>
    <w:rsid w:val="006E1BA2"/>
    <w:rsid w:val="006E1FCD"/>
    <w:rsid w:val="006E2105"/>
    <w:rsid w:val="006E27CB"/>
    <w:rsid w:val="006E2C3A"/>
    <w:rsid w:val="006E2C7F"/>
    <w:rsid w:val="006E3152"/>
    <w:rsid w:val="006E3387"/>
    <w:rsid w:val="006E34BE"/>
    <w:rsid w:val="006E38D4"/>
    <w:rsid w:val="006E4F2F"/>
    <w:rsid w:val="006E5472"/>
    <w:rsid w:val="006E557B"/>
    <w:rsid w:val="006E55AA"/>
    <w:rsid w:val="006E5756"/>
    <w:rsid w:val="006E5B8D"/>
    <w:rsid w:val="006E5C55"/>
    <w:rsid w:val="006E5DD0"/>
    <w:rsid w:val="006E6049"/>
    <w:rsid w:val="006E6076"/>
    <w:rsid w:val="006E6482"/>
    <w:rsid w:val="006E64AE"/>
    <w:rsid w:val="006E6975"/>
    <w:rsid w:val="006E6B9F"/>
    <w:rsid w:val="006E6BC1"/>
    <w:rsid w:val="006E734C"/>
    <w:rsid w:val="006E78F0"/>
    <w:rsid w:val="006E7A3A"/>
    <w:rsid w:val="006E7EE5"/>
    <w:rsid w:val="006F01C3"/>
    <w:rsid w:val="006F020F"/>
    <w:rsid w:val="006F0317"/>
    <w:rsid w:val="006F0329"/>
    <w:rsid w:val="006F04E0"/>
    <w:rsid w:val="006F0FE4"/>
    <w:rsid w:val="006F12A7"/>
    <w:rsid w:val="006F1514"/>
    <w:rsid w:val="006F1EEB"/>
    <w:rsid w:val="006F262F"/>
    <w:rsid w:val="006F2687"/>
    <w:rsid w:val="006F2693"/>
    <w:rsid w:val="006F27B2"/>
    <w:rsid w:val="006F29E1"/>
    <w:rsid w:val="006F2A8B"/>
    <w:rsid w:val="006F2B19"/>
    <w:rsid w:val="006F356F"/>
    <w:rsid w:val="006F414D"/>
    <w:rsid w:val="006F498E"/>
    <w:rsid w:val="006F4D5E"/>
    <w:rsid w:val="006F4EEF"/>
    <w:rsid w:val="006F5599"/>
    <w:rsid w:val="006F56AC"/>
    <w:rsid w:val="006F5A25"/>
    <w:rsid w:val="006F5BCD"/>
    <w:rsid w:val="006F6443"/>
    <w:rsid w:val="006F6EBC"/>
    <w:rsid w:val="006F709B"/>
    <w:rsid w:val="006F725D"/>
    <w:rsid w:val="006F747C"/>
    <w:rsid w:val="006F7669"/>
    <w:rsid w:val="006F7A62"/>
    <w:rsid w:val="00700475"/>
    <w:rsid w:val="007004C0"/>
    <w:rsid w:val="00700893"/>
    <w:rsid w:val="00700F45"/>
    <w:rsid w:val="00701C33"/>
    <w:rsid w:val="007025A6"/>
    <w:rsid w:val="00702914"/>
    <w:rsid w:val="00702F2A"/>
    <w:rsid w:val="00703011"/>
    <w:rsid w:val="00703552"/>
    <w:rsid w:val="00703698"/>
    <w:rsid w:val="007036DA"/>
    <w:rsid w:val="0070375D"/>
    <w:rsid w:val="007038DD"/>
    <w:rsid w:val="00703A94"/>
    <w:rsid w:val="00703F0C"/>
    <w:rsid w:val="0070409F"/>
    <w:rsid w:val="00704134"/>
    <w:rsid w:val="00704339"/>
    <w:rsid w:val="007052D2"/>
    <w:rsid w:val="0070592A"/>
    <w:rsid w:val="00706136"/>
    <w:rsid w:val="007061B3"/>
    <w:rsid w:val="0070662A"/>
    <w:rsid w:val="007068F3"/>
    <w:rsid w:val="00706946"/>
    <w:rsid w:val="00706B26"/>
    <w:rsid w:val="00706C23"/>
    <w:rsid w:val="0070787B"/>
    <w:rsid w:val="00707997"/>
    <w:rsid w:val="00707E8E"/>
    <w:rsid w:val="00710BA0"/>
    <w:rsid w:val="00710BC9"/>
    <w:rsid w:val="00710C6A"/>
    <w:rsid w:val="00710C9C"/>
    <w:rsid w:val="00710E0F"/>
    <w:rsid w:val="0071121D"/>
    <w:rsid w:val="007112E7"/>
    <w:rsid w:val="0071132F"/>
    <w:rsid w:val="00711A69"/>
    <w:rsid w:val="007123FD"/>
    <w:rsid w:val="00712474"/>
    <w:rsid w:val="007125B0"/>
    <w:rsid w:val="007126B2"/>
    <w:rsid w:val="00712C6E"/>
    <w:rsid w:val="00712E10"/>
    <w:rsid w:val="007136A4"/>
    <w:rsid w:val="007137F5"/>
    <w:rsid w:val="00713B45"/>
    <w:rsid w:val="00713DCC"/>
    <w:rsid w:val="00714081"/>
    <w:rsid w:val="00714944"/>
    <w:rsid w:val="00714C72"/>
    <w:rsid w:val="00714EB0"/>
    <w:rsid w:val="0071516B"/>
    <w:rsid w:val="007155C8"/>
    <w:rsid w:val="00716093"/>
    <w:rsid w:val="00716444"/>
    <w:rsid w:val="007166B8"/>
    <w:rsid w:val="0071699F"/>
    <w:rsid w:val="00716BF8"/>
    <w:rsid w:val="00716DDE"/>
    <w:rsid w:val="00717684"/>
    <w:rsid w:val="00717B21"/>
    <w:rsid w:val="00717B32"/>
    <w:rsid w:val="00717C43"/>
    <w:rsid w:val="007201C1"/>
    <w:rsid w:val="00720253"/>
    <w:rsid w:val="00720531"/>
    <w:rsid w:val="007207F8"/>
    <w:rsid w:val="00720F64"/>
    <w:rsid w:val="00721972"/>
    <w:rsid w:val="00721DA1"/>
    <w:rsid w:val="007221E9"/>
    <w:rsid w:val="00722847"/>
    <w:rsid w:val="00722CDE"/>
    <w:rsid w:val="007234F0"/>
    <w:rsid w:val="00723722"/>
    <w:rsid w:val="007238A0"/>
    <w:rsid w:val="007238A1"/>
    <w:rsid w:val="007238F0"/>
    <w:rsid w:val="00723FF7"/>
    <w:rsid w:val="007244F7"/>
    <w:rsid w:val="00724726"/>
    <w:rsid w:val="00724D22"/>
    <w:rsid w:val="0072541D"/>
    <w:rsid w:val="00725B83"/>
    <w:rsid w:val="00725EE3"/>
    <w:rsid w:val="00725FF4"/>
    <w:rsid w:val="007261EC"/>
    <w:rsid w:val="00726885"/>
    <w:rsid w:val="00726C8C"/>
    <w:rsid w:val="00726E73"/>
    <w:rsid w:val="007272BB"/>
    <w:rsid w:val="00727C0F"/>
    <w:rsid w:val="00727FB8"/>
    <w:rsid w:val="007302F3"/>
    <w:rsid w:val="00730D6F"/>
    <w:rsid w:val="00730FDA"/>
    <w:rsid w:val="00731873"/>
    <w:rsid w:val="00731B30"/>
    <w:rsid w:val="00732067"/>
    <w:rsid w:val="0073254C"/>
    <w:rsid w:val="007326E9"/>
    <w:rsid w:val="00732A2B"/>
    <w:rsid w:val="00732AEF"/>
    <w:rsid w:val="00732D78"/>
    <w:rsid w:val="00733D61"/>
    <w:rsid w:val="00733DD1"/>
    <w:rsid w:val="007343DF"/>
    <w:rsid w:val="0073453A"/>
    <w:rsid w:val="0073486D"/>
    <w:rsid w:val="00734B16"/>
    <w:rsid w:val="00734C2E"/>
    <w:rsid w:val="00734F16"/>
    <w:rsid w:val="00734F51"/>
    <w:rsid w:val="00734F69"/>
    <w:rsid w:val="00735AE0"/>
    <w:rsid w:val="00736018"/>
    <w:rsid w:val="00736107"/>
    <w:rsid w:val="00736680"/>
    <w:rsid w:val="007373B2"/>
    <w:rsid w:val="0073752B"/>
    <w:rsid w:val="0073783D"/>
    <w:rsid w:val="00737951"/>
    <w:rsid w:val="0074076A"/>
    <w:rsid w:val="00741B8A"/>
    <w:rsid w:val="00741F08"/>
    <w:rsid w:val="00742145"/>
    <w:rsid w:val="0074219F"/>
    <w:rsid w:val="00742672"/>
    <w:rsid w:val="00743711"/>
    <w:rsid w:val="00743C57"/>
    <w:rsid w:val="00743D28"/>
    <w:rsid w:val="00743E98"/>
    <w:rsid w:val="00744653"/>
    <w:rsid w:val="00744679"/>
    <w:rsid w:val="00745111"/>
    <w:rsid w:val="00745577"/>
    <w:rsid w:val="00745787"/>
    <w:rsid w:val="007459C1"/>
    <w:rsid w:val="00745B6A"/>
    <w:rsid w:val="00745F1A"/>
    <w:rsid w:val="00745F2E"/>
    <w:rsid w:val="0074609D"/>
    <w:rsid w:val="00746172"/>
    <w:rsid w:val="007464E5"/>
    <w:rsid w:val="0074676D"/>
    <w:rsid w:val="0074682C"/>
    <w:rsid w:val="00746986"/>
    <w:rsid w:val="00746FE5"/>
    <w:rsid w:val="0074718D"/>
    <w:rsid w:val="007471A2"/>
    <w:rsid w:val="0074761A"/>
    <w:rsid w:val="0074775E"/>
    <w:rsid w:val="00747D70"/>
    <w:rsid w:val="007501E4"/>
    <w:rsid w:val="0075095F"/>
    <w:rsid w:val="00750A00"/>
    <w:rsid w:val="00750FFF"/>
    <w:rsid w:val="00751099"/>
    <w:rsid w:val="00751336"/>
    <w:rsid w:val="00751465"/>
    <w:rsid w:val="007514EB"/>
    <w:rsid w:val="007517E6"/>
    <w:rsid w:val="00751B64"/>
    <w:rsid w:val="00751CDA"/>
    <w:rsid w:val="00751DB2"/>
    <w:rsid w:val="00752260"/>
    <w:rsid w:val="00752D26"/>
    <w:rsid w:val="00752E27"/>
    <w:rsid w:val="00752FBD"/>
    <w:rsid w:val="00753217"/>
    <w:rsid w:val="00753597"/>
    <w:rsid w:val="0075367D"/>
    <w:rsid w:val="00753A18"/>
    <w:rsid w:val="00753E7A"/>
    <w:rsid w:val="00753F41"/>
    <w:rsid w:val="007540B8"/>
    <w:rsid w:val="007540BC"/>
    <w:rsid w:val="0075473B"/>
    <w:rsid w:val="0075474D"/>
    <w:rsid w:val="00754CF3"/>
    <w:rsid w:val="00754E32"/>
    <w:rsid w:val="0075524B"/>
    <w:rsid w:val="00755466"/>
    <w:rsid w:val="00755480"/>
    <w:rsid w:val="0075561E"/>
    <w:rsid w:val="00755620"/>
    <w:rsid w:val="00755E88"/>
    <w:rsid w:val="0075641B"/>
    <w:rsid w:val="00756506"/>
    <w:rsid w:val="0075732B"/>
    <w:rsid w:val="007575A4"/>
    <w:rsid w:val="0075760E"/>
    <w:rsid w:val="00757A42"/>
    <w:rsid w:val="00757E71"/>
    <w:rsid w:val="00760519"/>
    <w:rsid w:val="007605F4"/>
    <w:rsid w:val="00760DD5"/>
    <w:rsid w:val="00760E1A"/>
    <w:rsid w:val="00761652"/>
    <w:rsid w:val="007617CF"/>
    <w:rsid w:val="007617FA"/>
    <w:rsid w:val="00761CF0"/>
    <w:rsid w:val="007623F2"/>
    <w:rsid w:val="00762439"/>
    <w:rsid w:val="00762A33"/>
    <w:rsid w:val="00762BB0"/>
    <w:rsid w:val="00762F02"/>
    <w:rsid w:val="007634CF"/>
    <w:rsid w:val="007637DB"/>
    <w:rsid w:val="00763A36"/>
    <w:rsid w:val="00763A80"/>
    <w:rsid w:val="00763DC4"/>
    <w:rsid w:val="00763E7E"/>
    <w:rsid w:val="0076437F"/>
    <w:rsid w:val="007648A3"/>
    <w:rsid w:val="007649FC"/>
    <w:rsid w:val="00764B77"/>
    <w:rsid w:val="00765C89"/>
    <w:rsid w:val="0076638C"/>
    <w:rsid w:val="00766489"/>
    <w:rsid w:val="007664D7"/>
    <w:rsid w:val="007671C0"/>
    <w:rsid w:val="0076725D"/>
    <w:rsid w:val="0077001E"/>
    <w:rsid w:val="007701D5"/>
    <w:rsid w:val="0077021C"/>
    <w:rsid w:val="00770524"/>
    <w:rsid w:val="00770829"/>
    <w:rsid w:val="007709E4"/>
    <w:rsid w:val="00770A8E"/>
    <w:rsid w:val="00770BA0"/>
    <w:rsid w:val="00770FEA"/>
    <w:rsid w:val="00770FF7"/>
    <w:rsid w:val="00771707"/>
    <w:rsid w:val="00771A2E"/>
    <w:rsid w:val="00771CCB"/>
    <w:rsid w:val="00772A39"/>
    <w:rsid w:val="00773516"/>
    <w:rsid w:val="0077355E"/>
    <w:rsid w:val="0077383F"/>
    <w:rsid w:val="007752FF"/>
    <w:rsid w:val="007754EE"/>
    <w:rsid w:val="00775743"/>
    <w:rsid w:val="00776251"/>
    <w:rsid w:val="00776322"/>
    <w:rsid w:val="007766B8"/>
    <w:rsid w:val="00777429"/>
    <w:rsid w:val="00777F05"/>
    <w:rsid w:val="00780901"/>
    <w:rsid w:val="0078096C"/>
    <w:rsid w:val="00780BDE"/>
    <w:rsid w:val="00780D91"/>
    <w:rsid w:val="00781246"/>
    <w:rsid w:val="0078185D"/>
    <w:rsid w:val="00781937"/>
    <w:rsid w:val="007826A4"/>
    <w:rsid w:val="00783456"/>
    <w:rsid w:val="00783ABB"/>
    <w:rsid w:val="00783B2A"/>
    <w:rsid w:val="00783D27"/>
    <w:rsid w:val="00784035"/>
    <w:rsid w:val="0078482A"/>
    <w:rsid w:val="00784A2E"/>
    <w:rsid w:val="00784EFB"/>
    <w:rsid w:val="0078542A"/>
    <w:rsid w:val="0078613D"/>
    <w:rsid w:val="00786771"/>
    <w:rsid w:val="00787343"/>
    <w:rsid w:val="00787439"/>
    <w:rsid w:val="0078743F"/>
    <w:rsid w:val="007874AC"/>
    <w:rsid w:val="00787DF2"/>
    <w:rsid w:val="00790477"/>
    <w:rsid w:val="007904A2"/>
    <w:rsid w:val="007906DC"/>
    <w:rsid w:val="007907AE"/>
    <w:rsid w:val="00790A5E"/>
    <w:rsid w:val="00790BCC"/>
    <w:rsid w:val="00791FC2"/>
    <w:rsid w:val="007925BA"/>
    <w:rsid w:val="007928F8"/>
    <w:rsid w:val="00792A06"/>
    <w:rsid w:val="007930B0"/>
    <w:rsid w:val="007930E0"/>
    <w:rsid w:val="00793553"/>
    <w:rsid w:val="00793747"/>
    <w:rsid w:val="007937E5"/>
    <w:rsid w:val="00793828"/>
    <w:rsid w:val="00793D9D"/>
    <w:rsid w:val="00793F9D"/>
    <w:rsid w:val="00794BE2"/>
    <w:rsid w:val="007951C6"/>
    <w:rsid w:val="007953F4"/>
    <w:rsid w:val="0079573B"/>
    <w:rsid w:val="007958CB"/>
    <w:rsid w:val="00795A8A"/>
    <w:rsid w:val="0079639D"/>
    <w:rsid w:val="00796875"/>
    <w:rsid w:val="00796CBB"/>
    <w:rsid w:val="00796E6D"/>
    <w:rsid w:val="0079703F"/>
    <w:rsid w:val="00797693"/>
    <w:rsid w:val="00797992"/>
    <w:rsid w:val="00797A5F"/>
    <w:rsid w:val="007A0171"/>
    <w:rsid w:val="007A02E4"/>
    <w:rsid w:val="007A04D9"/>
    <w:rsid w:val="007A055A"/>
    <w:rsid w:val="007A07AC"/>
    <w:rsid w:val="007A0E49"/>
    <w:rsid w:val="007A0FFE"/>
    <w:rsid w:val="007A12F3"/>
    <w:rsid w:val="007A1341"/>
    <w:rsid w:val="007A186F"/>
    <w:rsid w:val="007A1B5C"/>
    <w:rsid w:val="007A1CB3"/>
    <w:rsid w:val="007A263F"/>
    <w:rsid w:val="007A2D30"/>
    <w:rsid w:val="007A31CB"/>
    <w:rsid w:val="007A3951"/>
    <w:rsid w:val="007A461A"/>
    <w:rsid w:val="007A4635"/>
    <w:rsid w:val="007A4642"/>
    <w:rsid w:val="007A4FFA"/>
    <w:rsid w:val="007A50D0"/>
    <w:rsid w:val="007A5689"/>
    <w:rsid w:val="007A56A4"/>
    <w:rsid w:val="007A57DC"/>
    <w:rsid w:val="007A5811"/>
    <w:rsid w:val="007A5A30"/>
    <w:rsid w:val="007A62F7"/>
    <w:rsid w:val="007A6653"/>
    <w:rsid w:val="007A6EFC"/>
    <w:rsid w:val="007A7339"/>
    <w:rsid w:val="007A73DE"/>
    <w:rsid w:val="007A74A6"/>
    <w:rsid w:val="007A7985"/>
    <w:rsid w:val="007B01F2"/>
    <w:rsid w:val="007B12F8"/>
    <w:rsid w:val="007B14CB"/>
    <w:rsid w:val="007B1701"/>
    <w:rsid w:val="007B1BC5"/>
    <w:rsid w:val="007B1BC6"/>
    <w:rsid w:val="007B2245"/>
    <w:rsid w:val="007B28F0"/>
    <w:rsid w:val="007B2B9D"/>
    <w:rsid w:val="007B42E0"/>
    <w:rsid w:val="007B4F61"/>
    <w:rsid w:val="007B516F"/>
    <w:rsid w:val="007B534A"/>
    <w:rsid w:val="007B55EC"/>
    <w:rsid w:val="007B6490"/>
    <w:rsid w:val="007B65FD"/>
    <w:rsid w:val="007B69A5"/>
    <w:rsid w:val="007B6BC0"/>
    <w:rsid w:val="007B6BEF"/>
    <w:rsid w:val="007B6F2E"/>
    <w:rsid w:val="007B7E5B"/>
    <w:rsid w:val="007C0425"/>
    <w:rsid w:val="007C0619"/>
    <w:rsid w:val="007C0856"/>
    <w:rsid w:val="007C0948"/>
    <w:rsid w:val="007C0B5A"/>
    <w:rsid w:val="007C0F6B"/>
    <w:rsid w:val="007C108C"/>
    <w:rsid w:val="007C1124"/>
    <w:rsid w:val="007C118F"/>
    <w:rsid w:val="007C1612"/>
    <w:rsid w:val="007C1AB9"/>
    <w:rsid w:val="007C217C"/>
    <w:rsid w:val="007C27FB"/>
    <w:rsid w:val="007C3538"/>
    <w:rsid w:val="007C3DEE"/>
    <w:rsid w:val="007C4116"/>
    <w:rsid w:val="007C4195"/>
    <w:rsid w:val="007C45FE"/>
    <w:rsid w:val="007C479D"/>
    <w:rsid w:val="007C4A5D"/>
    <w:rsid w:val="007C5870"/>
    <w:rsid w:val="007C59DD"/>
    <w:rsid w:val="007C707D"/>
    <w:rsid w:val="007C773A"/>
    <w:rsid w:val="007C7804"/>
    <w:rsid w:val="007C7DE7"/>
    <w:rsid w:val="007D04F8"/>
    <w:rsid w:val="007D0538"/>
    <w:rsid w:val="007D05F4"/>
    <w:rsid w:val="007D06A2"/>
    <w:rsid w:val="007D0F98"/>
    <w:rsid w:val="007D0FC3"/>
    <w:rsid w:val="007D10DE"/>
    <w:rsid w:val="007D1432"/>
    <w:rsid w:val="007D144E"/>
    <w:rsid w:val="007D18E1"/>
    <w:rsid w:val="007D1952"/>
    <w:rsid w:val="007D2254"/>
    <w:rsid w:val="007D254A"/>
    <w:rsid w:val="007D2F2F"/>
    <w:rsid w:val="007D39F9"/>
    <w:rsid w:val="007D3CA0"/>
    <w:rsid w:val="007D464D"/>
    <w:rsid w:val="007D5EA9"/>
    <w:rsid w:val="007D5EE1"/>
    <w:rsid w:val="007D66FB"/>
    <w:rsid w:val="007D6B41"/>
    <w:rsid w:val="007D6DC0"/>
    <w:rsid w:val="007D7364"/>
    <w:rsid w:val="007D793A"/>
    <w:rsid w:val="007D7EF0"/>
    <w:rsid w:val="007E0AB4"/>
    <w:rsid w:val="007E0C11"/>
    <w:rsid w:val="007E13FC"/>
    <w:rsid w:val="007E1A35"/>
    <w:rsid w:val="007E2371"/>
    <w:rsid w:val="007E31B9"/>
    <w:rsid w:val="007E337C"/>
    <w:rsid w:val="007E3646"/>
    <w:rsid w:val="007E3B6A"/>
    <w:rsid w:val="007E4326"/>
    <w:rsid w:val="007E4509"/>
    <w:rsid w:val="007E48B4"/>
    <w:rsid w:val="007E493D"/>
    <w:rsid w:val="007E49C0"/>
    <w:rsid w:val="007E4DB0"/>
    <w:rsid w:val="007E5386"/>
    <w:rsid w:val="007E55B5"/>
    <w:rsid w:val="007E577E"/>
    <w:rsid w:val="007E596C"/>
    <w:rsid w:val="007E5A5F"/>
    <w:rsid w:val="007E5FC2"/>
    <w:rsid w:val="007E6859"/>
    <w:rsid w:val="007E6B9C"/>
    <w:rsid w:val="007E6D47"/>
    <w:rsid w:val="007E710C"/>
    <w:rsid w:val="007E75D7"/>
    <w:rsid w:val="007E77C6"/>
    <w:rsid w:val="007F00F0"/>
    <w:rsid w:val="007F090C"/>
    <w:rsid w:val="007F096E"/>
    <w:rsid w:val="007F1809"/>
    <w:rsid w:val="007F1828"/>
    <w:rsid w:val="007F1DFF"/>
    <w:rsid w:val="007F22CF"/>
    <w:rsid w:val="007F2E5E"/>
    <w:rsid w:val="007F2EE1"/>
    <w:rsid w:val="007F2FE5"/>
    <w:rsid w:val="007F322F"/>
    <w:rsid w:val="007F328A"/>
    <w:rsid w:val="007F345B"/>
    <w:rsid w:val="007F34EF"/>
    <w:rsid w:val="007F38AC"/>
    <w:rsid w:val="007F39F2"/>
    <w:rsid w:val="007F3C8B"/>
    <w:rsid w:val="007F3C8C"/>
    <w:rsid w:val="007F46F3"/>
    <w:rsid w:val="007F4AA7"/>
    <w:rsid w:val="007F582A"/>
    <w:rsid w:val="007F5BF6"/>
    <w:rsid w:val="007F600C"/>
    <w:rsid w:val="007F6457"/>
    <w:rsid w:val="007F6794"/>
    <w:rsid w:val="007F6912"/>
    <w:rsid w:val="007F6AD1"/>
    <w:rsid w:val="007F6EF6"/>
    <w:rsid w:val="007F7FB4"/>
    <w:rsid w:val="008005D7"/>
    <w:rsid w:val="008018F9"/>
    <w:rsid w:val="00801DDB"/>
    <w:rsid w:val="00801F42"/>
    <w:rsid w:val="008020C1"/>
    <w:rsid w:val="008024E0"/>
    <w:rsid w:val="00802A1D"/>
    <w:rsid w:val="00802C33"/>
    <w:rsid w:val="00803375"/>
    <w:rsid w:val="008033F0"/>
    <w:rsid w:val="008035CD"/>
    <w:rsid w:val="008036A0"/>
    <w:rsid w:val="00803F05"/>
    <w:rsid w:val="00803F65"/>
    <w:rsid w:val="00803FF7"/>
    <w:rsid w:val="008041E3"/>
    <w:rsid w:val="00804505"/>
    <w:rsid w:val="008046B3"/>
    <w:rsid w:val="00804B8D"/>
    <w:rsid w:val="00804C16"/>
    <w:rsid w:val="00805598"/>
    <w:rsid w:val="00805C01"/>
    <w:rsid w:val="00805E01"/>
    <w:rsid w:val="00806C8B"/>
    <w:rsid w:val="008071F3"/>
    <w:rsid w:val="00807393"/>
    <w:rsid w:val="00807512"/>
    <w:rsid w:val="00807581"/>
    <w:rsid w:val="00807E77"/>
    <w:rsid w:val="008106A2"/>
    <w:rsid w:val="00810F13"/>
    <w:rsid w:val="00810FF1"/>
    <w:rsid w:val="008110C3"/>
    <w:rsid w:val="0081112C"/>
    <w:rsid w:val="008115B9"/>
    <w:rsid w:val="0081195C"/>
    <w:rsid w:val="00811FAB"/>
    <w:rsid w:val="008123BC"/>
    <w:rsid w:val="00812A26"/>
    <w:rsid w:val="00812AA7"/>
    <w:rsid w:val="008132A7"/>
    <w:rsid w:val="0081341B"/>
    <w:rsid w:val="008137E3"/>
    <w:rsid w:val="008138C3"/>
    <w:rsid w:val="008138DB"/>
    <w:rsid w:val="00813C0B"/>
    <w:rsid w:val="008145FA"/>
    <w:rsid w:val="00814821"/>
    <w:rsid w:val="00814A8B"/>
    <w:rsid w:val="00814D7F"/>
    <w:rsid w:val="00814E70"/>
    <w:rsid w:val="00815644"/>
    <w:rsid w:val="008157AC"/>
    <w:rsid w:val="008158CC"/>
    <w:rsid w:val="00816046"/>
    <w:rsid w:val="00816136"/>
    <w:rsid w:val="008164FE"/>
    <w:rsid w:val="00816645"/>
    <w:rsid w:val="008166B3"/>
    <w:rsid w:val="008167D0"/>
    <w:rsid w:val="00817318"/>
    <w:rsid w:val="0081741E"/>
    <w:rsid w:val="00817737"/>
    <w:rsid w:val="00817A24"/>
    <w:rsid w:val="00820C6F"/>
    <w:rsid w:val="00821950"/>
    <w:rsid w:val="00821C6D"/>
    <w:rsid w:val="00822740"/>
    <w:rsid w:val="0082292D"/>
    <w:rsid w:val="00822B0D"/>
    <w:rsid w:val="008232F0"/>
    <w:rsid w:val="008243E7"/>
    <w:rsid w:val="0082449D"/>
    <w:rsid w:val="00824713"/>
    <w:rsid w:val="00824773"/>
    <w:rsid w:val="00824A5F"/>
    <w:rsid w:val="0082554D"/>
    <w:rsid w:val="00825890"/>
    <w:rsid w:val="00825EDD"/>
    <w:rsid w:val="0082610D"/>
    <w:rsid w:val="008261A4"/>
    <w:rsid w:val="008261A5"/>
    <w:rsid w:val="008265F2"/>
    <w:rsid w:val="008269CE"/>
    <w:rsid w:val="0082761B"/>
    <w:rsid w:val="00827975"/>
    <w:rsid w:val="00827BEC"/>
    <w:rsid w:val="00827E17"/>
    <w:rsid w:val="00827F8F"/>
    <w:rsid w:val="00830018"/>
    <w:rsid w:val="008305AC"/>
    <w:rsid w:val="00830722"/>
    <w:rsid w:val="00830DE3"/>
    <w:rsid w:val="00831208"/>
    <w:rsid w:val="00831284"/>
    <w:rsid w:val="00831DB0"/>
    <w:rsid w:val="00831F7B"/>
    <w:rsid w:val="00831F87"/>
    <w:rsid w:val="00832288"/>
    <w:rsid w:val="0083262A"/>
    <w:rsid w:val="00832E0B"/>
    <w:rsid w:val="00832E3A"/>
    <w:rsid w:val="00833396"/>
    <w:rsid w:val="008334E1"/>
    <w:rsid w:val="00833574"/>
    <w:rsid w:val="008337EF"/>
    <w:rsid w:val="00833A24"/>
    <w:rsid w:val="00833A2D"/>
    <w:rsid w:val="00833B56"/>
    <w:rsid w:val="00833B5F"/>
    <w:rsid w:val="00833ED8"/>
    <w:rsid w:val="00833F33"/>
    <w:rsid w:val="00833F5D"/>
    <w:rsid w:val="008347C9"/>
    <w:rsid w:val="008348D9"/>
    <w:rsid w:val="00834E9A"/>
    <w:rsid w:val="008350AC"/>
    <w:rsid w:val="008352E1"/>
    <w:rsid w:val="00835808"/>
    <w:rsid w:val="00835810"/>
    <w:rsid w:val="00835AFA"/>
    <w:rsid w:val="00836D9D"/>
    <w:rsid w:val="0083714A"/>
    <w:rsid w:val="00837270"/>
    <w:rsid w:val="008372AD"/>
    <w:rsid w:val="00837447"/>
    <w:rsid w:val="00837DA1"/>
    <w:rsid w:val="0084072D"/>
    <w:rsid w:val="00840781"/>
    <w:rsid w:val="0084139C"/>
    <w:rsid w:val="0084154D"/>
    <w:rsid w:val="0084165E"/>
    <w:rsid w:val="00841902"/>
    <w:rsid w:val="00842351"/>
    <w:rsid w:val="008423E0"/>
    <w:rsid w:val="0084260D"/>
    <w:rsid w:val="00842636"/>
    <w:rsid w:val="00842926"/>
    <w:rsid w:val="00842C9D"/>
    <w:rsid w:val="00842E8E"/>
    <w:rsid w:val="008432C0"/>
    <w:rsid w:val="008433D6"/>
    <w:rsid w:val="0084390A"/>
    <w:rsid w:val="008439D5"/>
    <w:rsid w:val="0084401F"/>
    <w:rsid w:val="0084407C"/>
    <w:rsid w:val="008446B5"/>
    <w:rsid w:val="00844ECE"/>
    <w:rsid w:val="00844F1B"/>
    <w:rsid w:val="00844FA8"/>
    <w:rsid w:val="00845215"/>
    <w:rsid w:val="0084541C"/>
    <w:rsid w:val="0084554B"/>
    <w:rsid w:val="00845B93"/>
    <w:rsid w:val="00845C3E"/>
    <w:rsid w:val="00845E8B"/>
    <w:rsid w:val="008460B0"/>
    <w:rsid w:val="008467E0"/>
    <w:rsid w:val="00846B10"/>
    <w:rsid w:val="00846B1E"/>
    <w:rsid w:val="008470D4"/>
    <w:rsid w:val="00847391"/>
    <w:rsid w:val="0084768D"/>
    <w:rsid w:val="00847BB9"/>
    <w:rsid w:val="00850251"/>
    <w:rsid w:val="008507FD"/>
    <w:rsid w:val="00850814"/>
    <w:rsid w:val="008518B8"/>
    <w:rsid w:val="00851C95"/>
    <w:rsid w:val="00852864"/>
    <w:rsid w:val="00852AFD"/>
    <w:rsid w:val="00853397"/>
    <w:rsid w:val="0085340F"/>
    <w:rsid w:val="0085357D"/>
    <w:rsid w:val="008536EE"/>
    <w:rsid w:val="00853A27"/>
    <w:rsid w:val="00853BB1"/>
    <w:rsid w:val="00853E05"/>
    <w:rsid w:val="00853E84"/>
    <w:rsid w:val="008541F8"/>
    <w:rsid w:val="0085481C"/>
    <w:rsid w:val="00854EE1"/>
    <w:rsid w:val="008550BE"/>
    <w:rsid w:val="008552BC"/>
    <w:rsid w:val="008552F6"/>
    <w:rsid w:val="00855BF8"/>
    <w:rsid w:val="008564E2"/>
    <w:rsid w:val="008566F0"/>
    <w:rsid w:val="008568A7"/>
    <w:rsid w:val="008569F5"/>
    <w:rsid w:val="00856C4E"/>
    <w:rsid w:val="00857C97"/>
    <w:rsid w:val="00857F95"/>
    <w:rsid w:val="00860002"/>
    <w:rsid w:val="008602A7"/>
    <w:rsid w:val="0086041F"/>
    <w:rsid w:val="008604F8"/>
    <w:rsid w:val="0086052F"/>
    <w:rsid w:val="00860A50"/>
    <w:rsid w:val="00860BC5"/>
    <w:rsid w:val="00860EEC"/>
    <w:rsid w:val="00860FC5"/>
    <w:rsid w:val="00861CAC"/>
    <w:rsid w:val="00861F0C"/>
    <w:rsid w:val="008623B9"/>
    <w:rsid w:val="008624D5"/>
    <w:rsid w:val="00862725"/>
    <w:rsid w:val="008628D0"/>
    <w:rsid w:val="0086296D"/>
    <w:rsid w:val="00862C08"/>
    <w:rsid w:val="00862F76"/>
    <w:rsid w:val="008632D4"/>
    <w:rsid w:val="00863924"/>
    <w:rsid w:val="00863A10"/>
    <w:rsid w:val="008646D8"/>
    <w:rsid w:val="00864798"/>
    <w:rsid w:val="00865536"/>
    <w:rsid w:val="008659D0"/>
    <w:rsid w:val="00865AC0"/>
    <w:rsid w:val="00865F21"/>
    <w:rsid w:val="0086607F"/>
    <w:rsid w:val="00866154"/>
    <w:rsid w:val="00866435"/>
    <w:rsid w:val="0086677F"/>
    <w:rsid w:val="00866854"/>
    <w:rsid w:val="00866D0B"/>
    <w:rsid w:val="00866E82"/>
    <w:rsid w:val="00867D60"/>
    <w:rsid w:val="00867E64"/>
    <w:rsid w:val="00867F70"/>
    <w:rsid w:val="00871527"/>
    <w:rsid w:val="0087236A"/>
    <w:rsid w:val="00872600"/>
    <w:rsid w:val="00873EA4"/>
    <w:rsid w:val="00874101"/>
    <w:rsid w:val="00874137"/>
    <w:rsid w:val="00874385"/>
    <w:rsid w:val="00874618"/>
    <w:rsid w:val="0087472F"/>
    <w:rsid w:val="00874C08"/>
    <w:rsid w:val="00874DAF"/>
    <w:rsid w:val="00874DD3"/>
    <w:rsid w:val="00875058"/>
    <w:rsid w:val="008757A3"/>
    <w:rsid w:val="0087678F"/>
    <w:rsid w:val="00876971"/>
    <w:rsid w:val="00877076"/>
    <w:rsid w:val="0087764E"/>
    <w:rsid w:val="00877996"/>
    <w:rsid w:val="00877AD3"/>
    <w:rsid w:val="0088006A"/>
    <w:rsid w:val="0088017B"/>
    <w:rsid w:val="00880399"/>
    <w:rsid w:val="008806A3"/>
    <w:rsid w:val="008807A2"/>
    <w:rsid w:val="008807DF"/>
    <w:rsid w:val="00880966"/>
    <w:rsid w:val="008809E3"/>
    <w:rsid w:val="00880A67"/>
    <w:rsid w:val="00881CBC"/>
    <w:rsid w:val="00881FCD"/>
    <w:rsid w:val="0088288F"/>
    <w:rsid w:val="0088294A"/>
    <w:rsid w:val="008830C9"/>
    <w:rsid w:val="00883754"/>
    <w:rsid w:val="008838EA"/>
    <w:rsid w:val="008839C0"/>
    <w:rsid w:val="00883DE6"/>
    <w:rsid w:val="00884767"/>
    <w:rsid w:val="00884B8B"/>
    <w:rsid w:val="00884D1C"/>
    <w:rsid w:val="00884E65"/>
    <w:rsid w:val="0088509F"/>
    <w:rsid w:val="008856D6"/>
    <w:rsid w:val="00886176"/>
    <w:rsid w:val="008863B8"/>
    <w:rsid w:val="0088658B"/>
    <w:rsid w:val="00887FAF"/>
    <w:rsid w:val="008904C6"/>
    <w:rsid w:val="00890F10"/>
    <w:rsid w:val="00890F44"/>
    <w:rsid w:val="00890FFE"/>
    <w:rsid w:val="00891192"/>
    <w:rsid w:val="008915FB"/>
    <w:rsid w:val="0089185F"/>
    <w:rsid w:val="00891B92"/>
    <w:rsid w:val="00891EDF"/>
    <w:rsid w:val="008924D5"/>
    <w:rsid w:val="00892538"/>
    <w:rsid w:val="008926C8"/>
    <w:rsid w:val="00892A9A"/>
    <w:rsid w:val="00892C68"/>
    <w:rsid w:val="00892CFB"/>
    <w:rsid w:val="00892FEA"/>
    <w:rsid w:val="00892FFA"/>
    <w:rsid w:val="00893122"/>
    <w:rsid w:val="00893D5E"/>
    <w:rsid w:val="00894179"/>
    <w:rsid w:val="00894626"/>
    <w:rsid w:val="0089481E"/>
    <w:rsid w:val="00894A42"/>
    <w:rsid w:val="00894C49"/>
    <w:rsid w:val="008955BE"/>
    <w:rsid w:val="00895608"/>
    <w:rsid w:val="008957A2"/>
    <w:rsid w:val="00895CB0"/>
    <w:rsid w:val="00895D42"/>
    <w:rsid w:val="00895D68"/>
    <w:rsid w:val="0089603A"/>
    <w:rsid w:val="0089675E"/>
    <w:rsid w:val="0089681D"/>
    <w:rsid w:val="00896A9B"/>
    <w:rsid w:val="00896D0E"/>
    <w:rsid w:val="00897BA8"/>
    <w:rsid w:val="008A06CD"/>
    <w:rsid w:val="008A0D25"/>
    <w:rsid w:val="008A0D44"/>
    <w:rsid w:val="008A0DB0"/>
    <w:rsid w:val="008A0E80"/>
    <w:rsid w:val="008A100B"/>
    <w:rsid w:val="008A10C9"/>
    <w:rsid w:val="008A14CF"/>
    <w:rsid w:val="008A185F"/>
    <w:rsid w:val="008A1A04"/>
    <w:rsid w:val="008A2410"/>
    <w:rsid w:val="008A2432"/>
    <w:rsid w:val="008A24BC"/>
    <w:rsid w:val="008A2578"/>
    <w:rsid w:val="008A2B76"/>
    <w:rsid w:val="008A2BDE"/>
    <w:rsid w:val="008A2E30"/>
    <w:rsid w:val="008A3167"/>
    <w:rsid w:val="008A32FF"/>
    <w:rsid w:val="008A3BDE"/>
    <w:rsid w:val="008A3C9B"/>
    <w:rsid w:val="008A400B"/>
    <w:rsid w:val="008A4069"/>
    <w:rsid w:val="008A40C6"/>
    <w:rsid w:val="008A4CB0"/>
    <w:rsid w:val="008A529D"/>
    <w:rsid w:val="008A5A4B"/>
    <w:rsid w:val="008A5D16"/>
    <w:rsid w:val="008A6132"/>
    <w:rsid w:val="008A64A4"/>
    <w:rsid w:val="008A6AD7"/>
    <w:rsid w:val="008A6BA8"/>
    <w:rsid w:val="008A7CC0"/>
    <w:rsid w:val="008A7F4A"/>
    <w:rsid w:val="008B08C8"/>
    <w:rsid w:val="008B0971"/>
    <w:rsid w:val="008B0B17"/>
    <w:rsid w:val="008B0BAF"/>
    <w:rsid w:val="008B0EC1"/>
    <w:rsid w:val="008B10BE"/>
    <w:rsid w:val="008B1EEE"/>
    <w:rsid w:val="008B1F7D"/>
    <w:rsid w:val="008B29D3"/>
    <w:rsid w:val="008B29FD"/>
    <w:rsid w:val="008B2BD0"/>
    <w:rsid w:val="008B3D58"/>
    <w:rsid w:val="008B465F"/>
    <w:rsid w:val="008B4750"/>
    <w:rsid w:val="008B4F52"/>
    <w:rsid w:val="008B531C"/>
    <w:rsid w:val="008B54B8"/>
    <w:rsid w:val="008B58CC"/>
    <w:rsid w:val="008B5BD9"/>
    <w:rsid w:val="008B6179"/>
    <w:rsid w:val="008B6591"/>
    <w:rsid w:val="008B70D5"/>
    <w:rsid w:val="008B7168"/>
    <w:rsid w:val="008B7379"/>
    <w:rsid w:val="008B7430"/>
    <w:rsid w:val="008B75D6"/>
    <w:rsid w:val="008B7AFB"/>
    <w:rsid w:val="008B7C16"/>
    <w:rsid w:val="008C065E"/>
    <w:rsid w:val="008C1286"/>
    <w:rsid w:val="008C12E6"/>
    <w:rsid w:val="008C134E"/>
    <w:rsid w:val="008C14AB"/>
    <w:rsid w:val="008C18B1"/>
    <w:rsid w:val="008C18C7"/>
    <w:rsid w:val="008C1C6C"/>
    <w:rsid w:val="008C1D6D"/>
    <w:rsid w:val="008C2042"/>
    <w:rsid w:val="008C20CF"/>
    <w:rsid w:val="008C3118"/>
    <w:rsid w:val="008C31E0"/>
    <w:rsid w:val="008C330D"/>
    <w:rsid w:val="008C39DC"/>
    <w:rsid w:val="008C4095"/>
    <w:rsid w:val="008C43CF"/>
    <w:rsid w:val="008C43D8"/>
    <w:rsid w:val="008C4819"/>
    <w:rsid w:val="008C4B39"/>
    <w:rsid w:val="008C540F"/>
    <w:rsid w:val="008C559D"/>
    <w:rsid w:val="008C5652"/>
    <w:rsid w:val="008C57A7"/>
    <w:rsid w:val="008C5EA6"/>
    <w:rsid w:val="008C5F8A"/>
    <w:rsid w:val="008C6622"/>
    <w:rsid w:val="008C66C5"/>
    <w:rsid w:val="008C6A20"/>
    <w:rsid w:val="008C7814"/>
    <w:rsid w:val="008C7BFC"/>
    <w:rsid w:val="008C7DAF"/>
    <w:rsid w:val="008C7F33"/>
    <w:rsid w:val="008D128E"/>
    <w:rsid w:val="008D13A3"/>
    <w:rsid w:val="008D13E4"/>
    <w:rsid w:val="008D19D3"/>
    <w:rsid w:val="008D264A"/>
    <w:rsid w:val="008D2DB9"/>
    <w:rsid w:val="008D379B"/>
    <w:rsid w:val="008D40A6"/>
    <w:rsid w:val="008D4212"/>
    <w:rsid w:val="008D4625"/>
    <w:rsid w:val="008D50DB"/>
    <w:rsid w:val="008D521E"/>
    <w:rsid w:val="008D57F1"/>
    <w:rsid w:val="008D5B9B"/>
    <w:rsid w:val="008D5CBC"/>
    <w:rsid w:val="008D625C"/>
    <w:rsid w:val="008D64B7"/>
    <w:rsid w:val="008D688C"/>
    <w:rsid w:val="008D6A85"/>
    <w:rsid w:val="008D6CCF"/>
    <w:rsid w:val="008D7854"/>
    <w:rsid w:val="008E0187"/>
    <w:rsid w:val="008E0224"/>
    <w:rsid w:val="008E0546"/>
    <w:rsid w:val="008E07AE"/>
    <w:rsid w:val="008E0838"/>
    <w:rsid w:val="008E0C33"/>
    <w:rsid w:val="008E0DBC"/>
    <w:rsid w:val="008E11AC"/>
    <w:rsid w:val="008E19D5"/>
    <w:rsid w:val="008E213D"/>
    <w:rsid w:val="008E2369"/>
    <w:rsid w:val="008E23B6"/>
    <w:rsid w:val="008E2B73"/>
    <w:rsid w:val="008E330A"/>
    <w:rsid w:val="008E37D0"/>
    <w:rsid w:val="008E37D7"/>
    <w:rsid w:val="008E37E6"/>
    <w:rsid w:val="008E3F0C"/>
    <w:rsid w:val="008E4589"/>
    <w:rsid w:val="008E590C"/>
    <w:rsid w:val="008E5B9D"/>
    <w:rsid w:val="008E61B9"/>
    <w:rsid w:val="008E6405"/>
    <w:rsid w:val="008E678C"/>
    <w:rsid w:val="008E6F2F"/>
    <w:rsid w:val="008E78DF"/>
    <w:rsid w:val="008E7B7A"/>
    <w:rsid w:val="008E7DE9"/>
    <w:rsid w:val="008F00BA"/>
    <w:rsid w:val="008F0359"/>
    <w:rsid w:val="008F0380"/>
    <w:rsid w:val="008F06B0"/>
    <w:rsid w:val="008F0732"/>
    <w:rsid w:val="008F1B86"/>
    <w:rsid w:val="008F1E45"/>
    <w:rsid w:val="008F349A"/>
    <w:rsid w:val="008F368C"/>
    <w:rsid w:val="008F3CFE"/>
    <w:rsid w:val="008F3DAB"/>
    <w:rsid w:val="008F3E34"/>
    <w:rsid w:val="008F3EE3"/>
    <w:rsid w:val="008F3F9B"/>
    <w:rsid w:val="008F4130"/>
    <w:rsid w:val="008F45EB"/>
    <w:rsid w:val="008F484B"/>
    <w:rsid w:val="008F4B8B"/>
    <w:rsid w:val="008F4BAC"/>
    <w:rsid w:val="008F4EFB"/>
    <w:rsid w:val="008F542B"/>
    <w:rsid w:val="008F556C"/>
    <w:rsid w:val="008F571F"/>
    <w:rsid w:val="008F5993"/>
    <w:rsid w:val="008F63AB"/>
    <w:rsid w:val="008F647A"/>
    <w:rsid w:val="008F69B5"/>
    <w:rsid w:val="008F6A72"/>
    <w:rsid w:val="008F6EFF"/>
    <w:rsid w:val="008F71BF"/>
    <w:rsid w:val="008F7524"/>
    <w:rsid w:val="008F7915"/>
    <w:rsid w:val="008F7C97"/>
    <w:rsid w:val="008F7D4B"/>
    <w:rsid w:val="009008E7"/>
    <w:rsid w:val="00900976"/>
    <w:rsid w:val="00900B0F"/>
    <w:rsid w:val="00900D95"/>
    <w:rsid w:val="00900E15"/>
    <w:rsid w:val="00900F81"/>
    <w:rsid w:val="00901001"/>
    <w:rsid w:val="009012BF"/>
    <w:rsid w:val="009012F1"/>
    <w:rsid w:val="0090153D"/>
    <w:rsid w:val="00901590"/>
    <w:rsid w:val="00901860"/>
    <w:rsid w:val="009018B7"/>
    <w:rsid w:val="00901D7E"/>
    <w:rsid w:val="0090208A"/>
    <w:rsid w:val="00902596"/>
    <w:rsid w:val="009027B3"/>
    <w:rsid w:val="00902B46"/>
    <w:rsid w:val="00902F7C"/>
    <w:rsid w:val="00902F87"/>
    <w:rsid w:val="0090317F"/>
    <w:rsid w:val="009037C9"/>
    <w:rsid w:val="00903ED8"/>
    <w:rsid w:val="009047A4"/>
    <w:rsid w:val="00904D6B"/>
    <w:rsid w:val="00905198"/>
    <w:rsid w:val="009052CD"/>
    <w:rsid w:val="009054BA"/>
    <w:rsid w:val="00905675"/>
    <w:rsid w:val="00905B37"/>
    <w:rsid w:val="00905D9A"/>
    <w:rsid w:val="009066B9"/>
    <w:rsid w:val="0090696B"/>
    <w:rsid w:val="009069F5"/>
    <w:rsid w:val="00906A4D"/>
    <w:rsid w:val="00906CB8"/>
    <w:rsid w:val="009074A0"/>
    <w:rsid w:val="0090755C"/>
    <w:rsid w:val="00907904"/>
    <w:rsid w:val="00910082"/>
    <w:rsid w:val="00910227"/>
    <w:rsid w:val="009102D9"/>
    <w:rsid w:val="00910F76"/>
    <w:rsid w:val="00911321"/>
    <w:rsid w:val="00911579"/>
    <w:rsid w:val="0091259C"/>
    <w:rsid w:val="009125C3"/>
    <w:rsid w:val="00912A97"/>
    <w:rsid w:val="00912DA0"/>
    <w:rsid w:val="00912F19"/>
    <w:rsid w:val="00912FE8"/>
    <w:rsid w:val="009131BF"/>
    <w:rsid w:val="009145C4"/>
    <w:rsid w:val="009148A9"/>
    <w:rsid w:val="00914DFE"/>
    <w:rsid w:val="00914EEC"/>
    <w:rsid w:val="00915166"/>
    <w:rsid w:val="00915396"/>
    <w:rsid w:val="009156AC"/>
    <w:rsid w:val="009156B4"/>
    <w:rsid w:val="00915A4E"/>
    <w:rsid w:val="00915CC5"/>
    <w:rsid w:val="00915CCC"/>
    <w:rsid w:val="00915DDC"/>
    <w:rsid w:val="00915E73"/>
    <w:rsid w:val="0091602F"/>
    <w:rsid w:val="00916109"/>
    <w:rsid w:val="0091669D"/>
    <w:rsid w:val="00916B56"/>
    <w:rsid w:val="0091732D"/>
    <w:rsid w:val="0091741F"/>
    <w:rsid w:val="0091786E"/>
    <w:rsid w:val="00917936"/>
    <w:rsid w:val="00917C13"/>
    <w:rsid w:val="00917E18"/>
    <w:rsid w:val="00917FED"/>
    <w:rsid w:val="00920043"/>
    <w:rsid w:val="009208BC"/>
    <w:rsid w:val="00920CC9"/>
    <w:rsid w:val="00920E0E"/>
    <w:rsid w:val="00920E7A"/>
    <w:rsid w:val="0092134F"/>
    <w:rsid w:val="00921519"/>
    <w:rsid w:val="00921CA9"/>
    <w:rsid w:val="00921E09"/>
    <w:rsid w:val="009225E8"/>
    <w:rsid w:val="009226C5"/>
    <w:rsid w:val="009239EB"/>
    <w:rsid w:val="00923CE8"/>
    <w:rsid w:val="00924960"/>
    <w:rsid w:val="00925C50"/>
    <w:rsid w:val="00925F9D"/>
    <w:rsid w:val="009260DD"/>
    <w:rsid w:val="009266EA"/>
    <w:rsid w:val="009269D1"/>
    <w:rsid w:val="00926A69"/>
    <w:rsid w:val="0093024B"/>
    <w:rsid w:val="0093050E"/>
    <w:rsid w:val="00930637"/>
    <w:rsid w:val="00930CA1"/>
    <w:rsid w:val="00930CC4"/>
    <w:rsid w:val="00931033"/>
    <w:rsid w:val="0093117C"/>
    <w:rsid w:val="0093141C"/>
    <w:rsid w:val="009317B2"/>
    <w:rsid w:val="009318DC"/>
    <w:rsid w:val="00931CC3"/>
    <w:rsid w:val="009320B9"/>
    <w:rsid w:val="0093247F"/>
    <w:rsid w:val="00932830"/>
    <w:rsid w:val="00932CCF"/>
    <w:rsid w:val="009332A0"/>
    <w:rsid w:val="009332A7"/>
    <w:rsid w:val="00933341"/>
    <w:rsid w:val="0093362A"/>
    <w:rsid w:val="009337B3"/>
    <w:rsid w:val="00933A19"/>
    <w:rsid w:val="00933AF7"/>
    <w:rsid w:val="00933BA6"/>
    <w:rsid w:val="00934798"/>
    <w:rsid w:val="00934958"/>
    <w:rsid w:val="00934DD6"/>
    <w:rsid w:val="00934E01"/>
    <w:rsid w:val="00934FFC"/>
    <w:rsid w:val="00935453"/>
    <w:rsid w:val="00935717"/>
    <w:rsid w:val="00935E9E"/>
    <w:rsid w:val="00935F04"/>
    <w:rsid w:val="00936B59"/>
    <w:rsid w:val="009372CF"/>
    <w:rsid w:val="0093732A"/>
    <w:rsid w:val="00937467"/>
    <w:rsid w:val="00937B6E"/>
    <w:rsid w:val="00937D73"/>
    <w:rsid w:val="00937DE8"/>
    <w:rsid w:val="00937F3D"/>
    <w:rsid w:val="00940597"/>
    <w:rsid w:val="009406B5"/>
    <w:rsid w:val="009412F4"/>
    <w:rsid w:val="009416B3"/>
    <w:rsid w:val="009416BE"/>
    <w:rsid w:val="00942121"/>
    <w:rsid w:val="00942210"/>
    <w:rsid w:val="009427A7"/>
    <w:rsid w:val="00942A4C"/>
    <w:rsid w:val="00942B82"/>
    <w:rsid w:val="00942C95"/>
    <w:rsid w:val="00943328"/>
    <w:rsid w:val="00943D19"/>
    <w:rsid w:val="00943E90"/>
    <w:rsid w:val="00943F06"/>
    <w:rsid w:val="0094402D"/>
    <w:rsid w:val="00944432"/>
    <w:rsid w:val="0094542C"/>
    <w:rsid w:val="00945528"/>
    <w:rsid w:val="0094554C"/>
    <w:rsid w:val="00945605"/>
    <w:rsid w:val="00945906"/>
    <w:rsid w:val="00945E94"/>
    <w:rsid w:val="00946533"/>
    <w:rsid w:val="0094693B"/>
    <w:rsid w:val="00946DED"/>
    <w:rsid w:val="00947279"/>
    <w:rsid w:val="00947310"/>
    <w:rsid w:val="00947476"/>
    <w:rsid w:val="009477FB"/>
    <w:rsid w:val="00947973"/>
    <w:rsid w:val="00947A49"/>
    <w:rsid w:val="009506FD"/>
    <w:rsid w:val="009506FF"/>
    <w:rsid w:val="00950722"/>
    <w:rsid w:val="00950736"/>
    <w:rsid w:val="00950897"/>
    <w:rsid w:val="00950946"/>
    <w:rsid w:val="009509DE"/>
    <w:rsid w:val="00951392"/>
    <w:rsid w:val="0095153A"/>
    <w:rsid w:val="00951619"/>
    <w:rsid w:val="00951787"/>
    <w:rsid w:val="00951BA5"/>
    <w:rsid w:val="00952267"/>
    <w:rsid w:val="0095285B"/>
    <w:rsid w:val="009531F6"/>
    <w:rsid w:val="009532BE"/>
    <w:rsid w:val="00954E21"/>
    <w:rsid w:val="00955036"/>
    <w:rsid w:val="009552D7"/>
    <w:rsid w:val="009557AB"/>
    <w:rsid w:val="00955A39"/>
    <w:rsid w:val="00955BD7"/>
    <w:rsid w:val="00956F48"/>
    <w:rsid w:val="00957112"/>
    <w:rsid w:val="009574B0"/>
    <w:rsid w:val="0095778D"/>
    <w:rsid w:val="00957EEB"/>
    <w:rsid w:val="0096066E"/>
    <w:rsid w:val="00960A3F"/>
    <w:rsid w:val="0096130F"/>
    <w:rsid w:val="009617DC"/>
    <w:rsid w:val="00961968"/>
    <w:rsid w:val="009621B7"/>
    <w:rsid w:val="00962459"/>
    <w:rsid w:val="0096297B"/>
    <w:rsid w:val="00962F11"/>
    <w:rsid w:val="0096363A"/>
    <w:rsid w:val="00963B3C"/>
    <w:rsid w:val="00963E0F"/>
    <w:rsid w:val="00963E5B"/>
    <w:rsid w:val="00963E92"/>
    <w:rsid w:val="00963F96"/>
    <w:rsid w:val="009644D3"/>
    <w:rsid w:val="009645AA"/>
    <w:rsid w:val="00964690"/>
    <w:rsid w:val="009648DA"/>
    <w:rsid w:val="00964D47"/>
    <w:rsid w:val="009650C4"/>
    <w:rsid w:val="0096520E"/>
    <w:rsid w:val="009659A6"/>
    <w:rsid w:val="00965AFE"/>
    <w:rsid w:val="00965BE0"/>
    <w:rsid w:val="00965DC4"/>
    <w:rsid w:val="00965FBC"/>
    <w:rsid w:val="00966298"/>
    <w:rsid w:val="009662DF"/>
    <w:rsid w:val="009663E5"/>
    <w:rsid w:val="00966440"/>
    <w:rsid w:val="00966779"/>
    <w:rsid w:val="00966806"/>
    <w:rsid w:val="00966AF4"/>
    <w:rsid w:val="00966D22"/>
    <w:rsid w:val="00966D76"/>
    <w:rsid w:val="00966F5C"/>
    <w:rsid w:val="009670E3"/>
    <w:rsid w:val="0097042D"/>
    <w:rsid w:val="0097066E"/>
    <w:rsid w:val="0097081B"/>
    <w:rsid w:val="00970959"/>
    <w:rsid w:val="00970DFA"/>
    <w:rsid w:val="009716AF"/>
    <w:rsid w:val="00971A51"/>
    <w:rsid w:val="00971CDD"/>
    <w:rsid w:val="00972E9D"/>
    <w:rsid w:val="0097311E"/>
    <w:rsid w:val="009736DB"/>
    <w:rsid w:val="0097421E"/>
    <w:rsid w:val="0097433B"/>
    <w:rsid w:val="009748CA"/>
    <w:rsid w:val="00974A32"/>
    <w:rsid w:val="00975201"/>
    <w:rsid w:val="00975320"/>
    <w:rsid w:val="00975464"/>
    <w:rsid w:val="009766A0"/>
    <w:rsid w:val="009770A5"/>
    <w:rsid w:val="00977976"/>
    <w:rsid w:val="00980A7D"/>
    <w:rsid w:val="00980D3C"/>
    <w:rsid w:val="0098107E"/>
    <w:rsid w:val="009810D9"/>
    <w:rsid w:val="00981298"/>
    <w:rsid w:val="009813CA"/>
    <w:rsid w:val="00981981"/>
    <w:rsid w:val="009819D8"/>
    <w:rsid w:val="00981BC8"/>
    <w:rsid w:val="00981C13"/>
    <w:rsid w:val="00982452"/>
    <w:rsid w:val="0098272B"/>
    <w:rsid w:val="00982B51"/>
    <w:rsid w:val="00982C3A"/>
    <w:rsid w:val="00983138"/>
    <w:rsid w:val="0098319D"/>
    <w:rsid w:val="00984313"/>
    <w:rsid w:val="00984332"/>
    <w:rsid w:val="009849D5"/>
    <w:rsid w:val="00984C66"/>
    <w:rsid w:val="0098537E"/>
    <w:rsid w:val="00985425"/>
    <w:rsid w:val="00985E9F"/>
    <w:rsid w:val="00986135"/>
    <w:rsid w:val="0098634E"/>
    <w:rsid w:val="00987C55"/>
    <w:rsid w:val="00987CE0"/>
    <w:rsid w:val="00990043"/>
    <w:rsid w:val="00991028"/>
    <w:rsid w:val="009913CC"/>
    <w:rsid w:val="00991520"/>
    <w:rsid w:val="009915EC"/>
    <w:rsid w:val="009916E6"/>
    <w:rsid w:val="00991739"/>
    <w:rsid w:val="00991B82"/>
    <w:rsid w:val="00992349"/>
    <w:rsid w:val="00992482"/>
    <w:rsid w:val="00992AAF"/>
    <w:rsid w:val="00992AB2"/>
    <w:rsid w:val="00992E00"/>
    <w:rsid w:val="009932FA"/>
    <w:rsid w:val="00993668"/>
    <w:rsid w:val="00994108"/>
    <w:rsid w:val="00994755"/>
    <w:rsid w:val="009947CF"/>
    <w:rsid w:val="00994AA1"/>
    <w:rsid w:val="00994BF7"/>
    <w:rsid w:val="00994C74"/>
    <w:rsid w:val="00994D7F"/>
    <w:rsid w:val="00994E55"/>
    <w:rsid w:val="00995F5D"/>
    <w:rsid w:val="00996116"/>
    <w:rsid w:val="00996C1A"/>
    <w:rsid w:val="00996D5E"/>
    <w:rsid w:val="00996E52"/>
    <w:rsid w:val="00997898"/>
    <w:rsid w:val="00997DB6"/>
    <w:rsid w:val="009A086C"/>
    <w:rsid w:val="009A0A1E"/>
    <w:rsid w:val="009A0DB5"/>
    <w:rsid w:val="009A0EEF"/>
    <w:rsid w:val="009A1260"/>
    <w:rsid w:val="009A185F"/>
    <w:rsid w:val="009A192A"/>
    <w:rsid w:val="009A1A3A"/>
    <w:rsid w:val="009A1B12"/>
    <w:rsid w:val="009A1B23"/>
    <w:rsid w:val="009A1C6C"/>
    <w:rsid w:val="009A1CC9"/>
    <w:rsid w:val="009A2E09"/>
    <w:rsid w:val="009A2E32"/>
    <w:rsid w:val="009A385C"/>
    <w:rsid w:val="009A3C5C"/>
    <w:rsid w:val="009A45B4"/>
    <w:rsid w:val="009A5151"/>
    <w:rsid w:val="009A5553"/>
    <w:rsid w:val="009A57A0"/>
    <w:rsid w:val="009A61E9"/>
    <w:rsid w:val="009A639C"/>
    <w:rsid w:val="009A645A"/>
    <w:rsid w:val="009A6DEF"/>
    <w:rsid w:val="009A74AE"/>
    <w:rsid w:val="009A7F9E"/>
    <w:rsid w:val="009B1790"/>
    <w:rsid w:val="009B1826"/>
    <w:rsid w:val="009B196A"/>
    <w:rsid w:val="009B28F8"/>
    <w:rsid w:val="009B2A2E"/>
    <w:rsid w:val="009B3AE7"/>
    <w:rsid w:val="009B4799"/>
    <w:rsid w:val="009B47E4"/>
    <w:rsid w:val="009B4B8C"/>
    <w:rsid w:val="009B5048"/>
    <w:rsid w:val="009B5305"/>
    <w:rsid w:val="009B543B"/>
    <w:rsid w:val="009B5919"/>
    <w:rsid w:val="009B5BC1"/>
    <w:rsid w:val="009B6CFF"/>
    <w:rsid w:val="009B6E70"/>
    <w:rsid w:val="009B7334"/>
    <w:rsid w:val="009B7889"/>
    <w:rsid w:val="009B79A2"/>
    <w:rsid w:val="009C1E28"/>
    <w:rsid w:val="009C216D"/>
    <w:rsid w:val="009C2281"/>
    <w:rsid w:val="009C29BA"/>
    <w:rsid w:val="009C2CC1"/>
    <w:rsid w:val="009C3090"/>
    <w:rsid w:val="009C32C4"/>
    <w:rsid w:val="009C33C2"/>
    <w:rsid w:val="009C35C0"/>
    <w:rsid w:val="009C4ACB"/>
    <w:rsid w:val="009C4BC2"/>
    <w:rsid w:val="009C4C25"/>
    <w:rsid w:val="009C51CB"/>
    <w:rsid w:val="009C5953"/>
    <w:rsid w:val="009C6241"/>
    <w:rsid w:val="009C6319"/>
    <w:rsid w:val="009C642D"/>
    <w:rsid w:val="009C6E00"/>
    <w:rsid w:val="009C71F3"/>
    <w:rsid w:val="009C736B"/>
    <w:rsid w:val="009C792B"/>
    <w:rsid w:val="009C7D87"/>
    <w:rsid w:val="009C7FB1"/>
    <w:rsid w:val="009D0425"/>
    <w:rsid w:val="009D0C5A"/>
    <w:rsid w:val="009D1921"/>
    <w:rsid w:val="009D1AA1"/>
    <w:rsid w:val="009D1B15"/>
    <w:rsid w:val="009D1BF1"/>
    <w:rsid w:val="009D1E1B"/>
    <w:rsid w:val="009D1E36"/>
    <w:rsid w:val="009D204C"/>
    <w:rsid w:val="009D2178"/>
    <w:rsid w:val="009D24CF"/>
    <w:rsid w:val="009D27F1"/>
    <w:rsid w:val="009D2EDF"/>
    <w:rsid w:val="009D3199"/>
    <w:rsid w:val="009D36A5"/>
    <w:rsid w:val="009D3981"/>
    <w:rsid w:val="009D3C47"/>
    <w:rsid w:val="009D3E85"/>
    <w:rsid w:val="009D4178"/>
    <w:rsid w:val="009D49F4"/>
    <w:rsid w:val="009D4CBE"/>
    <w:rsid w:val="009D5894"/>
    <w:rsid w:val="009D5C1D"/>
    <w:rsid w:val="009D5CE3"/>
    <w:rsid w:val="009D67D6"/>
    <w:rsid w:val="009D6BD5"/>
    <w:rsid w:val="009D6D09"/>
    <w:rsid w:val="009D7218"/>
    <w:rsid w:val="009D72FD"/>
    <w:rsid w:val="009D73A2"/>
    <w:rsid w:val="009D745B"/>
    <w:rsid w:val="009E0666"/>
    <w:rsid w:val="009E1028"/>
    <w:rsid w:val="009E132A"/>
    <w:rsid w:val="009E1378"/>
    <w:rsid w:val="009E13E5"/>
    <w:rsid w:val="009E1E49"/>
    <w:rsid w:val="009E26BC"/>
    <w:rsid w:val="009E2B6B"/>
    <w:rsid w:val="009E2FBE"/>
    <w:rsid w:val="009E3206"/>
    <w:rsid w:val="009E3289"/>
    <w:rsid w:val="009E3A1B"/>
    <w:rsid w:val="009E3B00"/>
    <w:rsid w:val="009E4494"/>
    <w:rsid w:val="009E47A2"/>
    <w:rsid w:val="009E497A"/>
    <w:rsid w:val="009E4E74"/>
    <w:rsid w:val="009E4F70"/>
    <w:rsid w:val="009E50B8"/>
    <w:rsid w:val="009E621F"/>
    <w:rsid w:val="009E638B"/>
    <w:rsid w:val="009E64DC"/>
    <w:rsid w:val="009E6598"/>
    <w:rsid w:val="009E6A1F"/>
    <w:rsid w:val="009E6BF4"/>
    <w:rsid w:val="009E6DE9"/>
    <w:rsid w:val="009E6FD8"/>
    <w:rsid w:val="009E71FA"/>
    <w:rsid w:val="009E7A68"/>
    <w:rsid w:val="009E7AA0"/>
    <w:rsid w:val="009E7AF9"/>
    <w:rsid w:val="009E7AFD"/>
    <w:rsid w:val="009E7BF8"/>
    <w:rsid w:val="009E7ED4"/>
    <w:rsid w:val="009F0227"/>
    <w:rsid w:val="009F02E3"/>
    <w:rsid w:val="009F1A24"/>
    <w:rsid w:val="009F1BA2"/>
    <w:rsid w:val="009F1E1A"/>
    <w:rsid w:val="009F2781"/>
    <w:rsid w:val="009F2F46"/>
    <w:rsid w:val="009F354C"/>
    <w:rsid w:val="009F385E"/>
    <w:rsid w:val="009F4232"/>
    <w:rsid w:val="009F42A0"/>
    <w:rsid w:val="009F4615"/>
    <w:rsid w:val="009F4DA6"/>
    <w:rsid w:val="009F500C"/>
    <w:rsid w:val="009F53BD"/>
    <w:rsid w:val="009F5454"/>
    <w:rsid w:val="009F54E9"/>
    <w:rsid w:val="009F5518"/>
    <w:rsid w:val="009F5786"/>
    <w:rsid w:val="009F5CA8"/>
    <w:rsid w:val="009F5D31"/>
    <w:rsid w:val="009F5DA5"/>
    <w:rsid w:val="009F6583"/>
    <w:rsid w:val="009F68B2"/>
    <w:rsid w:val="009F7029"/>
    <w:rsid w:val="009F746E"/>
    <w:rsid w:val="009F7491"/>
    <w:rsid w:val="009F7D71"/>
    <w:rsid w:val="009F7E71"/>
    <w:rsid w:val="009F7F35"/>
    <w:rsid w:val="00A003C6"/>
    <w:rsid w:val="00A00783"/>
    <w:rsid w:val="00A00961"/>
    <w:rsid w:val="00A00A3F"/>
    <w:rsid w:val="00A00A7D"/>
    <w:rsid w:val="00A00E5B"/>
    <w:rsid w:val="00A014D8"/>
    <w:rsid w:val="00A01510"/>
    <w:rsid w:val="00A0167E"/>
    <w:rsid w:val="00A019D4"/>
    <w:rsid w:val="00A02568"/>
    <w:rsid w:val="00A0269F"/>
    <w:rsid w:val="00A02781"/>
    <w:rsid w:val="00A030C4"/>
    <w:rsid w:val="00A03196"/>
    <w:rsid w:val="00A03CC9"/>
    <w:rsid w:val="00A03E5D"/>
    <w:rsid w:val="00A0456C"/>
    <w:rsid w:val="00A04923"/>
    <w:rsid w:val="00A0542E"/>
    <w:rsid w:val="00A0547A"/>
    <w:rsid w:val="00A054A2"/>
    <w:rsid w:val="00A05504"/>
    <w:rsid w:val="00A0594F"/>
    <w:rsid w:val="00A0643B"/>
    <w:rsid w:val="00A067EF"/>
    <w:rsid w:val="00A06B97"/>
    <w:rsid w:val="00A06CB7"/>
    <w:rsid w:val="00A07428"/>
    <w:rsid w:val="00A07DF6"/>
    <w:rsid w:val="00A100F7"/>
    <w:rsid w:val="00A1037A"/>
    <w:rsid w:val="00A103D3"/>
    <w:rsid w:val="00A108C0"/>
    <w:rsid w:val="00A114AC"/>
    <w:rsid w:val="00A117FC"/>
    <w:rsid w:val="00A11E53"/>
    <w:rsid w:val="00A123E3"/>
    <w:rsid w:val="00A1256B"/>
    <w:rsid w:val="00A12F90"/>
    <w:rsid w:val="00A132FE"/>
    <w:rsid w:val="00A1350B"/>
    <w:rsid w:val="00A13717"/>
    <w:rsid w:val="00A13735"/>
    <w:rsid w:val="00A137FE"/>
    <w:rsid w:val="00A13E4D"/>
    <w:rsid w:val="00A13F96"/>
    <w:rsid w:val="00A14283"/>
    <w:rsid w:val="00A14429"/>
    <w:rsid w:val="00A147EB"/>
    <w:rsid w:val="00A14992"/>
    <w:rsid w:val="00A14FD8"/>
    <w:rsid w:val="00A15070"/>
    <w:rsid w:val="00A152C5"/>
    <w:rsid w:val="00A15F82"/>
    <w:rsid w:val="00A163DD"/>
    <w:rsid w:val="00A16E5F"/>
    <w:rsid w:val="00A1702F"/>
    <w:rsid w:val="00A179EB"/>
    <w:rsid w:val="00A2014D"/>
    <w:rsid w:val="00A208BB"/>
    <w:rsid w:val="00A20D79"/>
    <w:rsid w:val="00A20DF2"/>
    <w:rsid w:val="00A212A6"/>
    <w:rsid w:val="00A2149D"/>
    <w:rsid w:val="00A2165C"/>
    <w:rsid w:val="00A22105"/>
    <w:rsid w:val="00A22666"/>
    <w:rsid w:val="00A227F5"/>
    <w:rsid w:val="00A2359C"/>
    <w:rsid w:val="00A23BFC"/>
    <w:rsid w:val="00A242B7"/>
    <w:rsid w:val="00A24385"/>
    <w:rsid w:val="00A24B58"/>
    <w:rsid w:val="00A25056"/>
    <w:rsid w:val="00A250AC"/>
    <w:rsid w:val="00A255BE"/>
    <w:rsid w:val="00A26031"/>
    <w:rsid w:val="00A2611E"/>
    <w:rsid w:val="00A26229"/>
    <w:rsid w:val="00A2623C"/>
    <w:rsid w:val="00A2672E"/>
    <w:rsid w:val="00A2678A"/>
    <w:rsid w:val="00A26EBC"/>
    <w:rsid w:val="00A271A3"/>
    <w:rsid w:val="00A273CE"/>
    <w:rsid w:val="00A273D9"/>
    <w:rsid w:val="00A27A32"/>
    <w:rsid w:val="00A27D91"/>
    <w:rsid w:val="00A300AB"/>
    <w:rsid w:val="00A3063B"/>
    <w:rsid w:val="00A306D9"/>
    <w:rsid w:val="00A31054"/>
    <w:rsid w:val="00A31E30"/>
    <w:rsid w:val="00A31FB0"/>
    <w:rsid w:val="00A32184"/>
    <w:rsid w:val="00A322CE"/>
    <w:rsid w:val="00A3278C"/>
    <w:rsid w:val="00A32BAF"/>
    <w:rsid w:val="00A32C31"/>
    <w:rsid w:val="00A32EE7"/>
    <w:rsid w:val="00A32FD8"/>
    <w:rsid w:val="00A33596"/>
    <w:rsid w:val="00A33805"/>
    <w:rsid w:val="00A33A4E"/>
    <w:rsid w:val="00A33DA7"/>
    <w:rsid w:val="00A3433E"/>
    <w:rsid w:val="00A34823"/>
    <w:rsid w:val="00A3492E"/>
    <w:rsid w:val="00A34A27"/>
    <w:rsid w:val="00A35163"/>
    <w:rsid w:val="00A356B3"/>
    <w:rsid w:val="00A3588A"/>
    <w:rsid w:val="00A35A94"/>
    <w:rsid w:val="00A35FE5"/>
    <w:rsid w:val="00A3603B"/>
    <w:rsid w:val="00A360E4"/>
    <w:rsid w:val="00A36938"/>
    <w:rsid w:val="00A36D2D"/>
    <w:rsid w:val="00A3733A"/>
    <w:rsid w:val="00A3742E"/>
    <w:rsid w:val="00A37509"/>
    <w:rsid w:val="00A376E1"/>
    <w:rsid w:val="00A37B17"/>
    <w:rsid w:val="00A37E61"/>
    <w:rsid w:val="00A4052E"/>
    <w:rsid w:val="00A4059A"/>
    <w:rsid w:val="00A409E4"/>
    <w:rsid w:val="00A40F8C"/>
    <w:rsid w:val="00A40F97"/>
    <w:rsid w:val="00A411F4"/>
    <w:rsid w:val="00A41510"/>
    <w:rsid w:val="00A41A46"/>
    <w:rsid w:val="00A41C9D"/>
    <w:rsid w:val="00A42409"/>
    <w:rsid w:val="00A42664"/>
    <w:rsid w:val="00A43059"/>
    <w:rsid w:val="00A43346"/>
    <w:rsid w:val="00A437AA"/>
    <w:rsid w:val="00A43A23"/>
    <w:rsid w:val="00A43CA1"/>
    <w:rsid w:val="00A43E83"/>
    <w:rsid w:val="00A447E1"/>
    <w:rsid w:val="00A45107"/>
    <w:rsid w:val="00A45418"/>
    <w:rsid w:val="00A4541E"/>
    <w:rsid w:val="00A4566C"/>
    <w:rsid w:val="00A45A16"/>
    <w:rsid w:val="00A45D8F"/>
    <w:rsid w:val="00A4627A"/>
    <w:rsid w:val="00A4644E"/>
    <w:rsid w:val="00A46571"/>
    <w:rsid w:val="00A465B8"/>
    <w:rsid w:val="00A46B91"/>
    <w:rsid w:val="00A472C7"/>
    <w:rsid w:val="00A473DA"/>
    <w:rsid w:val="00A474C8"/>
    <w:rsid w:val="00A502AA"/>
    <w:rsid w:val="00A50536"/>
    <w:rsid w:val="00A50932"/>
    <w:rsid w:val="00A50B13"/>
    <w:rsid w:val="00A50C64"/>
    <w:rsid w:val="00A5173A"/>
    <w:rsid w:val="00A5175B"/>
    <w:rsid w:val="00A51AD9"/>
    <w:rsid w:val="00A51B21"/>
    <w:rsid w:val="00A51EE9"/>
    <w:rsid w:val="00A52028"/>
    <w:rsid w:val="00A52551"/>
    <w:rsid w:val="00A527D0"/>
    <w:rsid w:val="00A52B86"/>
    <w:rsid w:val="00A52EE2"/>
    <w:rsid w:val="00A52FD7"/>
    <w:rsid w:val="00A53EF8"/>
    <w:rsid w:val="00A54A85"/>
    <w:rsid w:val="00A554F9"/>
    <w:rsid w:val="00A555AD"/>
    <w:rsid w:val="00A55E59"/>
    <w:rsid w:val="00A55E7B"/>
    <w:rsid w:val="00A55FE2"/>
    <w:rsid w:val="00A56135"/>
    <w:rsid w:val="00A565C4"/>
    <w:rsid w:val="00A567B1"/>
    <w:rsid w:val="00A56870"/>
    <w:rsid w:val="00A56A98"/>
    <w:rsid w:val="00A56B53"/>
    <w:rsid w:val="00A56BF7"/>
    <w:rsid w:val="00A57540"/>
    <w:rsid w:val="00A57608"/>
    <w:rsid w:val="00A57723"/>
    <w:rsid w:val="00A5796C"/>
    <w:rsid w:val="00A57D6A"/>
    <w:rsid w:val="00A57E48"/>
    <w:rsid w:val="00A604A2"/>
    <w:rsid w:val="00A60B16"/>
    <w:rsid w:val="00A60D77"/>
    <w:rsid w:val="00A61DBD"/>
    <w:rsid w:val="00A62109"/>
    <w:rsid w:val="00A62209"/>
    <w:rsid w:val="00A62BA1"/>
    <w:rsid w:val="00A62BDC"/>
    <w:rsid w:val="00A638C6"/>
    <w:rsid w:val="00A63FB0"/>
    <w:rsid w:val="00A64574"/>
    <w:rsid w:val="00A64CCA"/>
    <w:rsid w:val="00A64D94"/>
    <w:rsid w:val="00A6523D"/>
    <w:rsid w:val="00A6526B"/>
    <w:rsid w:val="00A656B0"/>
    <w:rsid w:val="00A65844"/>
    <w:rsid w:val="00A65AF5"/>
    <w:rsid w:val="00A65C9E"/>
    <w:rsid w:val="00A65FF7"/>
    <w:rsid w:val="00A6658D"/>
    <w:rsid w:val="00A6662C"/>
    <w:rsid w:val="00A666B8"/>
    <w:rsid w:val="00A66C2C"/>
    <w:rsid w:val="00A66C37"/>
    <w:rsid w:val="00A67361"/>
    <w:rsid w:val="00A67E2A"/>
    <w:rsid w:val="00A67FE1"/>
    <w:rsid w:val="00A70EFA"/>
    <w:rsid w:val="00A71717"/>
    <w:rsid w:val="00A7199A"/>
    <w:rsid w:val="00A71A27"/>
    <w:rsid w:val="00A72B1B"/>
    <w:rsid w:val="00A72C91"/>
    <w:rsid w:val="00A72D4A"/>
    <w:rsid w:val="00A72FED"/>
    <w:rsid w:val="00A73636"/>
    <w:rsid w:val="00A73744"/>
    <w:rsid w:val="00A73BC1"/>
    <w:rsid w:val="00A74500"/>
    <w:rsid w:val="00A74F18"/>
    <w:rsid w:val="00A751DD"/>
    <w:rsid w:val="00A75A38"/>
    <w:rsid w:val="00A75CCE"/>
    <w:rsid w:val="00A75EED"/>
    <w:rsid w:val="00A75FBF"/>
    <w:rsid w:val="00A76093"/>
    <w:rsid w:val="00A76161"/>
    <w:rsid w:val="00A7649C"/>
    <w:rsid w:val="00A764EA"/>
    <w:rsid w:val="00A76F81"/>
    <w:rsid w:val="00A77319"/>
    <w:rsid w:val="00A775D9"/>
    <w:rsid w:val="00A778FC"/>
    <w:rsid w:val="00A77929"/>
    <w:rsid w:val="00A77A86"/>
    <w:rsid w:val="00A77B70"/>
    <w:rsid w:val="00A80280"/>
    <w:rsid w:val="00A80423"/>
    <w:rsid w:val="00A80692"/>
    <w:rsid w:val="00A80CC3"/>
    <w:rsid w:val="00A80ED8"/>
    <w:rsid w:val="00A81D9C"/>
    <w:rsid w:val="00A8294F"/>
    <w:rsid w:val="00A838AD"/>
    <w:rsid w:val="00A83C3A"/>
    <w:rsid w:val="00A83CB5"/>
    <w:rsid w:val="00A8417A"/>
    <w:rsid w:val="00A842AB"/>
    <w:rsid w:val="00A8438B"/>
    <w:rsid w:val="00A84FFC"/>
    <w:rsid w:val="00A8503C"/>
    <w:rsid w:val="00A85141"/>
    <w:rsid w:val="00A85257"/>
    <w:rsid w:val="00A8558F"/>
    <w:rsid w:val="00A8596A"/>
    <w:rsid w:val="00A85E70"/>
    <w:rsid w:val="00A86441"/>
    <w:rsid w:val="00A867B8"/>
    <w:rsid w:val="00A86FFC"/>
    <w:rsid w:val="00A87321"/>
    <w:rsid w:val="00A87543"/>
    <w:rsid w:val="00A87570"/>
    <w:rsid w:val="00A875E7"/>
    <w:rsid w:val="00A8797D"/>
    <w:rsid w:val="00A87B74"/>
    <w:rsid w:val="00A87C08"/>
    <w:rsid w:val="00A87ED8"/>
    <w:rsid w:val="00A9036A"/>
    <w:rsid w:val="00A908B9"/>
    <w:rsid w:val="00A90E4D"/>
    <w:rsid w:val="00A90E58"/>
    <w:rsid w:val="00A9150D"/>
    <w:rsid w:val="00A915BD"/>
    <w:rsid w:val="00A93429"/>
    <w:rsid w:val="00A93F98"/>
    <w:rsid w:val="00A940A6"/>
    <w:rsid w:val="00A943B7"/>
    <w:rsid w:val="00A9577D"/>
    <w:rsid w:val="00A96032"/>
    <w:rsid w:val="00A96799"/>
    <w:rsid w:val="00A9697C"/>
    <w:rsid w:val="00A976D7"/>
    <w:rsid w:val="00A97D5D"/>
    <w:rsid w:val="00AA0280"/>
    <w:rsid w:val="00AA0401"/>
    <w:rsid w:val="00AA0F41"/>
    <w:rsid w:val="00AA1645"/>
    <w:rsid w:val="00AA1D99"/>
    <w:rsid w:val="00AA2426"/>
    <w:rsid w:val="00AA2864"/>
    <w:rsid w:val="00AA29C4"/>
    <w:rsid w:val="00AA3345"/>
    <w:rsid w:val="00AA36A3"/>
    <w:rsid w:val="00AA3AC2"/>
    <w:rsid w:val="00AA3E6D"/>
    <w:rsid w:val="00AA451D"/>
    <w:rsid w:val="00AA4529"/>
    <w:rsid w:val="00AA5140"/>
    <w:rsid w:val="00AA5732"/>
    <w:rsid w:val="00AA60F5"/>
    <w:rsid w:val="00AA6110"/>
    <w:rsid w:val="00AA6262"/>
    <w:rsid w:val="00AA62AC"/>
    <w:rsid w:val="00AA64EB"/>
    <w:rsid w:val="00AA6815"/>
    <w:rsid w:val="00AA6861"/>
    <w:rsid w:val="00AA7804"/>
    <w:rsid w:val="00AB03D9"/>
    <w:rsid w:val="00AB0718"/>
    <w:rsid w:val="00AB07FD"/>
    <w:rsid w:val="00AB0801"/>
    <w:rsid w:val="00AB0826"/>
    <w:rsid w:val="00AB10CA"/>
    <w:rsid w:val="00AB177C"/>
    <w:rsid w:val="00AB20B4"/>
    <w:rsid w:val="00AB230C"/>
    <w:rsid w:val="00AB2502"/>
    <w:rsid w:val="00AB2722"/>
    <w:rsid w:val="00AB2B71"/>
    <w:rsid w:val="00AB2E69"/>
    <w:rsid w:val="00AB3047"/>
    <w:rsid w:val="00AB316E"/>
    <w:rsid w:val="00AB31ED"/>
    <w:rsid w:val="00AB4401"/>
    <w:rsid w:val="00AB44F1"/>
    <w:rsid w:val="00AB45B0"/>
    <w:rsid w:val="00AB47D0"/>
    <w:rsid w:val="00AB4B3C"/>
    <w:rsid w:val="00AB567D"/>
    <w:rsid w:val="00AB5B17"/>
    <w:rsid w:val="00AB6178"/>
    <w:rsid w:val="00AB62B0"/>
    <w:rsid w:val="00AB65A2"/>
    <w:rsid w:val="00AB6665"/>
    <w:rsid w:val="00AB699F"/>
    <w:rsid w:val="00AB6D33"/>
    <w:rsid w:val="00AB6FA5"/>
    <w:rsid w:val="00AB726F"/>
    <w:rsid w:val="00AB72C8"/>
    <w:rsid w:val="00AB7367"/>
    <w:rsid w:val="00AB736C"/>
    <w:rsid w:val="00AB7462"/>
    <w:rsid w:val="00AB7C87"/>
    <w:rsid w:val="00AC0233"/>
    <w:rsid w:val="00AC05AA"/>
    <w:rsid w:val="00AC0AF4"/>
    <w:rsid w:val="00AC0BBF"/>
    <w:rsid w:val="00AC0E9A"/>
    <w:rsid w:val="00AC103F"/>
    <w:rsid w:val="00AC1472"/>
    <w:rsid w:val="00AC1AA3"/>
    <w:rsid w:val="00AC29E0"/>
    <w:rsid w:val="00AC2BD0"/>
    <w:rsid w:val="00AC2D94"/>
    <w:rsid w:val="00AC3750"/>
    <w:rsid w:val="00AC3763"/>
    <w:rsid w:val="00AC3902"/>
    <w:rsid w:val="00AC39E2"/>
    <w:rsid w:val="00AC3A5A"/>
    <w:rsid w:val="00AC3B55"/>
    <w:rsid w:val="00AC3DF2"/>
    <w:rsid w:val="00AC4582"/>
    <w:rsid w:val="00AC4675"/>
    <w:rsid w:val="00AC4CBE"/>
    <w:rsid w:val="00AC5046"/>
    <w:rsid w:val="00AC58BA"/>
    <w:rsid w:val="00AC6502"/>
    <w:rsid w:val="00AC65E9"/>
    <w:rsid w:val="00AC698B"/>
    <w:rsid w:val="00AC75E7"/>
    <w:rsid w:val="00AC785C"/>
    <w:rsid w:val="00AC78EF"/>
    <w:rsid w:val="00AC7BB1"/>
    <w:rsid w:val="00AD0159"/>
    <w:rsid w:val="00AD02D6"/>
    <w:rsid w:val="00AD04C9"/>
    <w:rsid w:val="00AD0662"/>
    <w:rsid w:val="00AD0722"/>
    <w:rsid w:val="00AD0E62"/>
    <w:rsid w:val="00AD0F79"/>
    <w:rsid w:val="00AD1F8C"/>
    <w:rsid w:val="00AD21B6"/>
    <w:rsid w:val="00AD2956"/>
    <w:rsid w:val="00AD2AA8"/>
    <w:rsid w:val="00AD30C6"/>
    <w:rsid w:val="00AD3522"/>
    <w:rsid w:val="00AD35B3"/>
    <w:rsid w:val="00AD3BC2"/>
    <w:rsid w:val="00AD3CC3"/>
    <w:rsid w:val="00AD3CC5"/>
    <w:rsid w:val="00AD454B"/>
    <w:rsid w:val="00AD4623"/>
    <w:rsid w:val="00AD4940"/>
    <w:rsid w:val="00AD4CD9"/>
    <w:rsid w:val="00AD4F17"/>
    <w:rsid w:val="00AD501C"/>
    <w:rsid w:val="00AD53FC"/>
    <w:rsid w:val="00AD597A"/>
    <w:rsid w:val="00AD5B95"/>
    <w:rsid w:val="00AD6627"/>
    <w:rsid w:val="00AD6782"/>
    <w:rsid w:val="00AD6B93"/>
    <w:rsid w:val="00AD6E03"/>
    <w:rsid w:val="00AD7E4E"/>
    <w:rsid w:val="00AE06E9"/>
    <w:rsid w:val="00AE0B08"/>
    <w:rsid w:val="00AE0FD7"/>
    <w:rsid w:val="00AE1463"/>
    <w:rsid w:val="00AE1668"/>
    <w:rsid w:val="00AE174D"/>
    <w:rsid w:val="00AE18BC"/>
    <w:rsid w:val="00AE1BDB"/>
    <w:rsid w:val="00AE21A0"/>
    <w:rsid w:val="00AE27B8"/>
    <w:rsid w:val="00AE281D"/>
    <w:rsid w:val="00AE29A4"/>
    <w:rsid w:val="00AE2D17"/>
    <w:rsid w:val="00AE3258"/>
    <w:rsid w:val="00AE393F"/>
    <w:rsid w:val="00AE39D8"/>
    <w:rsid w:val="00AE3F72"/>
    <w:rsid w:val="00AE441F"/>
    <w:rsid w:val="00AE4697"/>
    <w:rsid w:val="00AE4CB2"/>
    <w:rsid w:val="00AE57C9"/>
    <w:rsid w:val="00AE5D28"/>
    <w:rsid w:val="00AE7603"/>
    <w:rsid w:val="00AE7BFE"/>
    <w:rsid w:val="00AE7C94"/>
    <w:rsid w:val="00AF0951"/>
    <w:rsid w:val="00AF14F3"/>
    <w:rsid w:val="00AF1E49"/>
    <w:rsid w:val="00AF1E66"/>
    <w:rsid w:val="00AF2115"/>
    <w:rsid w:val="00AF2266"/>
    <w:rsid w:val="00AF24CA"/>
    <w:rsid w:val="00AF2A99"/>
    <w:rsid w:val="00AF2E2B"/>
    <w:rsid w:val="00AF311B"/>
    <w:rsid w:val="00AF319E"/>
    <w:rsid w:val="00AF383F"/>
    <w:rsid w:val="00AF39EC"/>
    <w:rsid w:val="00AF3A13"/>
    <w:rsid w:val="00AF3DA7"/>
    <w:rsid w:val="00AF4069"/>
    <w:rsid w:val="00AF427D"/>
    <w:rsid w:val="00AF4496"/>
    <w:rsid w:val="00AF45ED"/>
    <w:rsid w:val="00AF4931"/>
    <w:rsid w:val="00AF4D95"/>
    <w:rsid w:val="00AF4F69"/>
    <w:rsid w:val="00AF540F"/>
    <w:rsid w:val="00AF55CB"/>
    <w:rsid w:val="00AF5AE0"/>
    <w:rsid w:val="00AF5AE6"/>
    <w:rsid w:val="00AF649F"/>
    <w:rsid w:val="00AF6C18"/>
    <w:rsid w:val="00AF6C65"/>
    <w:rsid w:val="00AF6CA5"/>
    <w:rsid w:val="00AF725B"/>
    <w:rsid w:val="00AF72D7"/>
    <w:rsid w:val="00AF7829"/>
    <w:rsid w:val="00AF7A09"/>
    <w:rsid w:val="00AF7A26"/>
    <w:rsid w:val="00AF7B02"/>
    <w:rsid w:val="00AF7F62"/>
    <w:rsid w:val="00B00286"/>
    <w:rsid w:val="00B0034E"/>
    <w:rsid w:val="00B006D7"/>
    <w:rsid w:val="00B0095B"/>
    <w:rsid w:val="00B00B49"/>
    <w:rsid w:val="00B013C6"/>
    <w:rsid w:val="00B01935"/>
    <w:rsid w:val="00B01AD6"/>
    <w:rsid w:val="00B01C8B"/>
    <w:rsid w:val="00B01EB0"/>
    <w:rsid w:val="00B02480"/>
    <w:rsid w:val="00B0280D"/>
    <w:rsid w:val="00B02832"/>
    <w:rsid w:val="00B02A0B"/>
    <w:rsid w:val="00B02A80"/>
    <w:rsid w:val="00B02AB8"/>
    <w:rsid w:val="00B032B4"/>
    <w:rsid w:val="00B03437"/>
    <w:rsid w:val="00B03787"/>
    <w:rsid w:val="00B039F1"/>
    <w:rsid w:val="00B041DF"/>
    <w:rsid w:val="00B04459"/>
    <w:rsid w:val="00B04667"/>
    <w:rsid w:val="00B046DD"/>
    <w:rsid w:val="00B04B27"/>
    <w:rsid w:val="00B04B30"/>
    <w:rsid w:val="00B0528C"/>
    <w:rsid w:val="00B062F4"/>
    <w:rsid w:val="00B06346"/>
    <w:rsid w:val="00B06733"/>
    <w:rsid w:val="00B068E5"/>
    <w:rsid w:val="00B06921"/>
    <w:rsid w:val="00B06C54"/>
    <w:rsid w:val="00B07569"/>
    <w:rsid w:val="00B07CA6"/>
    <w:rsid w:val="00B1013C"/>
    <w:rsid w:val="00B10654"/>
    <w:rsid w:val="00B10957"/>
    <w:rsid w:val="00B10D41"/>
    <w:rsid w:val="00B117F8"/>
    <w:rsid w:val="00B119C7"/>
    <w:rsid w:val="00B11B22"/>
    <w:rsid w:val="00B11FBE"/>
    <w:rsid w:val="00B12237"/>
    <w:rsid w:val="00B125F8"/>
    <w:rsid w:val="00B12842"/>
    <w:rsid w:val="00B1288E"/>
    <w:rsid w:val="00B12BDB"/>
    <w:rsid w:val="00B133FB"/>
    <w:rsid w:val="00B13970"/>
    <w:rsid w:val="00B13E59"/>
    <w:rsid w:val="00B14140"/>
    <w:rsid w:val="00B146C7"/>
    <w:rsid w:val="00B14913"/>
    <w:rsid w:val="00B14921"/>
    <w:rsid w:val="00B15420"/>
    <w:rsid w:val="00B155A3"/>
    <w:rsid w:val="00B159C8"/>
    <w:rsid w:val="00B15BE8"/>
    <w:rsid w:val="00B15C44"/>
    <w:rsid w:val="00B15DCE"/>
    <w:rsid w:val="00B15F4C"/>
    <w:rsid w:val="00B16708"/>
    <w:rsid w:val="00B169A4"/>
    <w:rsid w:val="00B16A78"/>
    <w:rsid w:val="00B16D28"/>
    <w:rsid w:val="00B16E00"/>
    <w:rsid w:val="00B17519"/>
    <w:rsid w:val="00B17B4F"/>
    <w:rsid w:val="00B17D85"/>
    <w:rsid w:val="00B20932"/>
    <w:rsid w:val="00B209E2"/>
    <w:rsid w:val="00B20BE3"/>
    <w:rsid w:val="00B20C1F"/>
    <w:rsid w:val="00B20FA2"/>
    <w:rsid w:val="00B21725"/>
    <w:rsid w:val="00B21D28"/>
    <w:rsid w:val="00B21E9A"/>
    <w:rsid w:val="00B21EF7"/>
    <w:rsid w:val="00B22079"/>
    <w:rsid w:val="00B24756"/>
    <w:rsid w:val="00B25A85"/>
    <w:rsid w:val="00B2648C"/>
    <w:rsid w:val="00B264B9"/>
    <w:rsid w:val="00B266F4"/>
    <w:rsid w:val="00B270A0"/>
    <w:rsid w:val="00B27436"/>
    <w:rsid w:val="00B274B8"/>
    <w:rsid w:val="00B278DA"/>
    <w:rsid w:val="00B27B19"/>
    <w:rsid w:val="00B301AA"/>
    <w:rsid w:val="00B303FD"/>
    <w:rsid w:val="00B3094C"/>
    <w:rsid w:val="00B30A0B"/>
    <w:rsid w:val="00B3122B"/>
    <w:rsid w:val="00B316FD"/>
    <w:rsid w:val="00B31C58"/>
    <w:rsid w:val="00B33031"/>
    <w:rsid w:val="00B33935"/>
    <w:rsid w:val="00B342A5"/>
    <w:rsid w:val="00B34816"/>
    <w:rsid w:val="00B34D0C"/>
    <w:rsid w:val="00B354BA"/>
    <w:rsid w:val="00B3565A"/>
    <w:rsid w:val="00B35DD7"/>
    <w:rsid w:val="00B35F18"/>
    <w:rsid w:val="00B3631B"/>
    <w:rsid w:val="00B372F7"/>
    <w:rsid w:val="00B374C6"/>
    <w:rsid w:val="00B374DA"/>
    <w:rsid w:val="00B374FF"/>
    <w:rsid w:val="00B37F96"/>
    <w:rsid w:val="00B40117"/>
    <w:rsid w:val="00B405CF"/>
    <w:rsid w:val="00B4073B"/>
    <w:rsid w:val="00B408BC"/>
    <w:rsid w:val="00B409B6"/>
    <w:rsid w:val="00B40A7B"/>
    <w:rsid w:val="00B410BB"/>
    <w:rsid w:val="00B4136A"/>
    <w:rsid w:val="00B41B20"/>
    <w:rsid w:val="00B41CEC"/>
    <w:rsid w:val="00B41D6C"/>
    <w:rsid w:val="00B4245D"/>
    <w:rsid w:val="00B4270D"/>
    <w:rsid w:val="00B43474"/>
    <w:rsid w:val="00B43740"/>
    <w:rsid w:val="00B43995"/>
    <w:rsid w:val="00B43BB2"/>
    <w:rsid w:val="00B43CB8"/>
    <w:rsid w:val="00B43CD5"/>
    <w:rsid w:val="00B43E77"/>
    <w:rsid w:val="00B44714"/>
    <w:rsid w:val="00B44BFF"/>
    <w:rsid w:val="00B44F77"/>
    <w:rsid w:val="00B450E2"/>
    <w:rsid w:val="00B4580C"/>
    <w:rsid w:val="00B4598C"/>
    <w:rsid w:val="00B45BEB"/>
    <w:rsid w:val="00B45C60"/>
    <w:rsid w:val="00B46A1C"/>
    <w:rsid w:val="00B46D14"/>
    <w:rsid w:val="00B46FA2"/>
    <w:rsid w:val="00B4767D"/>
    <w:rsid w:val="00B47D4D"/>
    <w:rsid w:val="00B47E6E"/>
    <w:rsid w:val="00B50FAF"/>
    <w:rsid w:val="00B511BE"/>
    <w:rsid w:val="00B512F1"/>
    <w:rsid w:val="00B5150D"/>
    <w:rsid w:val="00B51563"/>
    <w:rsid w:val="00B51B6D"/>
    <w:rsid w:val="00B51C04"/>
    <w:rsid w:val="00B51F0C"/>
    <w:rsid w:val="00B52947"/>
    <w:rsid w:val="00B529F9"/>
    <w:rsid w:val="00B52BAE"/>
    <w:rsid w:val="00B52E2C"/>
    <w:rsid w:val="00B53B14"/>
    <w:rsid w:val="00B53D1F"/>
    <w:rsid w:val="00B54141"/>
    <w:rsid w:val="00B54EA1"/>
    <w:rsid w:val="00B5578F"/>
    <w:rsid w:val="00B557B3"/>
    <w:rsid w:val="00B5592A"/>
    <w:rsid w:val="00B55E8C"/>
    <w:rsid w:val="00B55F84"/>
    <w:rsid w:val="00B55FBC"/>
    <w:rsid w:val="00B560EE"/>
    <w:rsid w:val="00B56305"/>
    <w:rsid w:val="00B565A7"/>
    <w:rsid w:val="00B56833"/>
    <w:rsid w:val="00B56EE4"/>
    <w:rsid w:val="00B56FC6"/>
    <w:rsid w:val="00B57310"/>
    <w:rsid w:val="00B57E20"/>
    <w:rsid w:val="00B602E8"/>
    <w:rsid w:val="00B6081E"/>
    <w:rsid w:val="00B608EA"/>
    <w:rsid w:val="00B6108C"/>
    <w:rsid w:val="00B610E4"/>
    <w:rsid w:val="00B610F7"/>
    <w:rsid w:val="00B612B4"/>
    <w:rsid w:val="00B619B7"/>
    <w:rsid w:val="00B61AA8"/>
    <w:rsid w:val="00B6254E"/>
    <w:rsid w:val="00B629F1"/>
    <w:rsid w:val="00B63230"/>
    <w:rsid w:val="00B63675"/>
    <w:rsid w:val="00B63C70"/>
    <w:rsid w:val="00B64283"/>
    <w:rsid w:val="00B64514"/>
    <w:rsid w:val="00B648AF"/>
    <w:rsid w:val="00B64CF2"/>
    <w:rsid w:val="00B65360"/>
    <w:rsid w:val="00B653E8"/>
    <w:rsid w:val="00B6548C"/>
    <w:rsid w:val="00B6560B"/>
    <w:rsid w:val="00B65713"/>
    <w:rsid w:val="00B65E65"/>
    <w:rsid w:val="00B65E9A"/>
    <w:rsid w:val="00B660AB"/>
    <w:rsid w:val="00B663F0"/>
    <w:rsid w:val="00B66F7F"/>
    <w:rsid w:val="00B6709F"/>
    <w:rsid w:val="00B67311"/>
    <w:rsid w:val="00B67746"/>
    <w:rsid w:val="00B67F47"/>
    <w:rsid w:val="00B70904"/>
    <w:rsid w:val="00B70A85"/>
    <w:rsid w:val="00B70D0A"/>
    <w:rsid w:val="00B7105B"/>
    <w:rsid w:val="00B728E0"/>
    <w:rsid w:val="00B72EB5"/>
    <w:rsid w:val="00B731D4"/>
    <w:rsid w:val="00B731D9"/>
    <w:rsid w:val="00B73470"/>
    <w:rsid w:val="00B734BB"/>
    <w:rsid w:val="00B73B3C"/>
    <w:rsid w:val="00B740C1"/>
    <w:rsid w:val="00B74E0D"/>
    <w:rsid w:val="00B75131"/>
    <w:rsid w:val="00B75A7C"/>
    <w:rsid w:val="00B761F6"/>
    <w:rsid w:val="00B76617"/>
    <w:rsid w:val="00B76CE6"/>
    <w:rsid w:val="00B76F06"/>
    <w:rsid w:val="00B770B6"/>
    <w:rsid w:val="00B77310"/>
    <w:rsid w:val="00B77720"/>
    <w:rsid w:val="00B77B73"/>
    <w:rsid w:val="00B77B86"/>
    <w:rsid w:val="00B77BDC"/>
    <w:rsid w:val="00B80434"/>
    <w:rsid w:val="00B80B8A"/>
    <w:rsid w:val="00B80CF8"/>
    <w:rsid w:val="00B80F9B"/>
    <w:rsid w:val="00B80F9F"/>
    <w:rsid w:val="00B814E0"/>
    <w:rsid w:val="00B81678"/>
    <w:rsid w:val="00B8192A"/>
    <w:rsid w:val="00B82115"/>
    <w:rsid w:val="00B8260E"/>
    <w:rsid w:val="00B82636"/>
    <w:rsid w:val="00B82E40"/>
    <w:rsid w:val="00B838AD"/>
    <w:rsid w:val="00B83C8E"/>
    <w:rsid w:val="00B8441D"/>
    <w:rsid w:val="00B85176"/>
    <w:rsid w:val="00B85AAB"/>
    <w:rsid w:val="00B85E71"/>
    <w:rsid w:val="00B86C89"/>
    <w:rsid w:val="00B86C92"/>
    <w:rsid w:val="00B86F78"/>
    <w:rsid w:val="00B877FE"/>
    <w:rsid w:val="00B87AA7"/>
    <w:rsid w:val="00B87EC7"/>
    <w:rsid w:val="00B9033A"/>
    <w:rsid w:val="00B90E02"/>
    <w:rsid w:val="00B90E95"/>
    <w:rsid w:val="00B9107E"/>
    <w:rsid w:val="00B911AA"/>
    <w:rsid w:val="00B91393"/>
    <w:rsid w:val="00B917B6"/>
    <w:rsid w:val="00B91CE9"/>
    <w:rsid w:val="00B92B8E"/>
    <w:rsid w:val="00B92BAD"/>
    <w:rsid w:val="00B92E5B"/>
    <w:rsid w:val="00B930B2"/>
    <w:rsid w:val="00B9313B"/>
    <w:rsid w:val="00B932E2"/>
    <w:rsid w:val="00B9331F"/>
    <w:rsid w:val="00B9364B"/>
    <w:rsid w:val="00B93785"/>
    <w:rsid w:val="00B93D4F"/>
    <w:rsid w:val="00B945DF"/>
    <w:rsid w:val="00B946B8"/>
    <w:rsid w:val="00B95025"/>
    <w:rsid w:val="00B9566F"/>
    <w:rsid w:val="00B965BB"/>
    <w:rsid w:val="00B96691"/>
    <w:rsid w:val="00B966CA"/>
    <w:rsid w:val="00B969AC"/>
    <w:rsid w:val="00B96E1F"/>
    <w:rsid w:val="00B9720A"/>
    <w:rsid w:val="00B97490"/>
    <w:rsid w:val="00B978D1"/>
    <w:rsid w:val="00B97FA3"/>
    <w:rsid w:val="00BA0A72"/>
    <w:rsid w:val="00BA0BEB"/>
    <w:rsid w:val="00BA0C12"/>
    <w:rsid w:val="00BA136D"/>
    <w:rsid w:val="00BA14FD"/>
    <w:rsid w:val="00BA1575"/>
    <w:rsid w:val="00BA16B7"/>
    <w:rsid w:val="00BA1791"/>
    <w:rsid w:val="00BA1A13"/>
    <w:rsid w:val="00BA1ADE"/>
    <w:rsid w:val="00BA1CF9"/>
    <w:rsid w:val="00BA1DC5"/>
    <w:rsid w:val="00BA207F"/>
    <w:rsid w:val="00BA29ED"/>
    <w:rsid w:val="00BA36CC"/>
    <w:rsid w:val="00BA370D"/>
    <w:rsid w:val="00BA3791"/>
    <w:rsid w:val="00BA39DC"/>
    <w:rsid w:val="00BA3D07"/>
    <w:rsid w:val="00BA401E"/>
    <w:rsid w:val="00BA4861"/>
    <w:rsid w:val="00BA4A3F"/>
    <w:rsid w:val="00BA4B2D"/>
    <w:rsid w:val="00BA4E34"/>
    <w:rsid w:val="00BA5045"/>
    <w:rsid w:val="00BA53E7"/>
    <w:rsid w:val="00BA5A0F"/>
    <w:rsid w:val="00BA5AD7"/>
    <w:rsid w:val="00BA5CDD"/>
    <w:rsid w:val="00BA5FF0"/>
    <w:rsid w:val="00BA6268"/>
    <w:rsid w:val="00BA6388"/>
    <w:rsid w:val="00BA6939"/>
    <w:rsid w:val="00BA6999"/>
    <w:rsid w:val="00BA6ED0"/>
    <w:rsid w:val="00BA739F"/>
    <w:rsid w:val="00BA774D"/>
    <w:rsid w:val="00BA7D6F"/>
    <w:rsid w:val="00BB0950"/>
    <w:rsid w:val="00BB0CBE"/>
    <w:rsid w:val="00BB0DD3"/>
    <w:rsid w:val="00BB1009"/>
    <w:rsid w:val="00BB17D4"/>
    <w:rsid w:val="00BB1CDA"/>
    <w:rsid w:val="00BB2CDA"/>
    <w:rsid w:val="00BB35C1"/>
    <w:rsid w:val="00BB39B1"/>
    <w:rsid w:val="00BB3C59"/>
    <w:rsid w:val="00BB3FBF"/>
    <w:rsid w:val="00BB4099"/>
    <w:rsid w:val="00BB441F"/>
    <w:rsid w:val="00BB44AD"/>
    <w:rsid w:val="00BB491F"/>
    <w:rsid w:val="00BB49DE"/>
    <w:rsid w:val="00BB4AA5"/>
    <w:rsid w:val="00BB5569"/>
    <w:rsid w:val="00BB5796"/>
    <w:rsid w:val="00BB5C66"/>
    <w:rsid w:val="00BB5E30"/>
    <w:rsid w:val="00BB6133"/>
    <w:rsid w:val="00BB632F"/>
    <w:rsid w:val="00BB6474"/>
    <w:rsid w:val="00BB650E"/>
    <w:rsid w:val="00BB672B"/>
    <w:rsid w:val="00BB6743"/>
    <w:rsid w:val="00BB6ADB"/>
    <w:rsid w:val="00BB784B"/>
    <w:rsid w:val="00BB7B6C"/>
    <w:rsid w:val="00BB7E21"/>
    <w:rsid w:val="00BB7E56"/>
    <w:rsid w:val="00BC0902"/>
    <w:rsid w:val="00BC0B2C"/>
    <w:rsid w:val="00BC0DAC"/>
    <w:rsid w:val="00BC0F78"/>
    <w:rsid w:val="00BC1286"/>
    <w:rsid w:val="00BC1503"/>
    <w:rsid w:val="00BC2429"/>
    <w:rsid w:val="00BC2D43"/>
    <w:rsid w:val="00BC2E46"/>
    <w:rsid w:val="00BC3D83"/>
    <w:rsid w:val="00BC41D7"/>
    <w:rsid w:val="00BC4223"/>
    <w:rsid w:val="00BC4C40"/>
    <w:rsid w:val="00BC4F2F"/>
    <w:rsid w:val="00BC5962"/>
    <w:rsid w:val="00BC5F32"/>
    <w:rsid w:val="00BC66A4"/>
    <w:rsid w:val="00BC6843"/>
    <w:rsid w:val="00BC6A11"/>
    <w:rsid w:val="00BC6C9F"/>
    <w:rsid w:val="00BC6F9F"/>
    <w:rsid w:val="00BC742F"/>
    <w:rsid w:val="00BC7439"/>
    <w:rsid w:val="00BC786C"/>
    <w:rsid w:val="00BC78C6"/>
    <w:rsid w:val="00BC7920"/>
    <w:rsid w:val="00BC7B4E"/>
    <w:rsid w:val="00BC7E31"/>
    <w:rsid w:val="00BD08A5"/>
    <w:rsid w:val="00BD0B96"/>
    <w:rsid w:val="00BD0D16"/>
    <w:rsid w:val="00BD0DC2"/>
    <w:rsid w:val="00BD17CC"/>
    <w:rsid w:val="00BD1BAE"/>
    <w:rsid w:val="00BD24EA"/>
    <w:rsid w:val="00BD2568"/>
    <w:rsid w:val="00BD2A08"/>
    <w:rsid w:val="00BD3777"/>
    <w:rsid w:val="00BD3876"/>
    <w:rsid w:val="00BD3D35"/>
    <w:rsid w:val="00BD3F19"/>
    <w:rsid w:val="00BD466F"/>
    <w:rsid w:val="00BD46B8"/>
    <w:rsid w:val="00BD4901"/>
    <w:rsid w:val="00BD4ECC"/>
    <w:rsid w:val="00BD54FB"/>
    <w:rsid w:val="00BD5A57"/>
    <w:rsid w:val="00BD5B7A"/>
    <w:rsid w:val="00BD6404"/>
    <w:rsid w:val="00BD6D11"/>
    <w:rsid w:val="00BD6F35"/>
    <w:rsid w:val="00BD70F5"/>
    <w:rsid w:val="00BD717D"/>
    <w:rsid w:val="00BD7349"/>
    <w:rsid w:val="00BD75C4"/>
    <w:rsid w:val="00BD75D7"/>
    <w:rsid w:val="00BE0354"/>
    <w:rsid w:val="00BE09A9"/>
    <w:rsid w:val="00BE0C04"/>
    <w:rsid w:val="00BE0D22"/>
    <w:rsid w:val="00BE1739"/>
    <w:rsid w:val="00BE179E"/>
    <w:rsid w:val="00BE17BE"/>
    <w:rsid w:val="00BE1A50"/>
    <w:rsid w:val="00BE1AFC"/>
    <w:rsid w:val="00BE1B4A"/>
    <w:rsid w:val="00BE1F6B"/>
    <w:rsid w:val="00BE2035"/>
    <w:rsid w:val="00BE215D"/>
    <w:rsid w:val="00BE2178"/>
    <w:rsid w:val="00BE2538"/>
    <w:rsid w:val="00BE28CD"/>
    <w:rsid w:val="00BE2B1B"/>
    <w:rsid w:val="00BE2F01"/>
    <w:rsid w:val="00BE36CC"/>
    <w:rsid w:val="00BE3D95"/>
    <w:rsid w:val="00BE4A73"/>
    <w:rsid w:val="00BE52DB"/>
    <w:rsid w:val="00BE5440"/>
    <w:rsid w:val="00BE58B6"/>
    <w:rsid w:val="00BE5EB0"/>
    <w:rsid w:val="00BE5FE0"/>
    <w:rsid w:val="00BE6019"/>
    <w:rsid w:val="00BE6860"/>
    <w:rsid w:val="00BE6907"/>
    <w:rsid w:val="00BE6994"/>
    <w:rsid w:val="00BE7710"/>
    <w:rsid w:val="00BE7A6F"/>
    <w:rsid w:val="00BE7AE7"/>
    <w:rsid w:val="00BE7BD7"/>
    <w:rsid w:val="00BE7D28"/>
    <w:rsid w:val="00BE7F38"/>
    <w:rsid w:val="00BF02B7"/>
    <w:rsid w:val="00BF0928"/>
    <w:rsid w:val="00BF0F55"/>
    <w:rsid w:val="00BF1397"/>
    <w:rsid w:val="00BF15CD"/>
    <w:rsid w:val="00BF1F4C"/>
    <w:rsid w:val="00BF2C5B"/>
    <w:rsid w:val="00BF2E70"/>
    <w:rsid w:val="00BF2E96"/>
    <w:rsid w:val="00BF2EF7"/>
    <w:rsid w:val="00BF2F3B"/>
    <w:rsid w:val="00BF2FC1"/>
    <w:rsid w:val="00BF316E"/>
    <w:rsid w:val="00BF3750"/>
    <w:rsid w:val="00BF37F5"/>
    <w:rsid w:val="00BF3948"/>
    <w:rsid w:val="00BF3D84"/>
    <w:rsid w:val="00BF3DB7"/>
    <w:rsid w:val="00BF42AC"/>
    <w:rsid w:val="00BF44A0"/>
    <w:rsid w:val="00BF45CB"/>
    <w:rsid w:val="00BF45E3"/>
    <w:rsid w:val="00BF4A77"/>
    <w:rsid w:val="00BF4EB1"/>
    <w:rsid w:val="00BF4ECD"/>
    <w:rsid w:val="00BF5607"/>
    <w:rsid w:val="00BF5C51"/>
    <w:rsid w:val="00BF66D3"/>
    <w:rsid w:val="00BF6CEF"/>
    <w:rsid w:val="00BF6E80"/>
    <w:rsid w:val="00BF7087"/>
    <w:rsid w:val="00BF7CC8"/>
    <w:rsid w:val="00BF7F65"/>
    <w:rsid w:val="00C00C14"/>
    <w:rsid w:val="00C00E8B"/>
    <w:rsid w:val="00C012D0"/>
    <w:rsid w:val="00C0153B"/>
    <w:rsid w:val="00C01DAD"/>
    <w:rsid w:val="00C02365"/>
    <w:rsid w:val="00C0259E"/>
    <w:rsid w:val="00C0299A"/>
    <w:rsid w:val="00C02F50"/>
    <w:rsid w:val="00C02FFA"/>
    <w:rsid w:val="00C033F1"/>
    <w:rsid w:val="00C03DB7"/>
    <w:rsid w:val="00C03DF2"/>
    <w:rsid w:val="00C0439E"/>
    <w:rsid w:val="00C04F56"/>
    <w:rsid w:val="00C058B4"/>
    <w:rsid w:val="00C05A13"/>
    <w:rsid w:val="00C06156"/>
    <w:rsid w:val="00C0686C"/>
    <w:rsid w:val="00C0697F"/>
    <w:rsid w:val="00C06D54"/>
    <w:rsid w:val="00C06DEA"/>
    <w:rsid w:val="00C06F67"/>
    <w:rsid w:val="00C07269"/>
    <w:rsid w:val="00C074BE"/>
    <w:rsid w:val="00C076E1"/>
    <w:rsid w:val="00C07B38"/>
    <w:rsid w:val="00C07CFA"/>
    <w:rsid w:val="00C07D60"/>
    <w:rsid w:val="00C100C2"/>
    <w:rsid w:val="00C10625"/>
    <w:rsid w:val="00C1066A"/>
    <w:rsid w:val="00C1066D"/>
    <w:rsid w:val="00C10769"/>
    <w:rsid w:val="00C10CE1"/>
    <w:rsid w:val="00C10F2B"/>
    <w:rsid w:val="00C11079"/>
    <w:rsid w:val="00C11185"/>
    <w:rsid w:val="00C119CA"/>
    <w:rsid w:val="00C11D07"/>
    <w:rsid w:val="00C11D2A"/>
    <w:rsid w:val="00C11E9C"/>
    <w:rsid w:val="00C12852"/>
    <w:rsid w:val="00C12872"/>
    <w:rsid w:val="00C12EF2"/>
    <w:rsid w:val="00C134C3"/>
    <w:rsid w:val="00C13A8C"/>
    <w:rsid w:val="00C13C9E"/>
    <w:rsid w:val="00C13FC2"/>
    <w:rsid w:val="00C148DE"/>
    <w:rsid w:val="00C1494D"/>
    <w:rsid w:val="00C14D57"/>
    <w:rsid w:val="00C14E49"/>
    <w:rsid w:val="00C1528A"/>
    <w:rsid w:val="00C1557B"/>
    <w:rsid w:val="00C15A6C"/>
    <w:rsid w:val="00C15C2B"/>
    <w:rsid w:val="00C168BB"/>
    <w:rsid w:val="00C16E58"/>
    <w:rsid w:val="00C17156"/>
    <w:rsid w:val="00C1717F"/>
    <w:rsid w:val="00C1786F"/>
    <w:rsid w:val="00C178DF"/>
    <w:rsid w:val="00C17BCD"/>
    <w:rsid w:val="00C201CC"/>
    <w:rsid w:val="00C204C6"/>
    <w:rsid w:val="00C205BF"/>
    <w:rsid w:val="00C206B1"/>
    <w:rsid w:val="00C2081A"/>
    <w:rsid w:val="00C2083F"/>
    <w:rsid w:val="00C209D8"/>
    <w:rsid w:val="00C21A98"/>
    <w:rsid w:val="00C21CC6"/>
    <w:rsid w:val="00C2211D"/>
    <w:rsid w:val="00C227F9"/>
    <w:rsid w:val="00C23308"/>
    <w:rsid w:val="00C23605"/>
    <w:rsid w:val="00C23808"/>
    <w:rsid w:val="00C23C95"/>
    <w:rsid w:val="00C24095"/>
    <w:rsid w:val="00C24BD8"/>
    <w:rsid w:val="00C2539F"/>
    <w:rsid w:val="00C260B8"/>
    <w:rsid w:val="00C26432"/>
    <w:rsid w:val="00C264B3"/>
    <w:rsid w:val="00C26ADA"/>
    <w:rsid w:val="00C27310"/>
    <w:rsid w:val="00C2748A"/>
    <w:rsid w:val="00C27BEC"/>
    <w:rsid w:val="00C30544"/>
    <w:rsid w:val="00C308DD"/>
    <w:rsid w:val="00C308EF"/>
    <w:rsid w:val="00C30E4C"/>
    <w:rsid w:val="00C3116D"/>
    <w:rsid w:val="00C3122B"/>
    <w:rsid w:val="00C3168F"/>
    <w:rsid w:val="00C31979"/>
    <w:rsid w:val="00C31DB9"/>
    <w:rsid w:val="00C324F6"/>
    <w:rsid w:val="00C32599"/>
    <w:rsid w:val="00C32A03"/>
    <w:rsid w:val="00C32B21"/>
    <w:rsid w:val="00C33086"/>
    <w:rsid w:val="00C331D7"/>
    <w:rsid w:val="00C3323E"/>
    <w:rsid w:val="00C336F6"/>
    <w:rsid w:val="00C3376F"/>
    <w:rsid w:val="00C33855"/>
    <w:rsid w:val="00C33C08"/>
    <w:rsid w:val="00C33DEE"/>
    <w:rsid w:val="00C34241"/>
    <w:rsid w:val="00C34410"/>
    <w:rsid w:val="00C3446A"/>
    <w:rsid w:val="00C34959"/>
    <w:rsid w:val="00C349BE"/>
    <w:rsid w:val="00C34A56"/>
    <w:rsid w:val="00C35355"/>
    <w:rsid w:val="00C35378"/>
    <w:rsid w:val="00C35A5D"/>
    <w:rsid w:val="00C362AE"/>
    <w:rsid w:val="00C3700B"/>
    <w:rsid w:val="00C3769F"/>
    <w:rsid w:val="00C3783B"/>
    <w:rsid w:val="00C37963"/>
    <w:rsid w:val="00C37A39"/>
    <w:rsid w:val="00C40965"/>
    <w:rsid w:val="00C40BE2"/>
    <w:rsid w:val="00C40EC0"/>
    <w:rsid w:val="00C40F1F"/>
    <w:rsid w:val="00C41073"/>
    <w:rsid w:val="00C412E3"/>
    <w:rsid w:val="00C419A7"/>
    <w:rsid w:val="00C41B8E"/>
    <w:rsid w:val="00C41CD4"/>
    <w:rsid w:val="00C42176"/>
    <w:rsid w:val="00C4222B"/>
    <w:rsid w:val="00C423BA"/>
    <w:rsid w:val="00C4255F"/>
    <w:rsid w:val="00C42EF4"/>
    <w:rsid w:val="00C42F64"/>
    <w:rsid w:val="00C430F7"/>
    <w:rsid w:val="00C432B4"/>
    <w:rsid w:val="00C43FAF"/>
    <w:rsid w:val="00C44023"/>
    <w:rsid w:val="00C44AE5"/>
    <w:rsid w:val="00C44ED7"/>
    <w:rsid w:val="00C45257"/>
    <w:rsid w:val="00C45C20"/>
    <w:rsid w:val="00C45D65"/>
    <w:rsid w:val="00C465DC"/>
    <w:rsid w:val="00C46613"/>
    <w:rsid w:val="00C46616"/>
    <w:rsid w:val="00C46B08"/>
    <w:rsid w:val="00C46CFC"/>
    <w:rsid w:val="00C4738F"/>
    <w:rsid w:val="00C47653"/>
    <w:rsid w:val="00C47ACA"/>
    <w:rsid w:val="00C47FC7"/>
    <w:rsid w:val="00C50124"/>
    <w:rsid w:val="00C501E6"/>
    <w:rsid w:val="00C50497"/>
    <w:rsid w:val="00C5088C"/>
    <w:rsid w:val="00C5090C"/>
    <w:rsid w:val="00C50E1D"/>
    <w:rsid w:val="00C51225"/>
    <w:rsid w:val="00C51433"/>
    <w:rsid w:val="00C51536"/>
    <w:rsid w:val="00C51E14"/>
    <w:rsid w:val="00C51F3F"/>
    <w:rsid w:val="00C51FBA"/>
    <w:rsid w:val="00C5223D"/>
    <w:rsid w:val="00C529C9"/>
    <w:rsid w:val="00C52F8F"/>
    <w:rsid w:val="00C53367"/>
    <w:rsid w:val="00C5346E"/>
    <w:rsid w:val="00C535BF"/>
    <w:rsid w:val="00C5377C"/>
    <w:rsid w:val="00C53EEF"/>
    <w:rsid w:val="00C54EC7"/>
    <w:rsid w:val="00C552E5"/>
    <w:rsid w:val="00C55567"/>
    <w:rsid w:val="00C55D91"/>
    <w:rsid w:val="00C55E26"/>
    <w:rsid w:val="00C569F5"/>
    <w:rsid w:val="00C56CFE"/>
    <w:rsid w:val="00C570AA"/>
    <w:rsid w:val="00C57F75"/>
    <w:rsid w:val="00C6018C"/>
    <w:rsid w:val="00C60508"/>
    <w:rsid w:val="00C60641"/>
    <w:rsid w:val="00C606E6"/>
    <w:rsid w:val="00C60BCF"/>
    <w:rsid w:val="00C60C2E"/>
    <w:rsid w:val="00C60F1B"/>
    <w:rsid w:val="00C611D1"/>
    <w:rsid w:val="00C61255"/>
    <w:rsid w:val="00C612D9"/>
    <w:rsid w:val="00C6161A"/>
    <w:rsid w:val="00C616DF"/>
    <w:rsid w:val="00C61A12"/>
    <w:rsid w:val="00C61D34"/>
    <w:rsid w:val="00C62031"/>
    <w:rsid w:val="00C62141"/>
    <w:rsid w:val="00C625DD"/>
    <w:rsid w:val="00C629FA"/>
    <w:rsid w:val="00C62B5D"/>
    <w:rsid w:val="00C62C82"/>
    <w:rsid w:val="00C62EC5"/>
    <w:rsid w:val="00C630DF"/>
    <w:rsid w:val="00C6393F"/>
    <w:rsid w:val="00C63DA0"/>
    <w:rsid w:val="00C63E74"/>
    <w:rsid w:val="00C64396"/>
    <w:rsid w:val="00C646F2"/>
    <w:rsid w:val="00C6567B"/>
    <w:rsid w:val="00C6587B"/>
    <w:rsid w:val="00C6593F"/>
    <w:rsid w:val="00C659EB"/>
    <w:rsid w:val="00C659F2"/>
    <w:rsid w:val="00C65A6C"/>
    <w:rsid w:val="00C65A7C"/>
    <w:rsid w:val="00C65AE9"/>
    <w:rsid w:val="00C65BCE"/>
    <w:rsid w:val="00C66086"/>
    <w:rsid w:val="00C66389"/>
    <w:rsid w:val="00C66985"/>
    <w:rsid w:val="00C66D35"/>
    <w:rsid w:val="00C67154"/>
    <w:rsid w:val="00C671AC"/>
    <w:rsid w:val="00C67434"/>
    <w:rsid w:val="00C67472"/>
    <w:rsid w:val="00C6792B"/>
    <w:rsid w:val="00C7025C"/>
    <w:rsid w:val="00C7033A"/>
    <w:rsid w:val="00C70379"/>
    <w:rsid w:val="00C7051B"/>
    <w:rsid w:val="00C70752"/>
    <w:rsid w:val="00C70EF1"/>
    <w:rsid w:val="00C71032"/>
    <w:rsid w:val="00C718A4"/>
    <w:rsid w:val="00C71936"/>
    <w:rsid w:val="00C71EDB"/>
    <w:rsid w:val="00C728B5"/>
    <w:rsid w:val="00C72B32"/>
    <w:rsid w:val="00C7323F"/>
    <w:rsid w:val="00C73543"/>
    <w:rsid w:val="00C73668"/>
    <w:rsid w:val="00C73AC9"/>
    <w:rsid w:val="00C73C3B"/>
    <w:rsid w:val="00C7410F"/>
    <w:rsid w:val="00C74655"/>
    <w:rsid w:val="00C74BB1"/>
    <w:rsid w:val="00C75198"/>
    <w:rsid w:val="00C756D5"/>
    <w:rsid w:val="00C757BB"/>
    <w:rsid w:val="00C75811"/>
    <w:rsid w:val="00C75987"/>
    <w:rsid w:val="00C75C04"/>
    <w:rsid w:val="00C75F59"/>
    <w:rsid w:val="00C762CF"/>
    <w:rsid w:val="00C76653"/>
    <w:rsid w:val="00C76676"/>
    <w:rsid w:val="00C76719"/>
    <w:rsid w:val="00C7694B"/>
    <w:rsid w:val="00C76AD7"/>
    <w:rsid w:val="00C77588"/>
    <w:rsid w:val="00C7763A"/>
    <w:rsid w:val="00C776FB"/>
    <w:rsid w:val="00C7784E"/>
    <w:rsid w:val="00C779EB"/>
    <w:rsid w:val="00C8012E"/>
    <w:rsid w:val="00C809A7"/>
    <w:rsid w:val="00C80DBF"/>
    <w:rsid w:val="00C8125E"/>
    <w:rsid w:val="00C8126E"/>
    <w:rsid w:val="00C81575"/>
    <w:rsid w:val="00C8180A"/>
    <w:rsid w:val="00C81AD1"/>
    <w:rsid w:val="00C821CD"/>
    <w:rsid w:val="00C83845"/>
    <w:rsid w:val="00C838F1"/>
    <w:rsid w:val="00C83A3C"/>
    <w:rsid w:val="00C83E87"/>
    <w:rsid w:val="00C848A6"/>
    <w:rsid w:val="00C84C49"/>
    <w:rsid w:val="00C84EAC"/>
    <w:rsid w:val="00C8542F"/>
    <w:rsid w:val="00C855A0"/>
    <w:rsid w:val="00C858EC"/>
    <w:rsid w:val="00C85CE6"/>
    <w:rsid w:val="00C85E4D"/>
    <w:rsid w:val="00C8623D"/>
    <w:rsid w:val="00C8662E"/>
    <w:rsid w:val="00C87A65"/>
    <w:rsid w:val="00C87DEF"/>
    <w:rsid w:val="00C87E89"/>
    <w:rsid w:val="00C90121"/>
    <w:rsid w:val="00C90178"/>
    <w:rsid w:val="00C90604"/>
    <w:rsid w:val="00C907B8"/>
    <w:rsid w:val="00C9147E"/>
    <w:rsid w:val="00C915B8"/>
    <w:rsid w:val="00C9185D"/>
    <w:rsid w:val="00C91867"/>
    <w:rsid w:val="00C9188B"/>
    <w:rsid w:val="00C919CF"/>
    <w:rsid w:val="00C91A76"/>
    <w:rsid w:val="00C92504"/>
    <w:rsid w:val="00C92A3F"/>
    <w:rsid w:val="00C92D47"/>
    <w:rsid w:val="00C92DB8"/>
    <w:rsid w:val="00C92DBF"/>
    <w:rsid w:val="00C9303C"/>
    <w:rsid w:val="00C93A9D"/>
    <w:rsid w:val="00C94469"/>
    <w:rsid w:val="00C94E3A"/>
    <w:rsid w:val="00C9515C"/>
    <w:rsid w:val="00C95667"/>
    <w:rsid w:val="00C96389"/>
    <w:rsid w:val="00C964F0"/>
    <w:rsid w:val="00C96505"/>
    <w:rsid w:val="00C96A1C"/>
    <w:rsid w:val="00C96B6E"/>
    <w:rsid w:val="00C96BFF"/>
    <w:rsid w:val="00C96C1A"/>
    <w:rsid w:val="00C9715A"/>
    <w:rsid w:val="00C97525"/>
    <w:rsid w:val="00C976B3"/>
    <w:rsid w:val="00C9793A"/>
    <w:rsid w:val="00C97995"/>
    <w:rsid w:val="00CA045D"/>
    <w:rsid w:val="00CA10E5"/>
    <w:rsid w:val="00CA17D7"/>
    <w:rsid w:val="00CA18FE"/>
    <w:rsid w:val="00CA19E1"/>
    <w:rsid w:val="00CA1D68"/>
    <w:rsid w:val="00CA3AA7"/>
    <w:rsid w:val="00CA3B97"/>
    <w:rsid w:val="00CA411C"/>
    <w:rsid w:val="00CA41A4"/>
    <w:rsid w:val="00CA41B6"/>
    <w:rsid w:val="00CA501F"/>
    <w:rsid w:val="00CA53F5"/>
    <w:rsid w:val="00CA54EC"/>
    <w:rsid w:val="00CA5599"/>
    <w:rsid w:val="00CA566C"/>
    <w:rsid w:val="00CA5C3F"/>
    <w:rsid w:val="00CA5D1F"/>
    <w:rsid w:val="00CA6234"/>
    <w:rsid w:val="00CA63B1"/>
    <w:rsid w:val="00CA649B"/>
    <w:rsid w:val="00CA68C5"/>
    <w:rsid w:val="00CB0137"/>
    <w:rsid w:val="00CB096D"/>
    <w:rsid w:val="00CB12F4"/>
    <w:rsid w:val="00CB1966"/>
    <w:rsid w:val="00CB1B72"/>
    <w:rsid w:val="00CB204F"/>
    <w:rsid w:val="00CB24C4"/>
    <w:rsid w:val="00CB3F26"/>
    <w:rsid w:val="00CB46E9"/>
    <w:rsid w:val="00CB4748"/>
    <w:rsid w:val="00CB47C6"/>
    <w:rsid w:val="00CB4AF1"/>
    <w:rsid w:val="00CB4CDF"/>
    <w:rsid w:val="00CB4DB7"/>
    <w:rsid w:val="00CB4DBD"/>
    <w:rsid w:val="00CB4F9F"/>
    <w:rsid w:val="00CB4FD7"/>
    <w:rsid w:val="00CB5928"/>
    <w:rsid w:val="00CB65A8"/>
    <w:rsid w:val="00CB6668"/>
    <w:rsid w:val="00CB67C7"/>
    <w:rsid w:val="00CB6A8A"/>
    <w:rsid w:val="00CB6A92"/>
    <w:rsid w:val="00CB79ED"/>
    <w:rsid w:val="00CC00F3"/>
    <w:rsid w:val="00CC09F0"/>
    <w:rsid w:val="00CC0A5F"/>
    <w:rsid w:val="00CC0BB1"/>
    <w:rsid w:val="00CC1322"/>
    <w:rsid w:val="00CC1E67"/>
    <w:rsid w:val="00CC1EB4"/>
    <w:rsid w:val="00CC20AA"/>
    <w:rsid w:val="00CC22A6"/>
    <w:rsid w:val="00CC3364"/>
    <w:rsid w:val="00CC338C"/>
    <w:rsid w:val="00CC3663"/>
    <w:rsid w:val="00CC3BFA"/>
    <w:rsid w:val="00CC3E28"/>
    <w:rsid w:val="00CC4213"/>
    <w:rsid w:val="00CC433B"/>
    <w:rsid w:val="00CC44C7"/>
    <w:rsid w:val="00CC4669"/>
    <w:rsid w:val="00CC4673"/>
    <w:rsid w:val="00CC477C"/>
    <w:rsid w:val="00CC47F5"/>
    <w:rsid w:val="00CC4E65"/>
    <w:rsid w:val="00CC5192"/>
    <w:rsid w:val="00CC5D53"/>
    <w:rsid w:val="00CC5FB0"/>
    <w:rsid w:val="00CC6860"/>
    <w:rsid w:val="00CC6B51"/>
    <w:rsid w:val="00CC6B56"/>
    <w:rsid w:val="00CC6D1C"/>
    <w:rsid w:val="00CC7418"/>
    <w:rsid w:val="00CC79AE"/>
    <w:rsid w:val="00CC79E9"/>
    <w:rsid w:val="00CC7BFB"/>
    <w:rsid w:val="00CC7D8E"/>
    <w:rsid w:val="00CD02D2"/>
    <w:rsid w:val="00CD03EC"/>
    <w:rsid w:val="00CD0D3A"/>
    <w:rsid w:val="00CD11E9"/>
    <w:rsid w:val="00CD11EE"/>
    <w:rsid w:val="00CD13B6"/>
    <w:rsid w:val="00CD17F9"/>
    <w:rsid w:val="00CD307C"/>
    <w:rsid w:val="00CD3144"/>
    <w:rsid w:val="00CD31F0"/>
    <w:rsid w:val="00CD329B"/>
    <w:rsid w:val="00CD3A32"/>
    <w:rsid w:val="00CD3AF1"/>
    <w:rsid w:val="00CD5184"/>
    <w:rsid w:val="00CD578C"/>
    <w:rsid w:val="00CD5A7C"/>
    <w:rsid w:val="00CD63A4"/>
    <w:rsid w:val="00CD6760"/>
    <w:rsid w:val="00CD6E31"/>
    <w:rsid w:val="00CD7181"/>
    <w:rsid w:val="00CD781B"/>
    <w:rsid w:val="00CD7B5D"/>
    <w:rsid w:val="00CD7E55"/>
    <w:rsid w:val="00CE06DD"/>
    <w:rsid w:val="00CE0A05"/>
    <w:rsid w:val="00CE0D3F"/>
    <w:rsid w:val="00CE0E08"/>
    <w:rsid w:val="00CE16FF"/>
    <w:rsid w:val="00CE17DD"/>
    <w:rsid w:val="00CE18C4"/>
    <w:rsid w:val="00CE2778"/>
    <w:rsid w:val="00CE2BB8"/>
    <w:rsid w:val="00CE2F8B"/>
    <w:rsid w:val="00CE2FB2"/>
    <w:rsid w:val="00CE303F"/>
    <w:rsid w:val="00CE317B"/>
    <w:rsid w:val="00CE3AD2"/>
    <w:rsid w:val="00CE49F0"/>
    <w:rsid w:val="00CE539C"/>
    <w:rsid w:val="00CE5530"/>
    <w:rsid w:val="00CE585C"/>
    <w:rsid w:val="00CE59E8"/>
    <w:rsid w:val="00CE5B5B"/>
    <w:rsid w:val="00CE5E97"/>
    <w:rsid w:val="00CE628C"/>
    <w:rsid w:val="00CE6548"/>
    <w:rsid w:val="00CE67D7"/>
    <w:rsid w:val="00CE6B81"/>
    <w:rsid w:val="00CE7A06"/>
    <w:rsid w:val="00CF011F"/>
    <w:rsid w:val="00CF03B3"/>
    <w:rsid w:val="00CF06DF"/>
    <w:rsid w:val="00CF073D"/>
    <w:rsid w:val="00CF0FBF"/>
    <w:rsid w:val="00CF119A"/>
    <w:rsid w:val="00CF1610"/>
    <w:rsid w:val="00CF1FC2"/>
    <w:rsid w:val="00CF21F1"/>
    <w:rsid w:val="00CF2498"/>
    <w:rsid w:val="00CF3FF1"/>
    <w:rsid w:val="00CF4793"/>
    <w:rsid w:val="00CF4A47"/>
    <w:rsid w:val="00CF4C4E"/>
    <w:rsid w:val="00CF53FE"/>
    <w:rsid w:val="00CF546B"/>
    <w:rsid w:val="00CF552C"/>
    <w:rsid w:val="00CF5625"/>
    <w:rsid w:val="00CF62B0"/>
    <w:rsid w:val="00CF63CD"/>
    <w:rsid w:val="00CF66B4"/>
    <w:rsid w:val="00CF6FF1"/>
    <w:rsid w:val="00CF704E"/>
    <w:rsid w:val="00CF7688"/>
    <w:rsid w:val="00CF76CD"/>
    <w:rsid w:val="00CF7BC3"/>
    <w:rsid w:val="00CF7F38"/>
    <w:rsid w:val="00D006E1"/>
    <w:rsid w:val="00D008AC"/>
    <w:rsid w:val="00D017FB"/>
    <w:rsid w:val="00D02121"/>
    <w:rsid w:val="00D0248A"/>
    <w:rsid w:val="00D025AC"/>
    <w:rsid w:val="00D02BBC"/>
    <w:rsid w:val="00D02C34"/>
    <w:rsid w:val="00D030AF"/>
    <w:rsid w:val="00D0362D"/>
    <w:rsid w:val="00D03A60"/>
    <w:rsid w:val="00D045A8"/>
    <w:rsid w:val="00D045DF"/>
    <w:rsid w:val="00D04C6F"/>
    <w:rsid w:val="00D051D6"/>
    <w:rsid w:val="00D05684"/>
    <w:rsid w:val="00D05694"/>
    <w:rsid w:val="00D05B2C"/>
    <w:rsid w:val="00D05B2F"/>
    <w:rsid w:val="00D06011"/>
    <w:rsid w:val="00D06243"/>
    <w:rsid w:val="00D063EB"/>
    <w:rsid w:val="00D06D15"/>
    <w:rsid w:val="00D071BF"/>
    <w:rsid w:val="00D07346"/>
    <w:rsid w:val="00D073F7"/>
    <w:rsid w:val="00D07937"/>
    <w:rsid w:val="00D0795D"/>
    <w:rsid w:val="00D10456"/>
    <w:rsid w:val="00D1081C"/>
    <w:rsid w:val="00D10A90"/>
    <w:rsid w:val="00D11666"/>
    <w:rsid w:val="00D122CB"/>
    <w:rsid w:val="00D1234D"/>
    <w:rsid w:val="00D12586"/>
    <w:rsid w:val="00D12CB6"/>
    <w:rsid w:val="00D1320A"/>
    <w:rsid w:val="00D136B5"/>
    <w:rsid w:val="00D13974"/>
    <w:rsid w:val="00D13FA1"/>
    <w:rsid w:val="00D14106"/>
    <w:rsid w:val="00D149E4"/>
    <w:rsid w:val="00D14A92"/>
    <w:rsid w:val="00D14D25"/>
    <w:rsid w:val="00D14FA6"/>
    <w:rsid w:val="00D15497"/>
    <w:rsid w:val="00D154D5"/>
    <w:rsid w:val="00D15528"/>
    <w:rsid w:val="00D1570A"/>
    <w:rsid w:val="00D1599F"/>
    <w:rsid w:val="00D15ACA"/>
    <w:rsid w:val="00D15D8F"/>
    <w:rsid w:val="00D15F48"/>
    <w:rsid w:val="00D15FAE"/>
    <w:rsid w:val="00D16409"/>
    <w:rsid w:val="00D16615"/>
    <w:rsid w:val="00D16C24"/>
    <w:rsid w:val="00D16D3A"/>
    <w:rsid w:val="00D17237"/>
    <w:rsid w:val="00D1755F"/>
    <w:rsid w:val="00D17C00"/>
    <w:rsid w:val="00D17C60"/>
    <w:rsid w:val="00D17EFD"/>
    <w:rsid w:val="00D17FAF"/>
    <w:rsid w:val="00D20154"/>
    <w:rsid w:val="00D209A3"/>
    <w:rsid w:val="00D20EB1"/>
    <w:rsid w:val="00D213AC"/>
    <w:rsid w:val="00D21570"/>
    <w:rsid w:val="00D21622"/>
    <w:rsid w:val="00D21820"/>
    <w:rsid w:val="00D22374"/>
    <w:rsid w:val="00D228B1"/>
    <w:rsid w:val="00D22E33"/>
    <w:rsid w:val="00D22EC9"/>
    <w:rsid w:val="00D23061"/>
    <w:rsid w:val="00D238BA"/>
    <w:rsid w:val="00D23EA7"/>
    <w:rsid w:val="00D25CAC"/>
    <w:rsid w:val="00D25F53"/>
    <w:rsid w:val="00D2617B"/>
    <w:rsid w:val="00D26232"/>
    <w:rsid w:val="00D26305"/>
    <w:rsid w:val="00D266D1"/>
    <w:rsid w:val="00D26B23"/>
    <w:rsid w:val="00D26CC0"/>
    <w:rsid w:val="00D26F66"/>
    <w:rsid w:val="00D273CF"/>
    <w:rsid w:val="00D27F23"/>
    <w:rsid w:val="00D300BA"/>
    <w:rsid w:val="00D30483"/>
    <w:rsid w:val="00D3083C"/>
    <w:rsid w:val="00D30AFC"/>
    <w:rsid w:val="00D30B87"/>
    <w:rsid w:val="00D30CE5"/>
    <w:rsid w:val="00D30D06"/>
    <w:rsid w:val="00D320DF"/>
    <w:rsid w:val="00D322AE"/>
    <w:rsid w:val="00D323A9"/>
    <w:rsid w:val="00D329EE"/>
    <w:rsid w:val="00D32A73"/>
    <w:rsid w:val="00D32C2C"/>
    <w:rsid w:val="00D32CDD"/>
    <w:rsid w:val="00D32E7A"/>
    <w:rsid w:val="00D32F6B"/>
    <w:rsid w:val="00D33631"/>
    <w:rsid w:val="00D34176"/>
    <w:rsid w:val="00D34422"/>
    <w:rsid w:val="00D34663"/>
    <w:rsid w:val="00D34846"/>
    <w:rsid w:val="00D34C6A"/>
    <w:rsid w:val="00D3503D"/>
    <w:rsid w:val="00D3541C"/>
    <w:rsid w:val="00D3552A"/>
    <w:rsid w:val="00D35CAE"/>
    <w:rsid w:val="00D36002"/>
    <w:rsid w:val="00D360DF"/>
    <w:rsid w:val="00D36767"/>
    <w:rsid w:val="00D368DC"/>
    <w:rsid w:val="00D36D62"/>
    <w:rsid w:val="00D37740"/>
    <w:rsid w:val="00D40524"/>
    <w:rsid w:val="00D4088E"/>
    <w:rsid w:val="00D40928"/>
    <w:rsid w:val="00D412E9"/>
    <w:rsid w:val="00D4208B"/>
    <w:rsid w:val="00D420C0"/>
    <w:rsid w:val="00D42E45"/>
    <w:rsid w:val="00D430F2"/>
    <w:rsid w:val="00D4317E"/>
    <w:rsid w:val="00D43800"/>
    <w:rsid w:val="00D4387F"/>
    <w:rsid w:val="00D43B73"/>
    <w:rsid w:val="00D44229"/>
    <w:rsid w:val="00D44300"/>
    <w:rsid w:val="00D44A65"/>
    <w:rsid w:val="00D454A4"/>
    <w:rsid w:val="00D455AB"/>
    <w:rsid w:val="00D457E6"/>
    <w:rsid w:val="00D4588D"/>
    <w:rsid w:val="00D45A1D"/>
    <w:rsid w:val="00D45B4F"/>
    <w:rsid w:val="00D45F40"/>
    <w:rsid w:val="00D45F83"/>
    <w:rsid w:val="00D461CA"/>
    <w:rsid w:val="00D4624A"/>
    <w:rsid w:val="00D462A1"/>
    <w:rsid w:val="00D46FC1"/>
    <w:rsid w:val="00D47228"/>
    <w:rsid w:val="00D47342"/>
    <w:rsid w:val="00D474AB"/>
    <w:rsid w:val="00D474C3"/>
    <w:rsid w:val="00D4751B"/>
    <w:rsid w:val="00D4758D"/>
    <w:rsid w:val="00D4771A"/>
    <w:rsid w:val="00D47A51"/>
    <w:rsid w:val="00D47EE7"/>
    <w:rsid w:val="00D5011A"/>
    <w:rsid w:val="00D505DA"/>
    <w:rsid w:val="00D50960"/>
    <w:rsid w:val="00D51209"/>
    <w:rsid w:val="00D51942"/>
    <w:rsid w:val="00D51E75"/>
    <w:rsid w:val="00D51F9B"/>
    <w:rsid w:val="00D52392"/>
    <w:rsid w:val="00D528CD"/>
    <w:rsid w:val="00D52D2C"/>
    <w:rsid w:val="00D5309A"/>
    <w:rsid w:val="00D536A0"/>
    <w:rsid w:val="00D53936"/>
    <w:rsid w:val="00D53F01"/>
    <w:rsid w:val="00D5459C"/>
    <w:rsid w:val="00D54619"/>
    <w:rsid w:val="00D54870"/>
    <w:rsid w:val="00D5496D"/>
    <w:rsid w:val="00D54EF6"/>
    <w:rsid w:val="00D5518B"/>
    <w:rsid w:val="00D551EC"/>
    <w:rsid w:val="00D5563F"/>
    <w:rsid w:val="00D558B7"/>
    <w:rsid w:val="00D55AF3"/>
    <w:rsid w:val="00D5719E"/>
    <w:rsid w:val="00D57732"/>
    <w:rsid w:val="00D57B7E"/>
    <w:rsid w:val="00D57BD1"/>
    <w:rsid w:val="00D57C7D"/>
    <w:rsid w:val="00D61507"/>
    <w:rsid w:val="00D616A6"/>
    <w:rsid w:val="00D6233D"/>
    <w:rsid w:val="00D6268C"/>
    <w:rsid w:val="00D62EBD"/>
    <w:rsid w:val="00D62FFC"/>
    <w:rsid w:val="00D6329A"/>
    <w:rsid w:val="00D63546"/>
    <w:rsid w:val="00D63891"/>
    <w:rsid w:val="00D64679"/>
    <w:rsid w:val="00D6483F"/>
    <w:rsid w:val="00D649C1"/>
    <w:rsid w:val="00D652B9"/>
    <w:rsid w:val="00D652BE"/>
    <w:rsid w:val="00D653E8"/>
    <w:rsid w:val="00D65B86"/>
    <w:rsid w:val="00D660B8"/>
    <w:rsid w:val="00D661FC"/>
    <w:rsid w:val="00D663CF"/>
    <w:rsid w:val="00D66D76"/>
    <w:rsid w:val="00D673E4"/>
    <w:rsid w:val="00D67870"/>
    <w:rsid w:val="00D678F1"/>
    <w:rsid w:val="00D67BE0"/>
    <w:rsid w:val="00D67EBB"/>
    <w:rsid w:val="00D67F36"/>
    <w:rsid w:val="00D70438"/>
    <w:rsid w:val="00D7092D"/>
    <w:rsid w:val="00D70C2D"/>
    <w:rsid w:val="00D711DF"/>
    <w:rsid w:val="00D71DDB"/>
    <w:rsid w:val="00D72554"/>
    <w:rsid w:val="00D72562"/>
    <w:rsid w:val="00D74464"/>
    <w:rsid w:val="00D748C1"/>
    <w:rsid w:val="00D74DAA"/>
    <w:rsid w:val="00D754E1"/>
    <w:rsid w:val="00D75B55"/>
    <w:rsid w:val="00D76359"/>
    <w:rsid w:val="00D76A50"/>
    <w:rsid w:val="00D76DA5"/>
    <w:rsid w:val="00D76E14"/>
    <w:rsid w:val="00D76EA5"/>
    <w:rsid w:val="00D76EC8"/>
    <w:rsid w:val="00D76F26"/>
    <w:rsid w:val="00D76F8D"/>
    <w:rsid w:val="00D77412"/>
    <w:rsid w:val="00D7747A"/>
    <w:rsid w:val="00D777FF"/>
    <w:rsid w:val="00D77AE8"/>
    <w:rsid w:val="00D80437"/>
    <w:rsid w:val="00D8064D"/>
    <w:rsid w:val="00D80A14"/>
    <w:rsid w:val="00D8155C"/>
    <w:rsid w:val="00D81960"/>
    <w:rsid w:val="00D819F6"/>
    <w:rsid w:val="00D82488"/>
    <w:rsid w:val="00D826D5"/>
    <w:rsid w:val="00D8276B"/>
    <w:rsid w:val="00D82886"/>
    <w:rsid w:val="00D82CD1"/>
    <w:rsid w:val="00D82E54"/>
    <w:rsid w:val="00D82E5F"/>
    <w:rsid w:val="00D82ED4"/>
    <w:rsid w:val="00D830BA"/>
    <w:rsid w:val="00D832ED"/>
    <w:rsid w:val="00D83B4A"/>
    <w:rsid w:val="00D83F6D"/>
    <w:rsid w:val="00D8434D"/>
    <w:rsid w:val="00D84845"/>
    <w:rsid w:val="00D858B5"/>
    <w:rsid w:val="00D85942"/>
    <w:rsid w:val="00D85C56"/>
    <w:rsid w:val="00D85DE0"/>
    <w:rsid w:val="00D86D62"/>
    <w:rsid w:val="00D86DF0"/>
    <w:rsid w:val="00D86E85"/>
    <w:rsid w:val="00D87304"/>
    <w:rsid w:val="00D879CE"/>
    <w:rsid w:val="00D87A1A"/>
    <w:rsid w:val="00D87AEA"/>
    <w:rsid w:val="00D87DBF"/>
    <w:rsid w:val="00D902B1"/>
    <w:rsid w:val="00D90764"/>
    <w:rsid w:val="00D91284"/>
    <w:rsid w:val="00D91487"/>
    <w:rsid w:val="00D91597"/>
    <w:rsid w:val="00D91AB2"/>
    <w:rsid w:val="00D91C27"/>
    <w:rsid w:val="00D91F55"/>
    <w:rsid w:val="00D92015"/>
    <w:rsid w:val="00D921A6"/>
    <w:rsid w:val="00D92886"/>
    <w:rsid w:val="00D932CF"/>
    <w:rsid w:val="00D93583"/>
    <w:rsid w:val="00D935E5"/>
    <w:rsid w:val="00D93CF9"/>
    <w:rsid w:val="00D93E98"/>
    <w:rsid w:val="00D940CA"/>
    <w:rsid w:val="00D942EE"/>
    <w:rsid w:val="00D94DD7"/>
    <w:rsid w:val="00D950D7"/>
    <w:rsid w:val="00D95435"/>
    <w:rsid w:val="00D958E1"/>
    <w:rsid w:val="00D95EEE"/>
    <w:rsid w:val="00D95F0E"/>
    <w:rsid w:val="00D9601C"/>
    <w:rsid w:val="00D962B2"/>
    <w:rsid w:val="00D9650D"/>
    <w:rsid w:val="00D96562"/>
    <w:rsid w:val="00D9685E"/>
    <w:rsid w:val="00D96A27"/>
    <w:rsid w:val="00D96C64"/>
    <w:rsid w:val="00D96CEB"/>
    <w:rsid w:val="00D96E42"/>
    <w:rsid w:val="00D970B4"/>
    <w:rsid w:val="00D9759D"/>
    <w:rsid w:val="00D97EA4"/>
    <w:rsid w:val="00DA031E"/>
    <w:rsid w:val="00DA0B86"/>
    <w:rsid w:val="00DA0F42"/>
    <w:rsid w:val="00DA155B"/>
    <w:rsid w:val="00DA16A7"/>
    <w:rsid w:val="00DA19A8"/>
    <w:rsid w:val="00DA2582"/>
    <w:rsid w:val="00DA291C"/>
    <w:rsid w:val="00DA305B"/>
    <w:rsid w:val="00DA30BD"/>
    <w:rsid w:val="00DA36FD"/>
    <w:rsid w:val="00DA4647"/>
    <w:rsid w:val="00DA473B"/>
    <w:rsid w:val="00DA48B8"/>
    <w:rsid w:val="00DA50B8"/>
    <w:rsid w:val="00DA524D"/>
    <w:rsid w:val="00DA54AA"/>
    <w:rsid w:val="00DA56B3"/>
    <w:rsid w:val="00DA571E"/>
    <w:rsid w:val="00DA5802"/>
    <w:rsid w:val="00DA5ACC"/>
    <w:rsid w:val="00DA5B19"/>
    <w:rsid w:val="00DA5B6D"/>
    <w:rsid w:val="00DA5EA3"/>
    <w:rsid w:val="00DA67C9"/>
    <w:rsid w:val="00DA6A71"/>
    <w:rsid w:val="00DA6CAB"/>
    <w:rsid w:val="00DA72D4"/>
    <w:rsid w:val="00DA7712"/>
    <w:rsid w:val="00DA7CBE"/>
    <w:rsid w:val="00DA7E49"/>
    <w:rsid w:val="00DA7ED4"/>
    <w:rsid w:val="00DB0171"/>
    <w:rsid w:val="00DB0288"/>
    <w:rsid w:val="00DB0AFA"/>
    <w:rsid w:val="00DB0B3C"/>
    <w:rsid w:val="00DB115B"/>
    <w:rsid w:val="00DB117B"/>
    <w:rsid w:val="00DB17F8"/>
    <w:rsid w:val="00DB1C63"/>
    <w:rsid w:val="00DB1D06"/>
    <w:rsid w:val="00DB2117"/>
    <w:rsid w:val="00DB2437"/>
    <w:rsid w:val="00DB252A"/>
    <w:rsid w:val="00DB263E"/>
    <w:rsid w:val="00DB2901"/>
    <w:rsid w:val="00DB302F"/>
    <w:rsid w:val="00DB41CE"/>
    <w:rsid w:val="00DB437C"/>
    <w:rsid w:val="00DB4527"/>
    <w:rsid w:val="00DB5471"/>
    <w:rsid w:val="00DB5754"/>
    <w:rsid w:val="00DB58DD"/>
    <w:rsid w:val="00DB61B4"/>
    <w:rsid w:val="00DB659C"/>
    <w:rsid w:val="00DB66B5"/>
    <w:rsid w:val="00DB6795"/>
    <w:rsid w:val="00DB6BAD"/>
    <w:rsid w:val="00DB6BB7"/>
    <w:rsid w:val="00DB6E1E"/>
    <w:rsid w:val="00DB77DA"/>
    <w:rsid w:val="00DB7E8C"/>
    <w:rsid w:val="00DC00C1"/>
    <w:rsid w:val="00DC05B7"/>
    <w:rsid w:val="00DC0B52"/>
    <w:rsid w:val="00DC0FCD"/>
    <w:rsid w:val="00DC1BAE"/>
    <w:rsid w:val="00DC1D30"/>
    <w:rsid w:val="00DC1E30"/>
    <w:rsid w:val="00DC25AA"/>
    <w:rsid w:val="00DC267F"/>
    <w:rsid w:val="00DC285B"/>
    <w:rsid w:val="00DC2932"/>
    <w:rsid w:val="00DC2CDB"/>
    <w:rsid w:val="00DC2ED2"/>
    <w:rsid w:val="00DC3099"/>
    <w:rsid w:val="00DC320E"/>
    <w:rsid w:val="00DC33FC"/>
    <w:rsid w:val="00DC37C1"/>
    <w:rsid w:val="00DC3A8A"/>
    <w:rsid w:val="00DC40F8"/>
    <w:rsid w:val="00DC41B4"/>
    <w:rsid w:val="00DC436C"/>
    <w:rsid w:val="00DC4B92"/>
    <w:rsid w:val="00DC4DF5"/>
    <w:rsid w:val="00DC4F22"/>
    <w:rsid w:val="00DC508B"/>
    <w:rsid w:val="00DC5512"/>
    <w:rsid w:val="00DC5DCC"/>
    <w:rsid w:val="00DC652F"/>
    <w:rsid w:val="00DC68DC"/>
    <w:rsid w:val="00DC6A0A"/>
    <w:rsid w:val="00DC6A48"/>
    <w:rsid w:val="00DC6D7C"/>
    <w:rsid w:val="00DC762C"/>
    <w:rsid w:val="00DC7AB0"/>
    <w:rsid w:val="00DC7AD2"/>
    <w:rsid w:val="00DC7F07"/>
    <w:rsid w:val="00DD04CA"/>
    <w:rsid w:val="00DD05EA"/>
    <w:rsid w:val="00DD0A5B"/>
    <w:rsid w:val="00DD0D0F"/>
    <w:rsid w:val="00DD1722"/>
    <w:rsid w:val="00DD1CE1"/>
    <w:rsid w:val="00DD1F84"/>
    <w:rsid w:val="00DD273C"/>
    <w:rsid w:val="00DD2E00"/>
    <w:rsid w:val="00DD383E"/>
    <w:rsid w:val="00DD42B4"/>
    <w:rsid w:val="00DD4733"/>
    <w:rsid w:val="00DD60CB"/>
    <w:rsid w:val="00DD63E9"/>
    <w:rsid w:val="00DD667D"/>
    <w:rsid w:val="00DD6B9A"/>
    <w:rsid w:val="00DD6C00"/>
    <w:rsid w:val="00DD6C10"/>
    <w:rsid w:val="00DD6FBD"/>
    <w:rsid w:val="00DD75F8"/>
    <w:rsid w:val="00DD7D6E"/>
    <w:rsid w:val="00DD7DA9"/>
    <w:rsid w:val="00DD7E2C"/>
    <w:rsid w:val="00DE0808"/>
    <w:rsid w:val="00DE11AE"/>
    <w:rsid w:val="00DE11E8"/>
    <w:rsid w:val="00DE1873"/>
    <w:rsid w:val="00DE1A3C"/>
    <w:rsid w:val="00DE1B9E"/>
    <w:rsid w:val="00DE1CB7"/>
    <w:rsid w:val="00DE212E"/>
    <w:rsid w:val="00DE24B4"/>
    <w:rsid w:val="00DE26F1"/>
    <w:rsid w:val="00DE276C"/>
    <w:rsid w:val="00DE285C"/>
    <w:rsid w:val="00DE288D"/>
    <w:rsid w:val="00DE2992"/>
    <w:rsid w:val="00DE362A"/>
    <w:rsid w:val="00DE3639"/>
    <w:rsid w:val="00DE3781"/>
    <w:rsid w:val="00DE38CF"/>
    <w:rsid w:val="00DE3A51"/>
    <w:rsid w:val="00DE3BD4"/>
    <w:rsid w:val="00DE3D42"/>
    <w:rsid w:val="00DE3E5E"/>
    <w:rsid w:val="00DE41AA"/>
    <w:rsid w:val="00DE41C4"/>
    <w:rsid w:val="00DE4348"/>
    <w:rsid w:val="00DE43C5"/>
    <w:rsid w:val="00DE43F2"/>
    <w:rsid w:val="00DE4515"/>
    <w:rsid w:val="00DE4623"/>
    <w:rsid w:val="00DE46A7"/>
    <w:rsid w:val="00DE46F2"/>
    <w:rsid w:val="00DE4AED"/>
    <w:rsid w:val="00DE4B95"/>
    <w:rsid w:val="00DE4C5F"/>
    <w:rsid w:val="00DE50BE"/>
    <w:rsid w:val="00DE5203"/>
    <w:rsid w:val="00DE52B7"/>
    <w:rsid w:val="00DE57B0"/>
    <w:rsid w:val="00DE5B86"/>
    <w:rsid w:val="00DE5D77"/>
    <w:rsid w:val="00DE66B5"/>
    <w:rsid w:val="00DE6F47"/>
    <w:rsid w:val="00DE7202"/>
    <w:rsid w:val="00DE7545"/>
    <w:rsid w:val="00DE76DC"/>
    <w:rsid w:val="00DE7CF6"/>
    <w:rsid w:val="00DF00CF"/>
    <w:rsid w:val="00DF02D5"/>
    <w:rsid w:val="00DF0708"/>
    <w:rsid w:val="00DF0909"/>
    <w:rsid w:val="00DF1107"/>
    <w:rsid w:val="00DF15C6"/>
    <w:rsid w:val="00DF18A4"/>
    <w:rsid w:val="00DF1BF5"/>
    <w:rsid w:val="00DF1EC9"/>
    <w:rsid w:val="00DF2144"/>
    <w:rsid w:val="00DF281D"/>
    <w:rsid w:val="00DF2FF1"/>
    <w:rsid w:val="00DF37FF"/>
    <w:rsid w:val="00DF3AB5"/>
    <w:rsid w:val="00DF4573"/>
    <w:rsid w:val="00DF484D"/>
    <w:rsid w:val="00DF4DA9"/>
    <w:rsid w:val="00DF5592"/>
    <w:rsid w:val="00DF5D8A"/>
    <w:rsid w:val="00DF5DE3"/>
    <w:rsid w:val="00DF677A"/>
    <w:rsid w:val="00DF7583"/>
    <w:rsid w:val="00DF7694"/>
    <w:rsid w:val="00DF7CA8"/>
    <w:rsid w:val="00DF7EFC"/>
    <w:rsid w:val="00E0087B"/>
    <w:rsid w:val="00E00FC0"/>
    <w:rsid w:val="00E01097"/>
    <w:rsid w:val="00E01C1F"/>
    <w:rsid w:val="00E01C86"/>
    <w:rsid w:val="00E024BC"/>
    <w:rsid w:val="00E026EE"/>
    <w:rsid w:val="00E02743"/>
    <w:rsid w:val="00E028EE"/>
    <w:rsid w:val="00E02D06"/>
    <w:rsid w:val="00E02F30"/>
    <w:rsid w:val="00E03016"/>
    <w:rsid w:val="00E038FD"/>
    <w:rsid w:val="00E04470"/>
    <w:rsid w:val="00E044BF"/>
    <w:rsid w:val="00E045DC"/>
    <w:rsid w:val="00E0466D"/>
    <w:rsid w:val="00E0507E"/>
    <w:rsid w:val="00E05523"/>
    <w:rsid w:val="00E06164"/>
    <w:rsid w:val="00E061FE"/>
    <w:rsid w:val="00E0659A"/>
    <w:rsid w:val="00E065D2"/>
    <w:rsid w:val="00E06E6E"/>
    <w:rsid w:val="00E06FFF"/>
    <w:rsid w:val="00E071C1"/>
    <w:rsid w:val="00E0789E"/>
    <w:rsid w:val="00E10144"/>
    <w:rsid w:val="00E102BC"/>
    <w:rsid w:val="00E10335"/>
    <w:rsid w:val="00E10871"/>
    <w:rsid w:val="00E108E9"/>
    <w:rsid w:val="00E10ABC"/>
    <w:rsid w:val="00E10D9B"/>
    <w:rsid w:val="00E111C2"/>
    <w:rsid w:val="00E11325"/>
    <w:rsid w:val="00E116F6"/>
    <w:rsid w:val="00E118C7"/>
    <w:rsid w:val="00E122AB"/>
    <w:rsid w:val="00E1276D"/>
    <w:rsid w:val="00E1371F"/>
    <w:rsid w:val="00E13912"/>
    <w:rsid w:val="00E13AE8"/>
    <w:rsid w:val="00E14182"/>
    <w:rsid w:val="00E143EC"/>
    <w:rsid w:val="00E145DF"/>
    <w:rsid w:val="00E1466E"/>
    <w:rsid w:val="00E14DE0"/>
    <w:rsid w:val="00E15457"/>
    <w:rsid w:val="00E15E36"/>
    <w:rsid w:val="00E15EC4"/>
    <w:rsid w:val="00E16452"/>
    <w:rsid w:val="00E166EA"/>
    <w:rsid w:val="00E16A5B"/>
    <w:rsid w:val="00E16B49"/>
    <w:rsid w:val="00E16DF2"/>
    <w:rsid w:val="00E16E6D"/>
    <w:rsid w:val="00E20184"/>
    <w:rsid w:val="00E2049C"/>
    <w:rsid w:val="00E20B39"/>
    <w:rsid w:val="00E20B4F"/>
    <w:rsid w:val="00E20F15"/>
    <w:rsid w:val="00E2132B"/>
    <w:rsid w:val="00E2167B"/>
    <w:rsid w:val="00E21D9A"/>
    <w:rsid w:val="00E21F4A"/>
    <w:rsid w:val="00E22177"/>
    <w:rsid w:val="00E22373"/>
    <w:rsid w:val="00E22B2E"/>
    <w:rsid w:val="00E22BAD"/>
    <w:rsid w:val="00E22C03"/>
    <w:rsid w:val="00E2321B"/>
    <w:rsid w:val="00E2399F"/>
    <w:rsid w:val="00E23B1A"/>
    <w:rsid w:val="00E23D5A"/>
    <w:rsid w:val="00E24034"/>
    <w:rsid w:val="00E244D7"/>
    <w:rsid w:val="00E245AF"/>
    <w:rsid w:val="00E246A3"/>
    <w:rsid w:val="00E24826"/>
    <w:rsid w:val="00E24C31"/>
    <w:rsid w:val="00E24CD9"/>
    <w:rsid w:val="00E252B8"/>
    <w:rsid w:val="00E252DB"/>
    <w:rsid w:val="00E253E4"/>
    <w:rsid w:val="00E25636"/>
    <w:rsid w:val="00E256A5"/>
    <w:rsid w:val="00E25924"/>
    <w:rsid w:val="00E259B9"/>
    <w:rsid w:val="00E25DCE"/>
    <w:rsid w:val="00E25EA5"/>
    <w:rsid w:val="00E260F0"/>
    <w:rsid w:val="00E262D9"/>
    <w:rsid w:val="00E267B9"/>
    <w:rsid w:val="00E26A36"/>
    <w:rsid w:val="00E26A6F"/>
    <w:rsid w:val="00E26C78"/>
    <w:rsid w:val="00E272E4"/>
    <w:rsid w:val="00E27ADE"/>
    <w:rsid w:val="00E30269"/>
    <w:rsid w:val="00E302B7"/>
    <w:rsid w:val="00E30328"/>
    <w:rsid w:val="00E30518"/>
    <w:rsid w:val="00E312DE"/>
    <w:rsid w:val="00E314C9"/>
    <w:rsid w:val="00E316C1"/>
    <w:rsid w:val="00E317FB"/>
    <w:rsid w:val="00E31B83"/>
    <w:rsid w:val="00E31C58"/>
    <w:rsid w:val="00E31F34"/>
    <w:rsid w:val="00E3202B"/>
    <w:rsid w:val="00E3204B"/>
    <w:rsid w:val="00E3245A"/>
    <w:rsid w:val="00E32511"/>
    <w:rsid w:val="00E32A5F"/>
    <w:rsid w:val="00E32C2E"/>
    <w:rsid w:val="00E33162"/>
    <w:rsid w:val="00E33C2C"/>
    <w:rsid w:val="00E34665"/>
    <w:rsid w:val="00E34B34"/>
    <w:rsid w:val="00E3543C"/>
    <w:rsid w:val="00E35534"/>
    <w:rsid w:val="00E355F8"/>
    <w:rsid w:val="00E35A4E"/>
    <w:rsid w:val="00E35A92"/>
    <w:rsid w:val="00E35DBD"/>
    <w:rsid w:val="00E3641B"/>
    <w:rsid w:val="00E3641D"/>
    <w:rsid w:val="00E36F99"/>
    <w:rsid w:val="00E37573"/>
    <w:rsid w:val="00E3777D"/>
    <w:rsid w:val="00E37D87"/>
    <w:rsid w:val="00E40890"/>
    <w:rsid w:val="00E41118"/>
    <w:rsid w:val="00E4188F"/>
    <w:rsid w:val="00E41FCB"/>
    <w:rsid w:val="00E420ED"/>
    <w:rsid w:val="00E42A3E"/>
    <w:rsid w:val="00E42D04"/>
    <w:rsid w:val="00E42D37"/>
    <w:rsid w:val="00E435B2"/>
    <w:rsid w:val="00E43CE3"/>
    <w:rsid w:val="00E441E8"/>
    <w:rsid w:val="00E4424B"/>
    <w:rsid w:val="00E445E4"/>
    <w:rsid w:val="00E44D03"/>
    <w:rsid w:val="00E45203"/>
    <w:rsid w:val="00E4580B"/>
    <w:rsid w:val="00E4583D"/>
    <w:rsid w:val="00E45D92"/>
    <w:rsid w:val="00E464DA"/>
    <w:rsid w:val="00E465F9"/>
    <w:rsid w:val="00E46695"/>
    <w:rsid w:val="00E46C5B"/>
    <w:rsid w:val="00E47109"/>
    <w:rsid w:val="00E471A6"/>
    <w:rsid w:val="00E47B07"/>
    <w:rsid w:val="00E50065"/>
    <w:rsid w:val="00E50C65"/>
    <w:rsid w:val="00E50C79"/>
    <w:rsid w:val="00E50D63"/>
    <w:rsid w:val="00E51867"/>
    <w:rsid w:val="00E52769"/>
    <w:rsid w:val="00E529D3"/>
    <w:rsid w:val="00E5328C"/>
    <w:rsid w:val="00E5397C"/>
    <w:rsid w:val="00E53A3C"/>
    <w:rsid w:val="00E5456F"/>
    <w:rsid w:val="00E54610"/>
    <w:rsid w:val="00E54859"/>
    <w:rsid w:val="00E54B5F"/>
    <w:rsid w:val="00E54B74"/>
    <w:rsid w:val="00E54D82"/>
    <w:rsid w:val="00E54DAF"/>
    <w:rsid w:val="00E54FC8"/>
    <w:rsid w:val="00E5582D"/>
    <w:rsid w:val="00E55C13"/>
    <w:rsid w:val="00E56195"/>
    <w:rsid w:val="00E563CB"/>
    <w:rsid w:val="00E569E2"/>
    <w:rsid w:val="00E56CB8"/>
    <w:rsid w:val="00E56E83"/>
    <w:rsid w:val="00E56EBA"/>
    <w:rsid w:val="00E56F09"/>
    <w:rsid w:val="00E56F8D"/>
    <w:rsid w:val="00E573A6"/>
    <w:rsid w:val="00E5761A"/>
    <w:rsid w:val="00E57966"/>
    <w:rsid w:val="00E57A62"/>
    <w:rsid w:val="00E57CC4"/>
    <w:rsid w:val="00E57CCD"/>
    <w:rsid w:val="00E57F7E"/>
    <w:rsid w:val="00E60149"/>
    <w:rsid w:val="00E60251"/>
    <w:rsid w:val="00E60473"/>
    <w:rsid w:val="00E607D6"/>
    <w:rsid w:val="00E609DC"/>
    <w:rsid w:val="00E60E38"/>
    <w:rsid w:val="00E613C6"/>
    <w:rsid w:val="00E61514"/>
    <w:rsid w:val="00E617DB"/>
    <w:rsid w:val="00E6187B"/>
    <w:rsid w:val="00E62105"/>
    <w:rsid w:val="00E62236"/>
    <w:rsid w:val="00E6262A"/>
    <w:rsid w:val="00E62C98"/>
    <w:rsid w:val="00E62F35"/>
    <w:rsid w:val="00E6355C"/>
    <w:rsid w:val="00E636C3"/>
    <w:rsid w:val="00E639A8"/>
    <w:rsid w:val="00E63A1A"/>
    <w:rsid w:val="00E63AFC"/>
    <w:rsid w:val="00E64A41"/>
    <w:rsid w:val="00E655FC"/>
    <w:rsid w:val="00E6577A"/>
    <w:rsid w:val="00E658D7"/>
    <w:rsid w:val="00E65AE6"/>
    <w:rsid w:val="00E65DB1"/>
    <w:rsid w:val="00E6665A"/>
    <w:rsid w:val="00E668C2"/>
    <w:rsid w:val="00E669F1"/>
    <w:rsid w:val="00E66CB8"/>
    <w:rsid w:val="00E66F94"/>
    <w:rsid w:val="00E6702F"/>
    <w:rsid w:val="00E6738E"/>
    <w:rsid w:val="00E6756D"/>
    <w:rsid w:val="00E67A2F"/>
    <w:rsid w:val="00E705F8"/>
    <w:rsid w:val="00E7071B"/>
    <w:rsid w:val="00E708E0"/>
    <w:rsid w:val="00E7098F"/>
    <w:rsid w:val="00E70B56"/>
    <w:rsid w:val="00E70FDB"/>
    <w:rsid w:val="00E71336"/>
    <w:rsid w:val="00E71ED4"/>
    <w:rsid w:val="00E72D93"/>
    <w:rsid w:val="00E731C2"/>
    <w:rsid w:val="00E734E9"/>
    <w:rsid w:val="00E73C2D"/>
    <w:rsid w:val="00E73EEA"/>
    <w:rsid w:val="00E742B5"/>
    <w:rsid w:val="00E74C29"/>
    <w:rsid w:val="00E74E6C"/>
    <w:rsid w:val="00E753B6"/>
    <w:rsid w:val="00E759E1"/>
    <w:rsid w:val="00E75A25"/>
    <w:rsid w:val="00E75E10"/>
    <w:rsid w:val="00E75E7B"/>
    <w:rsid w:val="00E763DE"/>
    <w:rsid w:val="00E766CC"/>
    <w:rsid w:val="00E76A26"/>
    <w:rsid w:val="00E772F1"/>
    <w:rsid w:val="00E7775A"/>
    <w:rsid w:val="00E77B57"/>
    <w:rsid w:val="00E77B9A"/>
    <w:rsid w:val="00E80592"/>
    <w:rsid w:val="00E80B54"/>
    <w:rsid w:val="00E80D49"/>
    <w:rsid w:val="00E814C8"/>
    <w:rsid w:val="00E81959"/>
    <w:rsid w:val="00E821D1"/>
    <w:rsid w:val="00E82291"/>
    <w:rsid w:val="00E82705"/>
    <w:rsid w:val="00E828C9"/>
    <w:rsid w:val="00E82B47"/>
    <w:rsid w:val="00E835FC"/>
    <w:rsid w:val="00E83C50"/>
    <w:rsid w:val="00E83DB4"/>
    <w:rsid w:val="00E84333"/>
    <w:rsid w:val="00E848CD"/>
    <w:rsid w:val="00E85217"/>
    <w:rsid w:val="00E85684"/>
    <w:rsid w:val="00E85A23"/>
    <w:rsid w:val="00E861EC"/>
    <w:rsid w:val="00E8663F"/>
    <w:rsid w:val="00E8683D"/>
    <w:rsid w:val="00E86BEA"/>
    <w:rsid w:val="00E8762A"/>
    <w:rsid w:val="00E87657"/>
    <w:rsid w:val="00E879BC"/>
    <w:rsid w:val="00E879EF"/>
    <w:rsid w:val="00E9019A"/>
    <w:rsid w:val="00E90950"/>
    <w:rsid w:val="00E909CB"/>
    <w:rsid w:val="00E90CA8"/>
    <w:rsid w:val="00E915C1"/>
    <w:rsid w:val="00E92444"/>
    <w:rsid w:val="00E9263B"/>
    <w:rsid w:val="00E92689"/>
    <w:rsid w:val="00E92CE6"/>
    <w:rsid w:val="00E93311"/>
    <w:rsid w:val="00E93947"/>
    <w:rsid w:val="00E939EA"/>
    <w:rsid w:val="00E94485"/>
    <w:rsid w:val="00E94A42"/>
    <w:rsid w:val="00E94EFD"/>
    <w:rsid w:val="00E95F31"/>
    <w:rsid w:val="00E95FC7"/>
    <w:rsid w:val="00E963FF"/>
    <w:rsid w:val="00E96DD1"/>
    <w:rsid w:val="00E972CD"/>
    <w:rsid w:val="00E97556"/>
    <w:rsid w:val="00E97915"/>
    <w:rsid w:val="00EA0A05"/>
    <w:rsid w:val="00EA1343"/>
    <w:rsid w:val="00EA1514"/>
    <w:rsid w:val="00EA19A9"/>
    <w:rsid w:val="00EA1AF7"/>
    <w:rsid w:val="00EA1B66"/>
    <w:rsid w:val="00EA1F62"/>
    <w:rsid w:val="00EA207A"/>
    <w:rsid w:val="00EA26C4"/>
    <w:rsid w:val="00EA2A46"/>
    <w:rsid w:val="00EA2BEA"/>
    <w:rsid w:val="00EA3157"/>
    <w:rsid w:val="00EA3668"/>
    <w:rsid w:val="00EA3B8D"/>
    <w:rsid w:val="00EA3C76"/>
    <w:rsid w:val="00EA3DE0"/>
    <w:rsid w:val="00EA3E4A"/>
    <w:rsid w:val="00EA435C"/>
    <w:rsid w:val="00EA45DC"/>
    <w:rsid w:val="00EA533E"/>
    <w:rsid w:val="00EA59F0"/>
    <w:rsid w:val="00EA61AF"/>
    <w:rsid w:val="00EA6415"/>
    <w:rsid w:val="00EA6682"/>
    <w:rsid w:val="00EA69AD"/>
    <w:rsid w:val="00EA6B78"/>
    <w:rsid w:val="00EA7502"/>
    <w:rsid w:val="00EA7595"/>
    <w:rsid w:val="00EA7656"/>
    <w:rsid w:val="00EA7A0D"/>
    <w:rsid w:val="00EA7B30"/>
    <w:rsid w:val="00EB0528"/>
    <w:rsid w:val="00EB0604"/>
    <w:rsid w:val="00EB08F4"/>
    <w:rsid w:val="00EB09BB"/>
    <w:rsid w:val="00EB0B5D"/>
    <w:rsid w:val="00EB23DC"/>
    <w:rsid w:val="00EB2B1B"/>
    <w:rsid w:val="00EB2CB2"/>
    <w:rsid w:val="00EB32A3"/>
    <w:rsid w:val="00EB3BF4"/>
    <w:rsid w:val="00EB3C7C"/>
    <w:rsid w:val="00EB3F15"/>
    <w:rsid w:val="00EB4A5B"/>
    <w:rsid w:val="00EB4B13"/>
    <w:rsid w:val="00EB4D9D"/>
    <w:rsid w:val="00EB4F1A"/>
    <w:rsid w:val="00EB509F"/>
    <w:rsid w:val="00EB52CD"/>
    <w:rsid w:val="00EB56C5"/>
    <w:rsid w:val="00EB5BA6"/>
    <w:rsid w:val="00EB5DE4"/>
    <w:rsid w:val="00EB62A4"/>
    <w:rsid w:val="00EB6483"/>
    <w:rsid w:val="00EB7055"/>
    <w:rsid w:val="00EB726F"/>
    <w:rsid w:val="00EB72BD"/>
    <w:rsid w:val="00EB7388"/>
    <w:rsid w:val="00EC0695"/>
    <w:rsid w:val="00EC0C35"/>
    <w:rsid w:val="00EC0E02"/>
    <w:rsid w:val="00EC1C37"/>
    <w:rsid w:val="00EC2784"/>
    <w:rsid w:val="00EC2B68"/>
    <w:rsid w:val="00EC2BB9"/>
    <w:rsid w:val="00EC3358"/>
    <w:rsid w:val="00EC373A"/>
    <w:rsid w:val="00EC3830"/>
    <w:rsid w:val="00EC3932"/>
    <w:rsid w:val="00EC3ABC"/>
    <w:rsid w:val="00EC3CFD"/>
    <w:rsid w:val="00EC3ECA"/>
    <w:rsid w:val="00EC411C"/>
    <w:rsid w:val="00EC45A1"/>
    <w:rsid w:val="00EC45C0"/>
    <w:rsid w:val="00EC6201"/>
    <w:rsid w:val="00EC6500"/>
    <w:rsid w:val="00EC6B5F"/>
    <w:rsid w:val="00EC6F86"/>
    <w:rsid w:val="00EC7281"/>
    <w:rsid w:val="00EC75DA"/>
    <w:rsid w:val="00EC7978"/>
    <w:rsid w:val="00EC7F5C"/>
    <w:rsid w:val="00ED024F"/>
    <w:rsid w:val="00ED0490"/>
    <w:rsid w:val="00ED0CC0"/>
    <w:rsid w:val="00ED0DED"/>
    <w:rsid w:val="00ED0DF7"/>
    <w:rsid w:val="00ED0EE6"/>
    <w:rsid w:val="00ED0F2A"/>
    <w:rsid w:val="00ED11B1"/>
    <w:rsid w:val="00ED185C"/>
    <w:rsid w:val="00ED1D3F"/>
    <w:rsid w:val="00ED1E4F"/>
    <w:rsid w:val="00ED2080"/>
    <w:rsid w:val="00ED2402"/>
    <w:rsid w:val="00ED2E0A"/>
    <w:rsid w:val="00ED2E75"/>
    <w:rsid w:val="00ED31E6"/>
    <w:rsid w:val="00ED3255"/>
    <w:rsid w:val="00ED34C6"/>
    <w:rsid w:val="00ED3680"/>
    <w:rsid w:val="00ED36C0"/>
    <w:rsid w:val="00ED3928"/>
    <w:rsid w:val="00ED451C"/>
    <w:rsid w:val="00ED4DA7"/>
    <w:rsid w:val="00ED536E"/>
    <w:rsid w:val="00ED5418"/>
    <w:rsid w:val="00ED598C"/>
    <w:rsid w:val="00ED5E4F"/>
    <w:rsid w:val="00ED5FF7"/>
    <w:rsid w:val="00ED6E8B"/>
    <w:rsid w:val="00ED72CE"/>
    <w:rsid w:val="00ED7A80"/>
    <w:rsid w:val="00ED7D6B"/>
    <w:rsid w:val="00ED7DFA"/>
    <w:rsid w:val="00EE01DC"/>
    <w:rsid w:val="00EE0735"/>
    <w:rsid w:val="00EE1726"/>
    <w:rsid w:val="00EE21D7"/>
    <w:rsid w:val="00EE2508"/>
    <w:rsid w:val="00EE294B"/>
    <w:rsid w:val="00EE396A"/>
    <w:rsid w:val="00EE48BB"/>
    <w:rsid w:val="00EE48E7"/>
    <w:rsid w:val="00EE49C5"/>
    <w:rsid w:val="00EE4A2B"/>
    <w:rsid w:val="00EE4E55"/>
    <w:rsid w:val="00EE5223"/>
    <w:rsid w:val="00EE5276"/>
    <w:rsid w:val="00EE57F1"/>
    <w:rsid w:val="00EE5A9C"/>
    <w:rsid w:val="00EE5CB2"/>
    <w:rsid w:val="00EE5EE0"/>
    <w:rsid w:val="00EE6D50"/>
    <w:rsid w:val="00EE6D86"/>
    <w:rsid w:val="00EE7001"/>
    <w:rsid w:val="00EE713D"/>
    <w:rsid w:val="00EE7639"/>
    <w:rsid w:val="00EE778E"/>
    <w:rsid w:val="00EE7951"/>
    <w:rsid w:val="00EE79A5"/>
    <w:rsid w:val="00EE7B9F"/>
    <w:rsid w:val="00EE7BC9"/>
    <w:rsid w:val="00EF0256"/>
    <w:rsid w:val="00EF02C5"/>
    <w:rsid w:val="00EF0723"/>
    <w:rsid w:val="00EF0DBE"/>
    <w:rsid w:val="00EF0E88"/>
    <w:rsid w:val="00EF0F41"/>
    <w:rsid w:val="00EF107C"/>
    <w:rsid w:val="00EF1180"/>
    <w:rsid w:val="00EF155D"/>
    <w:rsid w:val="00EF1733"/>
    <w:rsid w:val="00EF189F"/>
    <w:rsid w:val="00EF1B7F"/>
    <w:rsid w:val="00EF1F16"/>
    <w:rsid w:val="00EF2010"/>
    <w:rsid w:val="00EF2272"/>
    <w:rsid w:val="00EF245D"/>
    <w:rsid w:val="00EF279E"/>
    <w:rsid w:val="00EF332E"/>
    <w:rsid w:val="00EF35ED"/>
    <w:rsid w:val="00EF35F7"/>
    <w:rsid w:val="00EF360E"/>
    <w:rsid w:val="00EF3742"/>
    <w:rsid w:val="00EF3E3A"/>
    <w:rsid w:val="00EF3E59"/>
    <w:rsid w:val="00EF3F10"/>
    <w:rsid w:val="00EF4192"/>
    <w:rsid w:val="00EF437E"/>
    <w:rsid w:val="00EF4817"/>
    <w:rsid w:val="00EF4DBA"/>
    <w:rsid w:val="00EF61FA"/>
    <w:rsid w:val="00EF62ED"/>
    <w:rsid w:val="00EF6922"/>
    <w:rsid w:val="00EF6AB7"/>
    <w:rsid w:val="00EF6C61"/>
    <w:rsid w:val="00EF6F23"/>
    <w:rsid w:val="00EF7C64"/>
    <w:rsid w:val="00EF7CAF"/>
    <w:rsid w:val="00F001F2"/>
    <w:rsid w:val="00F00F30"/>
    <w:rsid w:val="00F01307"/>
    <w:rsid w:val="00F01750"/>
    <w:rsid w:val="00F01E76"/>
    <w:rsid w:val="00F02260"/>
    <w:rsid w:val="00F025B9"/>
    <w:rsid w:val="00F0267F"/>
    <w:rsid w:val="00F02751"/>
    <w:rsid w:val="00F03008"/>
    <w:rsid w:val="00F0303B"/>
    <w:rsid w:val="00F03178"/>
    <w:rsid w:val="00F03460"/>
    <w:rsid w:val="00F03468"/>
    <w:rsid w:val="00F03577"/>
    <w:rsid w:val="00F03879"/>
    <w:rsid w:val="00F03923"/>
    <w:rsid w:val="00F03A1E"/>
    <w:rsid w:val="00F03C80"/>
    <w:rsid w:val="00F040BB"/>
    <w:rsid w:val="00F041FB"/>
    <w:rsid w:val="00F044C1"/>
    <w:rsid w:val="00F0490C"/>
    <w:rsid w:val="00F05AB7"/>
    <w:rsid w:val="00F05DDD"/>
    <w:rsid w:val="00F0614E"/>
    <w:rsid w:val="00F06764"/>
    <w:rsid w:val="00F07012"/>
    <w:rsid w:val="00F076F0"/>
    <w:rsid w:val="00F07A59"/>
    <w:rsid w:val="00F10069"/>
    <w:rsid w:val="00F104ED"/>
    <w:rsid w:val="00F10B1E"/>
    <w:rsid w:val="00F10C74"/>
    <w:rsid w:val="00F10C8F"/>
    <w:rsid w:val="00F11806"/>
    <w:rsid w:val="00F11DCD"/>
    <w:rsid w:val="00F1255C"/>
    <w:rsid w:val="00F12B78"/>
    <w:rsid w:val="00F12D37"/>
    <w:rsid w:val="00F131F1"/>
    <w:rsid w:val="00F13236"/>
    <w:rsid w:val="00F13664"/>
    <w:rsid w:val="00F1378D"/>
    <w:rsid w:val="00F13921"/>
    <w:rsid w:val="00F14904"/>
    <w:rsid w:val="00F14F68"/>
    <w:rsid w:val="00F14FF0"/>
    <w:rsid w:val="00F1505C"/>
    <w:rsid w:val="00F1551B"/>
    <w:rsid w:val="00F155AE"/>
    <w:rsid w:val="00F158CA"/>
    <w:rsid w:val="00F15927"/>
    <w:rsid w:val="00F15E5A"/>
    <w:rsid w:val="00F15EF5"/>
    <w:rsid w:val="00F16410"/>
    <w:rsid w:val="00F164D0"/>
    <w:rsid w:val="00F16B3D"/>
    <w:rsid w:val="00F17533"/>
    <w:rsid w:val="00F177AF"/>
    <w:rsid w:val="00F179F3"/>
    <w:rsid w:val="00F20293"/>
    <w:rsid w:val="00F2038A"/>
    <w:rsid w:val="00F204FC"/>
    <w:rsid w:val="00F2095B"/>
    <w:rsid w:val="00F21265"/>
    <w:rsid w:val="00F2163E"/>
    <w:rsid w:val="00F220B6"/>
    <w:rsid w:val="00F229BA"/>
    <w:rsid w:val="00F232C1"/>
    <w:rsid w:val="00F23711"/>
    <w:rsid w:val="00F23B9D"/>
    <w:rsid w:val="00F23F19"/>
    <w:rsid w:val="00F245CC"/>
    <w:rsid w:val="00F24923"/>
    <w:rsid w:val="00F24D3F"/>
    <w:rsid w:val="00F255E4"/>
    <w:rsid w:val="00F25F35"/>
    <w:rsid w:val="00F266C5"/>
    <w:rsid w:val="00F2681A"/>
    <w:rsid w:val="00F268A8"/>
    <w:rsid w:val="00F269CC"/>
    <w:rsid w:val="00F26C39"/>
    <w:rsid w:val="00F26C5E"/>
    <w:rsid w:val="00F26FB9"/>
    <w:rsid w:val="00F2701E"/>
    <w:rsid w:val="00F273E5"/>
    <w:rsid w:val="00F27C8E"/>
    <w:rsid w:val="00F27D2D"/>
    <w:rsid w:val="00F302C1"/>
    <w:rsid w:val="00F30366"/>
    <w:rsid w:val="00F3040D"/>
    <w:rsid w:val="00F30AC4"/>
    <w:rsid w:val="00F30E13"/>
    <w:rsid w:val="00F31632"/>
    <w:rsid w:val="00F31727"/>
    <w:rsid w:val="00F319CA"/>
    <w:rsid w:val="00F31C14"/>
    <w:rsid w:val="00F31D54"/>
    <w:rsid w:val="00F31F5F"/>
    <w:rsid w:val="00F323C4"/>
    <w:rsid w:val="00F32554"/>
    <w:rsid w:val="00F32E22"/>
    <w:rsid w:val="00F32FD9"/>
    <w:rsid w:val="00F336A1"/>
    <w:rsid w:val="00F34873"/>
    <w:rsid w:val="00F348B5"/>
    <w:rsid w:val="00F34A22"/>
    <w:rsid w:val="00F34E53"/>
    <w:rsid w:val="00F3527E"/>
    <w:rsid w:val="00F35495"/>
    <w:rsid w:val="00F35EA3"/>
    <w:rsid w:val="00F36B91"/>
    <w:rsid w:val="00F36F84"/>
    <w:rsid w:val="00F370D4"/>
    <w:rsid w:val="00F3717E"/>
    <w:rsid w:val="00F3745E"/>
    <w:rsid w:val="00F3754E"/>
    <w:rsid w:val="00F40068"/>
    <w:rsid w:val="00F401BE"/>
    <w:rsid w:val="00F402FB"/>
    <w:rsid w:val="00F40D7F"/>
    <w:rsid w:val="00F40F13"/>
    <w:rsid w:val="00F41206"/>
    <w:rsid w:val="00F4140D"/>
    <w:rsid w:val="00F41715"/>
    <w:rsid w:val="00F41911"/>
    <w:rsid w:val="00F41AD7"/>
    <w:rsid w:val="00F41C72"/>
    <w:rsid w:val="00F41F0E"/>
    <w:rsid w:val="00F41FF2"/>
    <w:rsid w:val="00F42048"/>
    <w:rsid w:val="00F420FF"/>
    <w:rsid w:val="00F4285C"/>
    <w:rsid w:val="00F43024"/>
    <w:rsid w:val="00F43E7E"/>
    <w:rsid w:val="00F43EA3"/>
    <w:rsid w:val="00F44077"/>
    <w:rsid w:val="00F4468C"/>
    <w:rsid w:val="00F44D4A"/>
    <w:rsid w:val="00F44EFC"/>
    <w:rsid w:val="00F44F8F"/>
    <w:rsid w:val="00F453CE"/>
    <w:rsid w:val="00F454E0"/>
    <w:rsid w:val="00F45698"/>
    <w:rsid w:val="00F45895"/>
    <w:rsid w:val="00F4595A"/>
    <w:rsid w:val="00F45DEE"/>
    <w:rsid w:val="00F46452"/>
    <w:rsid w:val="00F46820"/>
    <w:rsid w:val="00F46B2B"/>
    <w:rsid w:val="00F474DE"/>
    <w:rsid w:val="00F50AB3"/>
    <w:rsid w:val="00F512B0"/>
    <w:rsid w:val="00F51420"/>
    <w:rsid w:val="00F51570"/>
    <w:rsid w:val="00F518F5"/>
    <w:rsid w:val="00F51B7E"/>
    <w:rsid w:val="00F523EA"/>
    <w:rsid w:val="00F533FB"/>
    <w:rsid w:val="00F5385F"/>
    <w:rsid w:val="00F5408B"/>
    <w:rsid w:val="00F5482F"/>
    <w:rsid w:val="00F54A9A"/>
    <w:rsid w:val="00F54AA1"/>
    <w:rsid w:val="00F54F99"/>
    <w:rsid w:val="00F54FAB"/>
    <w:rsid w:val="00F550B2"/>
    <w:rsid w:val="00F551CD"/>
    <w:rsid w:val="00F5557E"/>
    <w:rsid w:val="00F55705"/>
    <w:rsid w:val="00F55E36"/>
    <w:rsid w:val="00F56035"/>
    <w:rsid w:val="00F56386"/>
    <w:rsid w:val="00F56639"/>
    <w:rsid w:val="00F569EA"/>
    <w:rsid w:val="00F56EEB"/>
    <w:rsid w:val="00F56F90"/>
    <w:rsid w:val="00F572C7"/>
    <w:rsid w:val="00F57F00"/>
    <w:rsid w:val="00F600DA"/>
    <w:rsid w:val="00F60533"/>
    <w:rsid w:val="00F60ABF"/>
    <w:rsid w:val="00F6120D"/>
    <w:rsid w:val="00F619B4"/>
    <w:rsid w:val="00F61A5C"/>
    <w:rsid w:val="00F61B7F"/>
    <w:rsid w:val="00F61CF6"/>
    <w:rsid w:val="00F62383"/>
    <w:rsid w:val="00F62438"/>
    <w:rsid w:val="00F6278E"/>
    <w:rsid w:val="00F629AB"/>
    <w:rsid w:val="00F62E31"/>
    <w:rsid w:val="00F62EC5"/>
    <w:rsid w:val="00F6385F"/>
    <w:rsid w:val="00F63F08"/>
    <w:rsid w:val="00F642F4"/>
    <w:rsid w:val="00F64555"/>
    <w:rsid w:val="00F6510A"/>
    <w:rsid w:val="00F6546D"/>
    <w:rsid w:val="00F65AE7"/>
    <w:rsid w:val="00F65B71"/>
    <w:rsid w:val="00F662D6"/>
    <w:rsid w:val="00F664FB"/>
    <w:rsid w:val="00F66981"/>
    <w:rsid w:val="00F66B34"/>
    <w:rsid w:val="00F66D46"/>
    <w:rsid w:val="00F67017"/>
    <w:rsid w:val="00F67146"/>
    <w:rsid w:val="00F672B5"/>
    <w:rsid w:val="00F674AA"/>
    <w:rsid w:val="00F67C8E"/>
    <w:rsid w:val="00F67E21"/>
    <w:rsid w:val="00F70495"/>
    <w:rsid w:val="00F7069C"/>
    <w:rsid w:val="00F707D2"/>
    <w:rsid w:val="00F7083D"/>
    <w:rsid w:val="00F70B67"/>
    <w:rsid w:val="00F70CE6"/>
    <w:rsid w:val="00F70D96"/>
    <w:rsid w:val="00F71255"/>
    <w:rsid w:val="00F71754"/>
    <w:rsid w:val="00F717F1"/>
    <w:rsid w:val="00F71B4D"/>
    <w:rsid w:val="00F71CB9"/>
    <w:rsid w:val="00F71FAD"/>
    <w:rsid w:val="00F721EC"/>
    <w:rsid w:val="00F72345"/>
    <w:rsid w:val="00F72509"/>
    <w:rsid w:val="00F725C8"/>
    <w:rsid w:val="00F72BD1"/>
    <w:rsid w:val="00F731E7"/>
    <w:rsid w:val="00F7375A"/>
    <w:rsid w:val="00F73EF1"/>
    <w:rsid w:val="00F73F72"/>
    <w:rsid w:val="00F74148"/>
    <w:rsid w:val="00F742FB"/>
    <w:rsid w:val="00F756CF"/>
    <w:rsid w:val="00F75B3E"/>
    <w:rsid w:val="00F75D1D"/>
    <w:rsid w:val="00F75E81"/>
    <w:rsid w:val="00F7621E"/>
    <w:rsid w:val="00F76B04"/>
    <w:rsid w:val="00F76E66"/>
    <w:rsid w:val="00F7739A"/>
    <w:rsid w:val="00F7748C"/>
    <w:rsid w:val="00F77AA8"/>
    <w:rsid w:val="00F77BFD"/>
    <w:rsid w:val="00F77EBA"/>
    <w:rsid w:val="00F80106"/>
    <w:rsid w:val="00F80277"/>
    <w:rsid w:val="00F804F7"/>
    <w:rsid w:val="00F8050A"/>
    <w:rsid w:val="00F80CBD"/>
    <w:rsid w:val="00F80F20"/>
    <w:rsid w:val="00F812AE"/>
    <w:rsid w:val="00F817E4"/>
    <w:rsid w:val="00F82327"/>
    <w:rsid w:val="00F828C9"/>
    <w:rsid w:val="00F82905"/>
    <w:rsid w:val="00F82AE3"/>
    <w:rsid w:val="00F82AFD"/>
    <w:rsid w:val="00F82B04"/>
    <w:rsid w:val="00F82C66"/>
    <w:rsid w:val="00F834EA"/>
    <w:rsid w:val="00F8373C"/>
    <w:rsid w:val="00F83CEA"/>
    <w:rsid w:val="00F842C3"/>
    <w:rsid w:val="00F84522"/>
    <w:rsid w:val="00F84545"/>
    <w:rsid w:val="00F8465D"/>
    <w:rsid w:val="00F847A9"/>
    <w:rsid w:val="00F848AD"/>
    <w:rsid w:val="00F84B53"/>
    <w:rsid w:val="00F84BF2"/>
    <w:rsid w:val="00F84CF5"/>
    <w:rsid w:val="00F8555F"/>
    <w:rsid w:val="00F8565B"/>
    <w:rsid w:val="00F8626E"/>
    <w:rsid w:val="00F863AE"/>
    <w:rsid w:val="00F863C7"/>
    <w:rsid w:val="00F86C3C"/>
    <w:rsid w:val="00F86E70"/>
    <w:rsid w:val="00F86F5F"/>
    <w:rsid w:val="00F871A0"/>
    <w:rsid w:val="00F87286"/>
    <w:rsid w:val="00F87703"/>
    <w:rsid w:val="00F90068"/>
    <w:rsid w:val="00F902AD"/>
    <w:rsid w:val="00F908D1"/>
    <w:rsid w:val="00F90E0F"/>
    <w:rsid w:val="00F90E20"/>
    <w:rsid w:val="00F90EAC"/>
    <w:rsid w:val="00F9120B"/>
    <w:rsid w:val="00F91226"/>
    <w:rsid w:val="00F9158C"/>
    <w:rsid w:val="00F91699"/>
    <w:rsid w:val="00F916F4"/>
    <w:rsid w:val="00F9194C"/>
    <w:rsid w:val="00F91D9E"/>
    <w:rsid w:val="00F91F35"/>
    <w:rsid w:val="00F922B7"/>
    <w:rsid w:val="00F925F7"/>
    <w:rsid w:val="00F9271E"/>
    <w:rsid w:val="00F928B1"/>
    <w:rsid w:val="00F92FBD"/>
    <w:rsid w:val="00F931D7"/>
    <w:rsid w:val="00F93224"/>
    <w:rsid w:val="00F93BE3"/>
    <w:rsid w:val="00F93CF3"/>
    <w:rsid w:val="00F9450D"/>
    <w:rsid w:val="00F94A2F"/>
    <w:rsid w:val="00F94A4D"/>
    <w:rsid w:val="00F94ADF"/>
    <w:rsid w:val="00F9516D"/>
    <w:rsid w:val="00F95176"/>
    <w:rsid w:val="00F95228"/>
    <w:rsid w:val="00F9567D"/>
    <w:rsid w:val="00F95B83"/>
    <w:rsid w:val="00F95CFA"/>
    <w:rsid w:val="00F95E22"/>
    <w:rsid w:val="00F960BB"/>
    <w:rsid w:val="00F9625E"/>
    <w:rsid w:val="00F96EE3"/>
    <w:rsid w:val="00F97771"/>
    <w:rsid w:val="00F978BA"/>
    <w:rsid w:val="00F97E09"/>
    <w:rsid w:val="00FA00A8"/>
    <w:rsid w:val="00FA04D6"/>
    <w:rsid w:val="00FA0DCB"/>
    <w:rsid w:val="00FA1288"/>
    <w:rsid w:val="00FA12CA"/>
    <w:rsid w:val="00FA1CA9"/>
    <w:rsid w:val="00FA25FB"/>
    <w:rsid w:val="00FA2663"/>
    <w:rsid w:val="00FA2771"/>
    <w:rsid w:val="00FA2F2F"/>
    <w:rsid w:val="00FA35F6"/>
    <w:rsid w:val="00FA36E6"/>
    <w:rsid w:val="00FA412E"/>
    <w:rsid w:val="00FA42DC"/>
    <w:rsid w:val="00FA494C"/>
    <w:rsid w:val="00FA4BC4"/>
    <w:rsid w:val="00FA5753"/>
    <w:rsid w:val="00FA59DB"/>
    <w:rsid w:val="00FA5D6D"/>
    <w:rsid w:val="00FA6501"/>
    <w:rsid w:val="00FA672D"/>
    <w:rsid w:val="00FA6825"/>
    <w:rsid w:val="00FA734E"/>
    <w:rsid w:val="00FA7D72"/>
    <w:rsid w:val="00FA7E0A"/>
    <w:rsid w:val="00FA7E57"/>
    <w:rsid w:val="00FB056E"/>
    <w:rsid w:val="00FB05AE"/>
    <w:rsid w:val="00FB084B"/>
    <w:rsid w:val="00FB092B"/>
    <w:rsid w:val="00FB1268"/>
    <w:rsid w:val="00FB1287"/>
    <w:rsid w:val="00FB1424"/>
    <w:rsid w:val="00FB152B"/>
    <w:rsid w:val="00FB1BA8"/>
    <w:rsid w:val="00FB256E"/>
    <w:rsid w:val="00FB26E9"/>
    <w:rsid w:val="00FB2CAF"/>
    <w:rsid w:val="00FB365D"/>
    <w:rsid w:val="00FB4392"/>
    <w:rsid w:val="00FB452F"/>
    <w:rsid w:val="00FB4715"/>
    <w:rsid w:val="00FB4E35"/>
    <w:rsid w:val="00FB5862"/>
    <w:rsid w:val="00FB597A"/>
    <w:rsid w:val="00FB59C8"/>
    <w:rsid w:val="00FB5CD3"/>
    <w:rsid w:val="00FB6BBA"/>
    <w:rsid w:val="00FB6C9C"/>
    <w:rsid w:val="00FB6CFA"/>
    <w:rsid w:val="00FB6F38"/>
    <w:rsid w:val="00FB7025"/>
    <w:rsid w:val="00FB7538"/>
    <w:rsid w:val="00FB7718"/>
    <w:rsid w:val="00FB771A"/>
    <w:rsid w:val="00FC0240"/>
    <w:rsid w:val="00FC0E27"/>
    <w:rsid w:val="00FC14FF"/>
    <w:rsid w:val="00FC295D"/>
    <w:rsid w:val="00FC2A3B"/>
    <w:rsid w:val="00FC308D"/>
    <w:rsid w:val="00FC337D"/>
    <w:rsid w:val="00FC363D"/>
    <w:rsid w:val="00FC3A71"/>
    <w:rsid w:val="00FC3E87"/>
    <w:rsid w:val="00FC4281"/>
    <w:rsid w:val="00FC43D0"/>
    <w:rsid w:val="00FC4696"/>
    <w:rsid w:val="00FC4A4E"/>
    <w:rsid w:val="00FC51D5"/>
    <w:rsid w:val="00FC5586"/>
    <w:rsid w:val="00FC574A"/>
    <w:rsid w:val="00FC5F20"/>
    <w:rsid w:val="00FC6D1A"/>
    <w:rsid w:val="00FC6F44"/>
    <w:rsid w:val="00FC724D"/>
    <w:rsid w:val="00FC75BE"/>
    <w:rsid w:val="00FD05F0"/>
    <w:rsid w:val="00FD0C24"/>
    <w:rsid w:val="00FD0E78"/>
    <w:rsid w:val="00FD11EC"/>
    <w:rsid w:val="00FD167A"/>
    <w:rsid w:val="00FD1B25"/>
    <w:rsid w:val="00FD1CCE"/>
    <w:rsid w:val="00FD1D8B"/>
    <w:rsid w:val="00FD25FE"/>
    <w:rsid w:val="00FD2848"/>
    <w:rsid w:val="00FD2BE9"/>
    <w:rsid w:val="00FD2FCA"/>
    <w:rsid w:val="00FD40E4"/>
    <w:rsid w:val="00FD467C"/>
    <w:rsid w:val="00FD48B3"/>
    <w:rsid w:val="00FD48D9"/>
    <w:rsid w:val="00FD53FA"/>
    <w:rsid w:val="00FD5834"/>
    <w:rsid w:val="00FD58DB"/>
    <w:rsid w:val="00FD5ADF"/>
    <w:rsid w:val="00FD5D04"/>
    <w:rsid w:val="00FD6DCB"/>
    <w:rsid w:val="00FD71B6"/>
    <w:rsid w:val="00FD731A"/>
    <w:rsid w:val="00FD7981"/>
    <w:rsid w:val="00FD79F2"/>
    <w:rsid w:val="00FD7E43"/>
    <w:rsid w:val="00FD7EC7"/>
    <w:rsid w:val="00FD7F20"/>
    <w:rsid w:val="00FD7FB0"/>
    <w:rsid w:val="00FE0417"/>
    <w:rsid w:val="00FE0618"/>
    <w:rsid w:val="00FE0AA4"/>
    <w:rsid w:val="00FE10FE"/>
    <w:rsid w:val="00FE238F"/>
    <w:rsid w:val="00FE23EA"/>
    <w:rsid w:val="00FE2C97"/>
    <w:rsid w:val="00FE3D71"/>
    <w:rsid w:val="00FE40BE"/>
    <w:rsid w:val="00FE4B10"/>
    <w:rsid w:val="00FE505B"/>
    <w:rsid w:val="00FE525F"/>
    <w:rsid w:val="00FE52AE"/>
    <w:rsid w:val="00FE64AC"/>
    <w:rsid w:val="00FE6926"/>
    <w:rsid w:val="00FE7098"/>
    <w:rsid w:val="00FE72AA"/>
    <w:rsid w:val="00FE7A96"/>
    <w:rsid w:val="00FE7B5F"/>
    <w:rsid w:val="00FE7F38"/>
    <w:rsid w:val="00FF006A"/>
    <w:rsid w:val="00FF01D0"/>
    <w:rsid w:val="00FF0E22"/>
    <w:rsid w:val="00FF1237"/>
    <w:rsid w:val="00FF1485"/>
    <w:rsid w:val="00FF16AD"/>
    <w:rsid w:val="00FF222F"/>
    <w:rsid w:val="00FF34C4"/>
    <w:rsid w:val="00FF3820"/>
    <w:rsid w:val="00FF3A57"/>
    <w:rsid w:val="00FF3D29"/>
    <w:rsid w:val="00FF433B"/>
    <w:rsid w:val="00FF4D55"/>
    <w:rsid w:val="00FF4E5A"/>
    <w:rsid w:val="00FF4E6E"/>
    <w:rsid w:val="00FF5100"/>
    <w:rsid w:val="00FF5131"/>
    <w:rsid w:val="00FF51FA"/>
    <w:rsid w:val="00FF5F4B"/>
    <w:rsid w:val="00FF666D"/>
    <w:rsid w:val="00FF67BE"/>
    <w:rsid w:val="00FF681F"/>
    <w:rsid w:val="00FF6896"/>
    <w:rsid w:val="00FF6ED5"/>
    <w:rsid w:val="00FF7091"/>
    <w:rsid w:val="00FF7881"/>
    <w:rsid w:val="00FF7A18"/>
    <w:rsid w:val="00FF7BAB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3167C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6D0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6D0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6D0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6D0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6D0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6D0E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6D0E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6D0E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6D0E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6D0E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96D0E"/>
    <w:rPr>
      <w:rFonts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96D0E"/>
    <w:rPr>
      <w:rFonts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96D0E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96D0E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96D0E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96D0E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96D0E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96D0E"/>
    <w:rPr>
      <w:rFonts w:cs="Times New Roman"/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896D0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96D0E"/>
    <w:rPr>
      <w:rFonts w:cs="Times New Roman"/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96D0E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96D0E"/>
    <w:rPr>
      <w:rFonts w:cs="Times New Roman"/>
      <w:i/>
      <w:iCs/>
      <w:smallCaps/>
      <w:spacing w:val="10"/>
      <w:sz w:val="28"/>
      <w:szCs w:val="28"/>
    </w:rPr>
  </w:style>
  <w:style w:type="character" w:styleId="Strong">
    <w:name w:val="Strong"/>
    <w:basedOn w:val="DefaultParagraphFont"/>
    <w:uiPriority w:val="99"/>
    <w:qFormat/>
    <w:rsid w:val="00896D0E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96D0E"/>
    <w:rPr>
      <w:rFonts w:cs="Times New Roman"/>
      <w:b/>
      <w:i/>
      <w:spacing w:val="10"/>
    </w:rPr>
  </w:style>
  <w:style w:type="paragraph" w:styleId="NoSpacing">
    <w:name w:val="No Spacing"/>
    <w:basedOn w:val="Normal"/>
    <w:uiPriority w:val="99"/>
    <w:qFormat/>
    <w:rsid w:val="00896D0E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896D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96D0E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896D0E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96D0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96D0E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896D0E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896D0E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896D0E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896D0E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896D0E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96D0E"/>
    <w:pPr>
      <w:outlineLvl w:val="9"/>
    </w:pPr>
  </w:style>
  <w:style w:type="paragraph" w:styleId="Header">
    <w:name w:val="header"/>
    <w:basedOn w:val="Normal"/>
    <w:link w:val="HeaderChar"/>
    <w:uiPriority w:val="99"/>
    <w:rsid w:val="0030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0795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0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79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4</Pages>
  <Words>1408</Words>
  <Characters>8029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Politika</cp:lastModifiedBy>
  <cp:revision>8</cp:revision>
  <cp:lastPrinted>2016-02-08T10:04:00Z</cp:lastPrinted>
  <dcterms:created xsi:type="dcterms:W3CDTF">2017-02-24T11:15:00Z</dcterms:created>
  <dcterms:modified xsi:type="dcterms:W3CDTF">2017-02-28T09:49:00Z</dcterms:modified>
</cp:coreProperties>
</file>